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73"/>
        <w:gridCol w:w="2563"/>
        <w:gridCol w:w="5562"/>
      </w:tblGrid>
      <w:tr w:rsidR="00387424" w:rsidRPr="00B0544D" w14:paraId="046AFACA" w14:textId="77777777" w:rsidTr="00387424">
        <w:tc>
          <w:tcPr>
            <w:tcW w:w="1373" w:type="dxa"/>
          </w:tcPr>
          <w:p w14:paraId="193D3A81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387424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563" w:type="dxa"/>
          </w:tcPr>
          <w:p w14:paraId="5CFA2A5F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387424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5562" w:type="dxa"/>
          </w:tcPr>
          <w:p w14:paraId="0438719B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387424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387424" w14:paraId="08F5739A" w14:textId="77777777" w:rsidTr="00387424">
        <w:tc>
          <w:tcPr>
            <w:tcW w:w="1373" w:type="dxa"/>
          </w:tcPr>
          <w:p w14:paraId="1723C2B2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387424">
              <w:rPr>
                <w:rFonts w:ascii="Poppins" w:hAnsi="Poppins" w:cs="Poppins"/>
                <w:bCs/>
                <w:sz w:val="20"/>
              </w:rPr>
              <w:t>07610010</w:t>
            </w:r>
          </w:p>
        </w:tc>
        <w:tc>
          <w:tcPr>
            <w:tcW w:w="2563" w:type="dxa"/>
          </w:tcPr>
          <w:p w14:paraId="51F0D9B1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387424">
              <w:rPr>
                <w:rFonts w:ascii="Poppins" w:hAnsi="Poppins" w:cs="Poppins"/>
                <w:bCs/>
                <w:sz w:val="20"/>
              </w:rPr>
              <w:t>UNITÀ TERMOVENTILANTE UTO EC-AP 08-05</w:t>
            </w:r>
          </w:p>
        </w:tc>
        <w:tc>
          <w:tcPr>
            <w:tcW w:w="5562" w:type="dxa"/>
          </w:tcPr>
          <w:p w14:paraId="1FDC2987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Unità terminale (termoventilante) da incasso per installazione orizzontale a soffitto, con tecnologia DC-Inverter, con aspirazione aria posteriore.</w:t>
            </w:r>
          </w:p>
          <w:p w14:paraId="5C31EBCB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Predisposta per il collegamento con termostato ambiente (fornito separatamente) TAM-15 (digitale), con uscite 0-10 V, per controllo temperatura ambiente, velocità ventilatore, modalità di funzionamento, etc. oppure con il sistema digitale IdroLAN (fornito separatamente) per il controllo e la gestione completa, singola o centralizzata, della stessa unità terminale ad aria.</w:t>
            </w:r>
          </w:p>
          <w:p w14:paraId="022FBD17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Motore a magneti permanenti ad alta efficienza, brushless, a regolazione di velocità e potenza mediante dispositivo elettronico PWM, con riduzione della rumorosità e dei consumi elettrici, con accoppiamento al/i gruppo/i ventilante/i con ventilatore centrifugo a doppia aspirazione, a pale curve avanti, in plastica, di ultima generazione.</w:t>
            </w:r>
          </w:p>
          <w:p w14:paraId="7C75D5DF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Batteria di scambio termico ad acqua in tubi di rame e alettatura a pacco d’alluminio, turbolenziata, ad alta efficienza, con possibilità di rotazione sx-dx. Valvole di sfiato manuali.</w:t>
            </w:r>
          </w:p>
          <w:p w14:paraId="4F9AC6E5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Struttura portante in lamiera zincata, ad alto spessore con fori pretranciati e asole per il fissaggio, completa di isolamento termoacustico.</w:t>
            </w:r>
          </w:p>
          <w:p w14:paraId="7FCD2BE9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Filtro aria in fibra acrilica (classe di efficienza G3) e bacinelle raccolta condensa, termicamente isolata, per installazione orizzontale.</w:t>
            </w:r>
          </w:p>
          <w:p w14:paraId="7D1A78FC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7BA058C0" w14:textId="0AE46B89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387424">
              <w:rPr>
                <w:rFonts w:ascii="Poppins" w:hAnsi="Poppins" w:cs="Poppins"/>
                <w:b/>
              </w:rPr>
              <w:t>Dati tecnici</w:t>
            </w:r>
            <w:r w:rsidR="002A6A88">
              <w:rPr>
                <w:rFonts w:ascii="Poppins" w:hAnsi="Poppins" w:cs="Poppins"/>
                <w:b/>
              </w:rPr>
              <w:t>:</w:t>
            </w:r>
          </w:p>
          <w:p w14:paraId="5179ABAB" w14:textId="0DC1D34C" w:rsidR="00387424" w:rsidRPr="002A6A88" w:rsidRDefault="00387424" w:rsidP="001A1DA7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2A6A88">
              <w:rPr>
                <w:rFonts w:ascii="Poppins" w:hAnsi="Poppins" w:cs="Poppins"/>
                <w:color w:val="000000"/>
              </w:rPr>
              <w:t>Potenza frigorifera med (min- max) 4,36 (3,14- 5,15) kW</w:t>
            </w:r>
          </w:p>
          <w:p w14:paraId="43BBAAF1" w14:textId="77777777" w:rsidR="00387424" w:rsidRPr="002A6A88" w:rsidRDefault="00387424" w:rsidP="001A1DA7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2A6A88">
              <w:rPr>
                <w:rFonts w:ascii="Poppins" w:hAnsi="Poppins" w:cs="Poppins"/>
                <w:color w:val="000000"/>
              </w:rPr>
              <w:t>Portata d’acqua max velocità 886 l/h</w:t>
            </w:r>
          </w:p>
          <w:p w14:paraId="539A89C8" w14:textId="5BDD8D0A" w:rsidR="00387424" w:rsidRPr="002A6A88" w:rsidRDefault="00387424" w:rsidP="001A1DA7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2A6A88">
              <w:rPr>
                <w:rFonts w:ascii="Poppins" w:hAnsi="Poppins" w:cs="Poppins"/>
                <w:color w:val="000000"/>
              </w:rPr>
              <w:t>Perdita di carico max velocità 20,4 kPa</w:t>
            </w:r>
            <w:r w:rsidR="002A6A88">
              <w:rPr>
                <w:rFonts w:ascii="Poppins" w:hAnsi="Poppins" w:cs="Poppins"/>
                <w:color w:val="000000"/>
              </w:rPr>
              <w:t xml:space="preserve"> </w:t>
            </w:r>
            <w:r w:rsidRPr="002A6A88">
              <w:rPr>
                <w:rFonts w:ascii="Poppins" w:hAnsi="Poppins" w:cs="Poppins"/>
              </w:rPr>
              <w:t>(temperatura acqua 7/12 °C; temperatura aria 27 °C b.s./19 °C b.u.).</w:t>
            </w:r>
          </w:p>
          <w:p w14:paraId="6AA49911" w14:textId="77777777" w:rsidR="00387424" w:rsidRPr="002A6A88" w:rsidRDefault="00387424" w:rsidP="001A1DA7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2A6A88">
              <w:rPr>
                <w:rFonts w:ascii="Poppins" w:hAnsi="Poppins" w:cs="Poppins"/>
                <w:color w:val="000000"/>
              </w:rPr>
              <w:t>Potenza termica med (min- max) 4,72 (3,34- 5,64) kW</w:t>
            </w:r>
          </w:p>
          <w:p w14:paraId="47911218" w14:textId="77777777" w:rsidR="00387424" w:rsidRPr="002A6A88" w:rsidRDefault="00387424" w:rsidP="001A1DA7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2A6A88">
              <w:rPr>
                <w:rFonts w:ascii="Poppins" w:hAnsi="Poppins" w:cs="Poppins"/>
                <w:color w:val="000000"/>
              </w:rPr>
              <w:t>Portata d’acqua max velocità 970 l/h</w:t>
            </w:r>
          </w:p>
          <w:p w14:paraId="18AEFD57" w14:textId="007AA9B4" w:rsidR="00387424" w:rsidRPr="002A6A88" w:rsidRDefault="00387424" w:rsidP="001A1DA7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2A6A88">
              <w:rPr>
                <w:rFonts w:ascii="Poppins" w:hAnsi="Poppins" w:cs="Poppins"/>
                <w:color w:val="000000"/>
              </w:rPr>
              <w:lastRenderedPageBreak/>
              <w:t>Perdita di carico max velocità 21,3 kPa</w:t>
            </w:r>
            <w:r w:rsidR="002A6A88">
              <w:rPr>
                <w:rFonts w:ascii="Poppins" w:hAnsi="Poppins" w:cs="Poppins"/>
                <w:color w:val="000000"/>
              </w:rPr>
              <w:t xml:space="preserve"> </w:t>
            </w:r>
            <w:r w:rsidRPr="002A6A88">
              <w:rPr>
                <w:rFonts w:ascii="Poppins" w:hAnsi="Poppins" w:cs="Poppins"/>
              </w:rPr>
              <w:t>(temperatura acqua 45/40 °C; temperatura aria 20 °C)</w:t>
            </w:r>
          </w:p>
          <w:p w14:paraId="0C39C122" w14:textId="77777777" w:rsidR="00387424" w:rsidRPr="002A6A88" w:rsidRDefault="00387424" w:rsidP="001A1DA7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2A6A88">
              <w:rPr>
                <w:rFonts w:ascii="Poppins" w:hAnsi="Poppins" w:cs="Poppins"/>
                <w:color w:val="000000"/>
              </w:rPr>
              <w:t>Portata d’aria med (min- max) 656 (387- 859) m3/h</w:t>
            </w:r>
          </w:p>
          <w:p w14:paraId="1EB2F69E" w14:textId="77777777" w:rsidR="00387424" w:rsidRPr="002A6A88" w:rsidRDefault="00387424" w:rsidP="001A1DA7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2A6A88">
              <w:rPr>
                <w:rFonts w:ascii="Poppins" w:hAnsi="Poppins" w:cs="Poppins"/>
                <w:color w:val="000000"/>
              </w:rPr>
              <w:t>Pressione statica utile max 100 Pa</w:t>
            </w:r>
          </w:p>
          <w:p w14:paraId="52ABC6E4" w14:textId="77777777" w:rsidR="00387424" w:rsidRPr="002A6A88" w:rsidRDefault="00387424" w:rsidP="001A1DA7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 w:themeColor="text1"/>
              </w:rPr>
            </w:pPr>
            <w:r w:rsidRPr="002A6A88">
              <w:rPr>
                <w:rFonts w:ascii="Poppins" w:hAnsi="Poppins" w:cs="Poppins"/>
                <w:color w:val="000000" w:themeColor="text1"/>
              </w:rPr>
              <w:t>N° ventilatori: 1</w:t>
            </w:r>
          </w:p>
          <w:p w14:paraId="22F9FB36" w14:textId="77777777" w:rsidR="00387424" w:rsidRPr="002A6A88" w:rsidRDefault="00387424" w:rsidP="001A1DA7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2A6A88">
              <w:rPr>
                <w:rFonts w:ascii="Poppins" w:hAnsi="Poppins" w:cs="Poppins"/>
                <w:color w:val="000000"/>
              </w:rPr>
              <w:t>Tensione alimentazione 230/1/50 V/Ph/Hz</w:t>
            </w:r>
          </w:p>
          <w:p w14:paraId="6B270D0C" w14:textId="77777777" w:rsidR="00387424" w:rsidRPr="002A6A88" w:rsidRDefault="00387424" w:rsidP="001A1DA7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2A6A88">
              <w:rPr>
                <w:rFonts w:ascii="Poppins" w:hAnsi="Poppins" w:cs="Poppins"/>
                <w:color w:val="000000"/>
              </w:rPr>
              <w:t>Potenza massima assorbita 180 W</w:t>
            </w:r>
          </w:p>
          <w:p w14:paraId="542C7BAC" w14:textId="77777777" w:rsidR="00387424" w:rsidRPr="002A6A88" w:rsidRDefault="00387424" w:rsidP="001A1DA7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2A6A88">
              <w:rPr>
                <w:rFonts w:ascii="Poppins" w:hAnsi="Poppins" w:cs="Poppins"/>
                <w:color w:val="000000"/>
              </w:rPr>
              <w:t>Corrente massima assorbita 1,4 A</w:t>
            </w:r>
          </w:p>
          <w:p w14:paraId="49914821" w14:textId="77777777" w:rsidR="00387424" w:rsidRPr="002A6A88" w:rsidRDefault="00387424" w:rsidP="001A1DA7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2A6A88">
              <w:rPr>
                <w:rFonts w:ascii="Poppins" w:hAnsi="Poppins" w:cs="Poppins"/>
              </w:rPr>
              <w:t xml:space="preserve">Livello di potenza sonora </w:t>
            </w:r>
            <w:r w:rsidRPr="002A6A88">
              <w:rPr>
                <w:rFonts w:ascii="Poppins" w:hAnsi="Poppins" w:cs="Poppins"/>
                <w:color w:val="000000"/>
              </w:rPr>
              <w:t>med (min- max) 63 (55- 69)</w:t>
            </w:r>
            <w:r w:rsidRPr="002A6A88">
              <w:rPr>
                <w:rFonts w:ascii="Poppins" w:hAnsi="Poppins" w:cs="Poppins"/>
              </w:rPr>
              <w:t xml:space="preserve"> dB(A)</w:t>
            </w:r>
          </w:p>
          <w:p w14:paraId="6589013D" w14:textId="6BD6B9A9" w:rsidR="00387424" w:rsidRPr="002A6A88" w:rsidRDefault="00387424" w:rsidP="001A1DA7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2A6A88">
              <w:rPr>
                <w:rFonts w:ascii="Poppins" w:hAnsi="Poppins" w:cs="Poppins"/>
              </w:rPr>
              <w:t>Livello di pressione sonora med (min- max) 46 (38- 52) dB(A) - valori riferiti a fattore di direzionalità pari a 2 in campo chiuso, costante d’ambiente 300 m2 e distanza pari a 5 m</w:t>
            </w:r>
          </w:p>
          <w:p w14:paraId="5401668A" w14:textId="77777777" w:rsidR="00387424" w:rsidRPr="002A6A88" w:rsidRDefault="00387424" w:rsidP="001A1DA7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2A6A88">
              <w:rPr>
                <w:rFonts w:ascii="Poppins" w:hAnsi="Poppins" w:cs="Poppins"/>
                <w:color w:val="000000"/>
              </w:rPr>
              <w:t>Dimensioni (LxHxP) 808x605x275 mm</w:t>
            </w:r>
          </w:p>
          <w:p w14:paraId="54C78CC1" w14:textId="77777777" w:rsidR="00387424" w:rsidRPr="002A6A88" w:rsidRDefault="00387424" w:rsidP="001A1DA7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2A6A88">
              <w:rPr>
                <w:rFonts w:ascii="Poppins" w:hAnsi="Poppins" w:cs="Poppins"/>
                <w:color w:val="000000"/>
              </w:rPr>
              <w:t>Peso 36 kg</w:t>
            </w:r>
          </w:p>
          <w:p w14:paraId="066FB30A" w14:textId="174E7F8C" w:rsidR="00387424" w:rsidRPr="002A6A88" w:rsidRDefault="00387424" w:rsidP="001A1DA7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2A6A88">
              <w:rPr>
                <w:rFonts w:ascii="Poppins" w:hAnsi="Poppins" w:cs="Poppins"/>
                <w:color w:val="000000"/>
              </w:rPr>
              <w:t xml:space="preserve">Attacchi ingresso e uscita acqua: </w:t>
            </w:r>
            <w:r w:rsidR="002A6A88">
              <w:rPr>
                <w:rFonts w:ascii="Poppins" w:hAnsi="Poppins" w:cs="Poppins"/>
                <w:color w:val="000000"/>
              </w:rPr>
              <w:t>3/4</w:t>
            </w:r>
            <w:r w:rsidRPr="002A6A88">
              <w:rPr>
                <w:rFonts w:ascii="Poppins" w:hAnsi="Poppins" w:cs="Poppins"/>
                <w:color w:val="000000"/>
              </w:rPr>
              <w:t>” F, di serie a sinistra</w:t>
            </w:r>
          </w:p>
          <w:p w14:paraId="063441D4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1DCE2887" w14:textId="594C1DB6" w:rsidR="00387424" w:rsidRPr="00387424" w:rsidRDefault="00387424" w:rsidP="00387424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387424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2A6A88">
              <w:rPr>
                <w:rFonts w:ascii="Poppins" w:hAnsi="Poppins" w:cs="Poppins"/>
                <w:b/>
                <w:sz w:val="20"/>
              </w:rPr>
              <w:t>Emmeti</w:t>
            </w:r>
            <w:r w:rsidRPr="00387424">
              <w:rPr>
                <w:rFonts w:ascii="Poppins" w:hAnsi="Poppins" w:cs="Poppins"/>
                <w:b/>
                <w:sz w:val="20"/>
              </w:rPr>
              <w:t xml:space="preserve"> – Modello Unità termoventilante UTO EC-AP 08-05 o equivalente</w:t>
            </w:r>
            <w:r w:rsidR="002A6A88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87424" w14:paraId="73280887" w14:textId="77777777" w:rsidTr="00387424">
        <w:tc>
          <w:tcPr>
            <w:tcW w:w="1373" w:type="dxa"/>
          </w:tcPr>
          <w:p w14:paraId="4B608308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387424">
              <w:rPr>
                <w:rFonts w:ascii="Poppins" w:hAnsi="Poppins" w:cs="Poppins"/>
                <w:bCs/>
                <w:sz w:val="20"/>
              </w:rPr>
              <w:lastRenderedPageBreak/>
              <w:t>07610020</w:t>
            </w:r>
          </w:p>
        </w:tc>
        <w:tc>
          <w:tcPr>
            <w:tcW w:w="2563" w:type="dxa"/>
          </w:tcPr>
          <w:p w14:paraId="508FAA90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387424">
              <w:rPr>
                <w:rFonts w:ascii="Poppins" w:hAnsi="Poppins" w:cs="Poppins"/>
                <w:bCs/>
                <w:sz w:val="20"/>
              </w:rPr>
              <w:t>UNITÀ TERMOVENTILANTE UTO EC-AP 08-07</w:t>
            </w:r>
          </w:p>
        </w:tc>
        <w:tc>
          <w:tcPr>
            <w:tcW w:w="5562" w:type="dxa"/>
          </w:tcPr>
          <w:p w14:paraId="328F3C4B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Unità terminale (termoventilante) da incasso per installazione orizzontale a soffitto, con tecnologia DC-Inverter, con aspirazione aria posteriore.</w:t>
            </w:r>
          </w:p>
          <w:p w14:paraId="3C08C4E4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Predisposta per il collegamento con termostato ambiente (fornito separatamente) TAM-15 (digitale), con uscite 0-10 V, per controllo temperatura ambiente, velocità ventilatore, modalità di funzionamento, etc. oppure con il sistema digitale IdroLAN (fornito separatamente) per il controllo e la gestione completa, singola o centralizzata, della stessa unità terminale ad aria.</w:t>
            </w:r>
          </w:p>
          <w:p w14:paraId="377628C8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Motore a magneti permanenti ad alta efficienza, brushless, a regolazione di velocità e potenza mediante dispositivo elettronico PWM, con riduzione della rumorosità e dei consumi elettrici, con accoppiamento al/i gruppo/i ventilante/i con ventilatore centrifugo a doppia aspirazione, a pale curve avanti, in plastica, di ultima generazione.</w:t>
            </w:r>
          </w:p>
          <w:p w14:paraId="4B076536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lastRenderedPageBreak/>
              <w:t>Batteria di scambio termico ad acqua in tubi di rame e alettatura a pacco d’alluminio, turbolenziata, ad alta efficienza, con possibilità di rotazione sx-dx. Valvole di sfiato manuali.</w:t>
            </w:r>
          </w:p>
          <w:p w14:paraId="75C29950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Struttura portante in lamiera zincata, ad alto spessore con fori pretranciati e asole per il fissaggio, completa di isolamento termoacustico.</w:t>
            </w:r>
          </w:p>
          <w:p w14:paraId="458083F4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Filtro aria in fibra acrilica (classe di efficienza G3) e bacinelle raccolta condensa, termicamente isolata, per installazione orizzontale.</w:t>
            </w:r>
          </w:p>
          <w:p w14:paraId="6E530513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01F69727" w14:textId="0011CE23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387424">
              <w:rPr>
                <w:rFonts w:ascii="Poppins" w:hAnsi="Poppins" w:cs="Poppins"/>
                <w:b/>
              </w:rPr>
              <w:t>Dati tecnici</w:t>
            </w:r>
            <w:r w:rsidR="002A6A88">
              <w:rPr>
                <w:rFonts w:ascii="Poppins" w:hAnsi="Poppins" w:cs="Poppins"/>
                <w:b/>
              </w:rPr>
              <w:t>:</w:t>
            </w:r>
          </w:p>
          <w:p w14:paraId="6C116059" w14:textId="77777777" w:rsidR="00387424" w:rsidRPr="002A6A88" w:rsidRDefault="00387424" w:rsidP="001A1DA7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2A6A88">
              <w:rPr>
                <w:rFonts w:ascii="Poppins" w:hAnsi="Poppins" w:cs="Poppins"/>
                <w:color w:val="000000"/>
              </w:rPr>
              <w:t>Potenza frigorifera med (min- max) 5,78 (4,27- 6,67) kW</w:t>
            </w:r>
          </w:p>
          <w:p w14:paraId="71AA247A" w14:textId="77777777" w:rsidR="00387424" w:rsidRPr="002A6A88" w:rsidRDefault="00387424" w:rsidP="001A1DA7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2A6A88">
              <w:rPr>
                <w:rFonts w:ascii="Poppins" w:hAnsi="Poppins" w:cs="Poppins"/>
                <w:color w:val="000000"/>
              </w:rPr>
              <w:t>Portata d’acqua max velocità 1148 l/h</w:t>
            </w:r>
          </w:p>
          <w:p w14:paraId="4F1F2C08" w14:textId="4BE44F3A" w:rsidR="00387424" w:rsidRPr="002A6A88" w:rsidRDefault="00387424" w:rsidP="001A1DA7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2A6A88">
              <w:rPr>
                <w:rFonts w:ascii="Poppins" w:hAnsi="Poppins" w:cs="Poppins"/>
                <w:color w:val="000000"/>
              </w:rPr>
              <w:t>Perdita di carico max velocità 23,5 kPa</w:t>
            </w:r>
            <w:r w:rsidR="002A6A88">
              <w:rPr>
                <w:rFonts w:ascii="Poppins" w:hAnsi="Poppins" w:cs="Poppins"/>
                <w:color w:val="000000"/>
              </w:rPr>
              <w:t xml:space="preserve"> </w:t>
            </w:r>
            <w:r w:rsidRPr="002A6A88">
              <w:rPr>
                <w:rFonts w:ascii="Poppins" w:hAnsi="Poppins" w:cs="Poppins"/>
              </w:rPr>
              <w:t>(temperatura acqua 7/12 °C; temperatura aria 27 °C b.s./19 °C b.u.).</w:t>
            </w:r>
          </w:p>
          <w:p w14:paraId="79E9199A" w14:textId="77777777" w:rsidR="00387424" w:rsidRPr="002A6A88" w:rsidRDefault="00387424" w:rsidP="001A1DA7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2A6A88">
              <w:rPr>
                <w:rFonts w:ascii="Poppins" w:hAnsi="Poppins" w:cs="Poppins"/>
                <w:color w:val="000000"/>
              </w:rPr>
              <w:t>Potenza termica med (min- max) 6,16 (4,46- 7,17) kW</w:t>
            </w:r>
          </w:p>
          <w:p w14:paraId="7E881BF5" w14:textId="77777777" w:rsidR="00387424" w:rsidRPr="002A6A88" w:rsidRDefault="00387424" w:rsidP="001A1DA7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2A6A88">
              <w:rPr>
                <w:rFonts w:ascii="Poppins" w:hAnsi="Poppins" w:cs="Poppins"/>
                <w:color w:val="000000"/>
              </w:rPr>
              <w:t>Portata d’acqua max velocità 1234 l/h</w:t>
            </w:r>
          </w:p>
          <w:p w14:paraId="5611FCE6" w14:textId="5B3ED77A" w:rsidR="00387424" w:rsidRPr="002A6A88" w:rsidRDefault="00387424" w:rsidP="001A1DA7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2A6A88">
              <w:rPr>
                <w:rFonts w:ascii="Poppins" w:hAnsi="Poppins" w:cs="Poppins"/>
                <w:color w:val="000000"/>
              </w:rPr>
              <w:t>Perdita di carico max velocità 23,6 kPa</w:t>
            </w:r>
            <w:r w:rsidR="002A6A88">
              <w:rPr>
                <w:rFonts w:ascii="Poppins" w:hAnsi="Poppins" w:cs="Poppins"/>
                <w:color w:val="000000"/>
              </w:rPr>
              <w:t xml:space="preserve"> </w:t>
            </w:r>
            <w:r w:rsidRPr="002A6A88">
              <w:rPr>
                <w:rFonts w:ascii="Poppins" w:hAnsi="Poppins" w:cs="Poppins"/>
              </w:rPr>
              <w:t>(temperatura acqua 45/40 °C; temperatura aria 20 °C)</w:t>
            </w:r>
          </w:p>
          <w:p w14:paraId="0B1FDF6C" w14:textId="77777777" w:rsidR="00387424" w:rsidRPr="002A6A88" w:rsidRDefault="00387424" w:rsidP="001A1DA7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2A6A88">
              <w:rPr>
                <w:rFonts w:ascii="Poppins" w:hAnsi="Poppins" w:cs="Poppins"/>
                <w:color w:val="000000"/>
              </w:rPr>
              <w:t>Portata d’aria med (min- max) 783 (480- 987) m3/h</w:t>
            </w:r>
          </w:p>
          <w:p w14:paraId="60CAD9DF" w14:textId="77777777" w:rsidR="00387424" w:rsidRPr="002A6A88" w:rsidRDefault="00387424" w:rsidP="001A1DA7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2A6A88">
              <w:rPr>
                <w:rFonts w:ascii="Poppins" w:hAnsi="Poppins" w:cs="Poppins"/>
                <w:color w:val="000000"/>
              </w:rPr>
              <w:t>Pressione statica utile max 100 Pa</w:t>
            </w:r>
          </w:p>
          <w:p w14:paraId="61151D39" w14:textId="77777777" w:rsidR="00387424" w:rsidRPr="002A6A88" w:rsidRDefault="00387424" w:rsidP="001A1DA7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 w:themeColor="text1"/>
              </w:rPr>
            </w:pPr>
            <w:r w:rsidRPr="002A6A88">
              <w:rPr>
                <w:rFonts w:ascii="Poppins" w:hAnsi="Poppins" w:cs="Poppins"/>
                <w:color w:val="000000" w:themeColor="text1"/>
              </w:rPr>
              <w:t>N° ventilatori: 1</w:t>
            </w:r>
          </w:p>
          <w:p w14:paraId="020EEC0D" w14:textId="77777777" w:rsidR="00387424" w:rsidRPr="002A6A88" w:rsidRDefault="00387424" w:rsidP="001A1DA7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2A6A88">
              <w:rPr>
                <w:rFonts w:ascii="Poppins" w:hAnsi="Poppins" w:cs="Poppins"/>
                <w:color w:val="000000"/>
              </w:rPr>
              <w:t>Tensione alimentazione 230/1/50 V/Ph/Hz</w:t>
            </w:r>
          </w:p>
          <w:p w14:paraId="1182681F" w14:textId="77777777" w:rsidR="00387424" w:rsidRPr="002A6A88" w:rsidRDefault="00387424" w:rsidP="001A1DA7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2A6A88">
              <w:rPr>
                <w:rFonts w:ascii="Poppins" w:hAnsi="Poppins" w:cs="Poppins"/>
                <w:color w:val="000000"/>
              </w:rPr>
              <w:t>Potenza massima assorbita 180 W</w:t>
            </w:r>
          </w:p>
          <w:p w14:paraId="52E125FC" w14:textId="77777777" w:rsidR="00387424" w:rsidRPr="002A6A88" w:rsidRDefault="00387424" w:rsidP="001A1DA7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2A6A88">
              <w:rPr>
                <w:rFonts w:ascii="Poppins" w:hAnsi="Poppins" w:cs="Poppins"/>
                <w:color w:val="000000"/>
              </w:rPr>
              <w:t>Corrente massima assorbita 1,4 A</w:t>
            </w:r>
          </w:p>
          <w:p w14:paraId="227B1249" w14:textId="77777777" w:rsidR="00387424" w:rsidRPr="002A6A88" w:rsidRDefault="00387424" w:rsidP="001A1DA7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2A6A88">
              <w:rPr>
                <w:rFonts w:ascii="Poppins" w:hAnsi="Poppins" w:cs="Poppins"/>
              </w:rPr>
              <w:t xml:space="preserve">Livello di potenza sonora </w:t>
            </w:r>
            <w:r w:rsidRPr="002A6A88">
              <w:rPr>
                <w:rFonts w:ascii="Poppins" w:hAnsi="Poppins" w:cs="Poppins"/>
                <w:color w:val="000000"/>
              </w:rPr>
              <w:t>med (min- max) 64 (56- 70)</w:t>
            </w:r>
            <w:r w:rsidRPr="002A6A88">
              <w:rPr>
                <w:rFonts w:ascii="Poppins" w:hAnsi="Poppins" w:cs="Poppins"/>
              </w:rPr>
              <w:t xml:space="preserve"> dB(A)</w:t>
            </w:r>
          </w:p>
          <w:p w14:paraId="667936E9" w14:textId="3B79D3C4" w:rsidR="00387424" w:rsidRPr="002A6A88" w:rsidRDefault="00387424" w:rsidP="001A1DA7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2A6A88">
              <w:rPr>
                <w:rFonts w:ascii="Poppins" w:hAnsi="Poppins" w:cs="Poppins"/>
              </w:rPr>
              <w:t>Livello di pressione sonora med (min- max) 47 (39- 53) dB(A) - valori riferiti a fattore di direzionalità pari a 2 in campo chiuso, costante d’ambiente 300 m2 e distanza pari a 5 m</w:t>
            </w:r>
          </w:p>
          <w:p w14:paraId="533C71EB" w14:textId="77777777" w:rsidR="00387424" w:rsidRPr="002A6A88" w:rsidRDefault="00387424" w:rsidP="001A1DA7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2A6A88">
              <w:rPr>
                <w:rFonts w:ascii="Poppins" w:hAnsi="Poppins" w:cs="Poppins"/>
                <w:color w:val="000000"/>
              </w:rPr>
              <w:t>Dimensioni (LxHxP) 808x605x275 mm</w:t>
            </w:r>
          </w:p>
          <w:p w14:paraId="50EB2614" w14:textId="77777777" w:rsidR="00387424" w:rsidRPr="002A6A88" w:rsidRDefault="00387424" w:rsidP="001A1DA7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2A6A88">
              <w:rPr>
                <w:rFonts w:ascii="Poppins" w:hAnsi="Poppins" w:cs="Poppins"/>
                <w:color w:val="000000"/>
              </w:rPr>
              <w:t>Peso 37 kg</w:t>
            </w:r>
          </w:p>
          <w:p w14:paraId="6820A1B5" w14:textId="5074FDAE" w:rsidR="00387424" w:rsidRPr="002A6A88" w:rsidRDefault="00387424" w:rsidP="001A1DA7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2A6A88">
              <w:rPr>
                <w:rFonts w:ascii="Poppins" w:hAnsi="Poppins" w:cs="Poppins"/>
                <w:color w:val="000000"/>
              </w:rPr>
              <w:t xml:space="preserve">Attacchi ingresso e uscita acqua: </w:t>
            </w:r>
            <w:r w:rsidR="002A6A88">
              <w:rPr>
                <w:rFonts w:ascii="Poppins" w:hAnsi="Poppins" w:cs="Poppins"/>
                <w:color w:val="000000"/>
              </w:rPr>
              <w:t>3/4</w:t>
            </w:r>
            <w:r w:rsidRPr="002A6A88">
              <w:rPr>
                <w:rFonts w:ascii="Poppins" w:hAnsi="Poppins" w:cs="Poppins"/>
                <w:color w:val="000000"/>
              </w:rPr>
              <w:t>” F, di serie a sinistra</w:t>
            </w:r>
          </w:p>
          <w:p w14:paraId="46E891CB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632DE7F2" w14:textId="0EBA2EAF" w:rsidR="00387424" w:rsidRPr="00387424" w:rsidRDefault="00387424" w:rsidP="00387424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387424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2A6A88">
              <w:rPr>
                <w:rFonts w:ascii="Poppins" w:hAnsi="Poppins" w:cs="Poppins"/>
                <w:b/>
                <w:sz w:val="20"/>
              </w:rPr>
              <w:t>Emmeti</w:t>
            </w:r>
            <w:r w:rsidRPr="00387424">
              <w:rPr>
                <w:rFonts w:ascii="Poppins" w:hAnsi="Poppins" w:cs="Poppins"/>
                <w:b/>
                <w:sz w:val="20"/>
              </w:rPr>
              <w:t xml:space="preserve"> – Modello Unità termoventilante UTO EC-AP 08-07 o equivalente</w:t>
            </w:r>
            <w:r w:rsidR="002A6A88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87424" w14:paraId="048B535A" w14:textId="77777777" w:rsidTr="00387424">
        <w:tc>
          <w:tcPr>
            <w:tcW w:w="1373" w:type="dxa"/>
          </w:tcPr>
          <w:p w14:paraId="61DC062C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387424">
              <w:rPr>
                <w:rFonts w:ascii="Poppins" w:hAnsi="Poppins" w:cs="Poppins"/>
                <w:bCs/>
                <w:sz w:val="20"/>
              </w:rPr>
              <w:lastRenderedPageBreak/>
              <w:t>07610030</w:t>
            </w:r>
          </w:p>
        </w:tc>
        <w:tc>
          <w:tcPr>
            <w:tcW w:w="2563" w:type="dxa"/>
          </w:tcPr>
          <w:p w14:paraId="50E5ABD0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387424">
              <w:rPr>
                <w:rFonts w:ascii="Poppins" w:hAnsi="Poppins" w:cs="Poppins"/>
                <w:bCs/>
                <w:sz w:val="20"/>
              </w:rPr>
              <w:t>UNITÀ TERMOVENTILANTE UTO EC-AP 08-08</w:t>
            </w:r>
          </w:p>
        </w:tc>
        <w:tc>
          <w:tcPr>
            <w:tcW w:w="5562" w:type="dxa"/>
          </w:tcPr>
          <w:p w14:paraId="15FD1EA3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Unità terminale (termoventilante) da incasso per installazione orizzontale a soffitto, con tecnologia DC-Inverter, con aspirazione aria posteriore.</w:t>
            </w:r>
          </w:p>
          <w:p w14:paraId="2A8CFF0D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Predisposta per il collegamento con termostato ambiente (fornito separatamente) TAM-15 (digitale), con uscite 0-10 V, per controllo temperatura ambiente, velocità ventilatore, modalità di funzionamento, etc. oppure con il sistema digitale IdroLAN (fornito separatamente) per il controllo e la gestione completa, singola o centralizzata, della stessa unità terminale ad aria.</w:t>
            </w:r>
          </w:p>
          <w:p w14:paraId="7E215329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Motore a magneti permanenti ad alta efficienza, brushless, a regolazione di velocità e potenza mediante dispositivo elettronico PWM, con riduzione della rumorosità e dei consumi elettrici, con accoppiamento al/i gruppo/i ventilante/i con ventilatore centrifugo a doppia aspirazione, a pale curve avanti, in plastica, di ultima generazione.</w:t>
            </w:r>
          </w:p>
          <w:p w14:paraId="5F8049FF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Batteria di scambio termico ad acqua in tubi di rame e alettatura a pacco d’alluminio, turbolenziata, ad alta efficienza, con possibilità di rotazione sx-dx. Valvole di sfiato manuali.</w:t>
            </w:r>
          </w:p>
          <w:p w14:paraId="57A3B073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Struttura portante in lamiera zincata, ad alto spessore con fori pretranciati e asole per il fissaggio, completa di isolamento termoacustico.</w:t>
            </w:r>
          </w:p>
          <w:p w14:paraId="3DB50C6F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Filtro aria in fibra acrilica (classe di efficienza G3) e bacinelle raccolta condensa, termicamente isolata, per installazione orizzontale.</w:t>
            </w:r>
          </w:p>
          <w:p w14:paraId="65AAE44D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68053FFA" w14:textId="58602E46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387424">
              <w:rPr>
                <w:rFonts w:ascii="Poppins" w:hAnsi="Poppins" w:cs="Poppins"/>
                <w:b/>
              </w:rPr>
              <w:t>Dati tecnici</w:t>
            </w:r>
            <w:r w:rsidR="002A6A88">
              <w:rPr>
                <w:rFonts w:ascii="Poppins" w:hAnsi="Poppins" w:cs="Poppins"/>
                <w:b/>
              </w:rPr>
              <w:t>:</w:t>
            </w:r>
          </w:p>
          <w:p w14:paraId="2C744A24" w14:textId="77777777" w:rsidR="00387424" w:rsidRPr="00A52DFF" w:rsidRDefault="00387424" w:rsidP="001A1DA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A52DFF">
              <w:rPr>
                <w:rFonts w:ascii="Poppins" w:hAnsi="Poppins" w:cs="Poppins"/>
                <w:color w:val="000000"/>
              </w:rPr>
              <w:t>Potenza frigorifera med (min- max) 6,73 (4,98- 7,79) kW</w:t>
            </w:r>
          </w:p>
          <w:p w14:paraId="044D0546" w14:textId="77777777" w:rsidR="00387424" w:rsidRPr="00A52DFF" w:rsidRDefault="00387424" w:rsidP="001A1DA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A52DFF">
              <w:rPr>
                <w:rFonts w:ascii="Poppins" w:hAnsi="Poppins" w:cs="Poppins"/>
                <w:color w:val="000000"/>
              </w:rPr>
              <w:t>Portata d’acqua max velocità 1340 l/h</w:t>
            </w:r>
          </w:p>
          <w:p w14:paraId="5A8742BB" w14:textId="238D196D" w:rsidR="00387424" w:rsidRPr="00A52DFF" w:rsidRDefault="00387424" w:rsidP="001A1DA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A52DFF">
              <w:rPr>
                <w:rFonts w:ascii="Poppins" w:hAnsi="Poppins" w:cs="Poppins"/>
                <w:color w:val="000000"/>
              </w:rPr>
              <w:t>Perdita di carico max velocità 22,9 kPa</w:t>
            </w:r>
            <w:r w:rsidR="002A6A88" w:rsidRPr="00A52DFF">
              <w:rPr>
                <w:rFonts w:ascii="Poppins" w:hAnsi="Poppins" w:cs="Poppins"/>
                <w:color w:val="000000"/>
              </w:rPr>
              <w:t xml:space="preserve"> </w:t>
            </w:r>
            <w:r w:rsidRPr="00A52DFF">
              <w:rPr>
                <w:rFonts w:ascii="Poppins" w:hAnsi="Poppins" w:cs="Poppins"/>
              </w:rPr>
              <w:t>(temperatura acqua 7/12 °C; temperatura aria 27 °C b.s./19 °C b.u.)</w:t>
            </w:r>
          </w:p>
          <w:p w14:paraId="1217DD5F" w14:textId="77777777" w:rsidR="00387424" w:rsidRPr="00A52DFF" w:rsidRDefault="00387424" w:rsidP="001A1DA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A52DFF">
              <w:rPr>
                <w:rFonts w:ascii="Poppins" w:hAnsi="Poppins" w:cs="Poppins"/>
                <w:color w:val="000000"/>
              </w:rPr>
              <w:t>Potenza termica med (min- max) 6,50 (4,72- 7,59) kW</w:t>
            </w:r>
          </w:p>
          <w:p w14:paraId="38944C65" w14:textId="77777777" w:rsidR="00387424" w:rsidRPr="00A52DFF" w:rsidRDefault="00387424" w:rsidP="001A1DA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A52DFF">
              <w:rPr>
                <w:rFonts w:ascii="Poppins" w:hAnsi="Poppins" w:cs="Poppins"/>
                <w:color w:val="000000"/>
              </w:rPr>
              <w:lastRenderedPageBreak/>
              <w:t>Portata d’acqua max velocità 1305 l/h</w:t>
            </w:r>
          </w:p>
          <w:p w14:paraId="37483633" w14:textId="2B661D67" w:rsidR="00387424" w:rsidRPr="00A52DFF" w:rsidRDefault="00387424" w:rsidP="001A1DA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A52DFF">
              <w:rPr>
                <w:rFonts w:ascii="Poppins" w:hAnsi="Poppins" w:cs="Poppins"/>
                <w:color w:val="000000"/>
              </w:rPr>
              <w:t>Perdita di carico max velocità 18,9 kPa</w:t>
            </w:r>
            <w:r w:rsidR="002A6A88" w:rsidRPr="00A52DFF">
              <w:rPr>
                <w:rFonts w:ascii="Poppins" w:hAnsi="Poppins" w:cs="Poppins"/>
                <w:color w:val="000000"/>
              </w:rPr>
              <w:t xml:space="preserve"> </w:t>
            </w:r>
            <w:r w:rsidRPr="00A52DFF">
              <w:rPr>
                <w:rFonts w:ascii="Poppins" w:hAnsi="Poppins" w:cs="Poppins"/>
              </w:rPr>
              <w:t>(temperatura acqua 45/40 °C; temperatura aria 20 °C)</w:t>
            </w:r>
          </w:p>
          <w:p w14:paraId="6854250E" w14:textId="77777777" w:rsidR="00387424" w:rsidRPr="00A52DFF" w:rsidRDefault="00387424" w:rsidP="001A1DA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A52DFF">
              <w:rPr>
                <w:rFonts w:ascii="Poppins" w:hAnsi="Poppins" w:cs="Poppins"/>
                <w:color w:val="000000"/>
              </w:rPr>
              <w:t>Portata d’aria med (min- max) 754 (464- 954) m3/h</w:t>
            </w:r>
          </w:p>
          <w:p w14:paraId="7F1E84D1" w14:textId="77777777" w:rsidR="00387424" w:rsidRPr="00A52DFF" w:rsidRDefault="00387424" w:rsidP="001A1DA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A52DFF">
              <w:rPr>
                <w:rFonts w:ascii="Poppins" w:hAnsi="Poppins" w:cs="Poppins"/>
                <w:color w:val="000000"/>
              </w:rPr>
              <w:t>Pressione statica utile max 100 Pa</w:t>
            </w:r>
          </w:p>
          <w:p w14:paraId="50DA33FF" w14:textId="77777777" w:rsidR="00387424" w:rsidRPr="00A52DFF" w:rsidRDefault="00387424" w:rsidP="001A1DA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 w:themeColor="text1"/>
              </w:rPr>
            </w:pPr>
            <w:r w:rsidRPr="00A52DFF">
              <w:rPr>
                <w:rFonts w:ascii="Poppins" w:hAnsi="Poppins" w:cs="Poppins"/>
                <w:color w:val="000000" w:themeColor="text1"/>
              </w:rPr>
              <w:t>N° ventilatori: 1</w:t>
            </w:r>
          </w:p>
          <w:p w14:paraId="5E099108" w14:textId="77777777" w:rsidR="00387424" w:rsidRPr="00A52DFF" w:rsidRDefault="00387424" w:rsidP="001A1DA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A52DFF">
              <w:rPr>
                <w:rFonts w:ascii="Poppins" w:hAnsi="Poppins" w:cs="Poppins"/>
                <w:color w:val="000000"/>
              </w:rPr>
              <w:t>Tensione alimentazione 230/1/50 V/Ph/Hz</w:t>
            </w:r>
          </w:p>
          <w:p w14:paraId="300DC01E" w14:textId="77777777" w:rsidR="00387424" w:rsidRPr="00A52DFF" w:rsidRDefault="00387424" w:rsidP="001A1DA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A52DFF">
              <w:rPr>
                <w:rFonts w:ascii="Poppins" w:hAnsi="Poppins" w:cs="Poppins"/>
                <w:color w:val="000000"/>
              </w:rPr>
              <w:t>Potenza massima assorbita 180 W</w:t>
            </w:r>
          </w:p>
          <w:p w14:paraId="1A8FFB12" w14:textId="77777777" w:rsidR="00387424" w:rsidRPr="00A52DFF" w:rsidRDefault="00387424" w:rsidP="001A1DA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A52DFF">
              <w:rPr>
                <w:rFonts w:ascii="Poppins" w:hAnsi="Poppins" w:cs="Poppins"/>
                <w:color w:val="000000"/>
              </w:rPr>
              <w:t>Corrente massima assorbita 1,4 A</w:t>
            </w:r>
          </w:p>
          <w:p w14:paraId="209F8F8C" w14:textId="77777777" w:rsidR="00387424" w:rsidRPr="00A52DFF" w:rsidRDefault="00387424" w:rsidP="001A1DA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52DFF">
              <w:rPr>
                <w:rFonts w:ascii="Poppins" w:hAnsi="Poppins" w:cs="Poppins"/>
              </w:rPr>
              <w:t xml:space="preserve">Livello di potenza sonora </w:t>
            </w:r>
            <w:r w:rsidRPr="00A52DFF">
              <w:rPr>
                <w:rFonts w:ascii="Poppins" w:hAnsi="Poppins" w:cs="Poppins"/>
                <w:color w:val="000000"/>
              </w:rPr>
              <w:t>med (min- max) 64 (56- 70)</w:t>
            </w:r>
            <w:r w:rsidRPr="00A52DFF">
              <w:rPr>
                <w:rFonts w:ascii="Poppins" w:hAnsi="Poppins" w:cs="Poppins"/>
              </w:rPr>
              <w:t xml:space="preserve"> dB(A)</w:t>
            </w:r>
          </w:p>
          <w:p w14:paraId="2452B591" w14:textId="3FF72839" w:rsidR="00387424" w:rsidRPr="00A52DFF" w:rsidRDefault="00387424" w:rsidP="001A1DA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52DFF">
              <w:rPr>
                <w:rFonts w:ascii="Poppins" w:hAnsi="Poppins" w:cs="Poppins"/>
              </w:rPr>
              <w:t>Livello di pressione sonora med (min- max) 47 (39- 53) dB(A) - valori riferiti a fattore di direzionalità pari a 2 in campo chiuso, costante d’ambiente 300 m2 e distanza pari a 5 m</w:t>
            </w:r>
          </w:p>
          <w:p w14:paraId="140C4F00" w14:textId="77777777" w:rsidR="00387424" w:rsidRPr="00A52DFF" w:rsidRDefault="00387424" w:rsidP="001A1DA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A52DFF">
              <w:rPr>
                <w:rFonts w:ascii="Poppins" w:hAnsi="Poppins" w:cs="Poppins"/>
                <w:color w:val="000000"/>
              </w:rPr>
              <w:t>Dimensioni (LxHxP) 808x605x275 mm</w:t>
            </w:r>
          </w:p>
          <w:p w14:paraId="373F65E1" w14:textId="77777777" w:rsidR="00387424" w:rsidRPr="00A52DFF" w:rsidRDefault="00387424" w:rsidP="001A1DA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A52DFF">
              <w:rPr>
                <w:rFonts w:ascii="Poppins" w:hAnsi="Poppins" w:cs="Poppins"/>
                <w:color w:val="000000"/>
              </w:rPr>
              <w:t>Peso 39 kg</w:t>
            </w:r>
          </w:p>
          <w:p w14:paraId="16342908" w14:textId="26509761" w:rsidR="00387424" w:rsidRPr="00A52DFF" w:rsidRDefault="00387424" w:rsidP="001A1DA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A52DFF">
              <w:rPr>
                <w:rFonts w:ascii="Poppins" w:hAnsi="Poppins" w:cs="Poppins"/>
                <w:color w:val="000000"/>
              </w:rPr>
              <w:t xml:space="preserve">Attacchi ingresso e uscita acqua: </w:t>
            </w:r>
            <w:r w:rsidR="00A52DFF">
              <w:rPr>
                <w:rFonts w:ascii="Poppins" w:hAnsi="Poppins" w:cs="Poppins"/>
                <w:color w:val="000000"/>
              </w:rPr>
              <w:t>3/4</w:t>
            </w:r>
            <w:r w:rsidRPr="00A52DFF">
              <w:rPr>
                <w:rFonts w:ascii="Poppins" w:hAnsi="Poppins" w:cs="Poppins"/>
                <w:color w:val="000000"/>
              </w:rPr>
              <w:t>” F, di serie a sinistra</w:t>
            </w:r>
          </w:p>
          <w:p w14:paraId="6A16C589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06A50A5D" w14:textId="7D27716E" w:rsidR="00387424" w:rsidRPr="00387424" w:rsidRDefault="00387424" w:rsidP="00387424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387424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2A6A88">
              <w:rPr>
                <w:rFonts w:ascii="Poppins" w:hAnsi="Poppins" w:cs="Poppins"/>
                <w:b/>
                <w:sz w:val="20"/>
              </w:rPr>
              <w:t>Emmeti</w:t>
            </w:r>
            <w:r w:rsidRPr="00387424">
              <w:rPr>
                <w:rFonts w:ascii="Poppins" w:hAnsi="Poppins" w:cs="Poppins"/>
                <w:b/>
                <w:sz w:val="20"/>
              </w:rPr>
              <w:t xml:space="preserve"> – Modello Unità termoventilante UTO EC-AP 08-08 o equivalente</w:t>
            </w:r>
            <w:r w:rsidR="00A52DFF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87424" w14:paraId="725B8CC9" w14:textId="77777777" w:rsidTr="00387424">
        <w:tc>
          <w:tcPr>
            <w:tcW w:w="1373" w:type="dxa"/>
          </w:tcPr>
          <w:p w14:paraId="700954B2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387424">
              <w:rPr>
                <w:rFonts w:ascii="Poppins" w:hAnsi="Poppins" w:cs="Poppins"/>
                <w:bCs/>
                <w:sz w:val="20"/>
              </w:rPr>
              <w:lastRenderedPageBreak/>
              <w:t>07610040</w:t>
            </w:r>
          </w:p>
        </w:tc>
        <w:tc>
          <w:tcPr>
            <w:tcW w:w="2563" w:type="dxa"/>
          </w:tcPr>
          <w:p w14:paraId="310328ED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387424">
              <w:rPr>
                <w:rFonts w:ascii="Poppins" w:hAnsi="Poppins" w:cs="Poppins"/>
                <w:bCs/>
                <w:sz w:val="20"/>
              </w:rPr>
              <w:t>UNITÀ TERMOVENTILANTE UTO EC-AP 12-09</w:t>
            </w:r>
          </w:p>
        </w:tc>
        <w:tc>
          <w:tcPr>
            <w:tcW w:w="5562" w:type="dxa"/>
          </w:tcPr>
          <w:p w14:paraId="6145D41A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Unità terminale (termoventilante) da incasso per installazione orizzontale a soffitto, con tecnologia DC-Inverter, con aspirazione aria posteriore.</w:t>
            </w:r>
          </w:p>
          <w:p w14:paraId="4EE6D8A3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Predisposta per il collegamento con termostato ambiente (fornito separatamente) TAM-15 (digitale), con uscite 0-10 V, per controllo temperatura ambiente, velocità ventilatore, modalità di funzionamento, etc. oppure con il sistema digitale IdroLAN (fornito separatamente) per il controllo e la gestione completa, singola o centralizzata, della stessa unità terminale ad aria.</w:t>
            </w:r>
          </w:p>
          <w:p w14:paraId="0911D456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 xml:space="preserve">Motore a magneti permanenti ad alta efficienza, brushless, a regolazione di velocità e potenza mediante dispositivo elettronico PWM, con riduzione della rumorosità e dei consumi elettrici, con accoppiamento al/i gruppo/i ventilante/i con </w:t>
            </w:r>
            <w:r w:rsidRPr="00387424">
              <w:rPr>
                <w:rFonts w:ascii="Poppins" w:hAnsi="Poppins" w:cs="Poppins"/>
                <w:sz w:val="20"/>
              </w:rPr>
              <w:lastRenderedPageBreak/>
              <w:t>ventilatore centrifugo a doppia aspirazione, a pale curve avanti, in plastica, di ultima generazione.</w:t>
            </w:r>
          </w:p>
          <w:p w14:paraId="0C0BA908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Batteria di scambio termico ad acqua in tubi di rame e alettatura a pacco d’alluminio, turbolenziata, ad alta efficienza, con possibilità di rotazione sx-dx. Valvole di sfiato manuali.</w:t>
            </w:r>
          </w:p>
          <w:p w14:paraId="36605DD1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Struttura portante in lamiera zincata, ad alto spessore con fori pretranciati e asole per il fissaggio, completa di isolamento termoacustico.</w:t>
            </w:r>
          </w:p>
          <w:p w14:paraId="29FBE076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Filtro aria in fibra acrilica (classe di efficienza G3) e bacinelle raccolta condensa, termicamente isolata, per installazione orizzontale.</w:t>
            </w:r>
          </w:p>
          <w:p w14:paraId="3EDED7EC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060E5666" w14:textId="07EEE9E8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387424">
              <w:rPr>
                <w:rFonts w:ascii="Poppins" w:hAnsi="Poppins" w:cs="Poppins"/>
                <w:b/>
              </w:rPr>
              <w:t>Dati tecnici</w:t>
            </w:r>
            <w:r w:rsidR="00EC1DD9">
              <w:rPr>
                <w:rFonts w:ascii="Poppins" w:hAnsi="Poppins" w:cs="Poppins"/>
                <w:b/>
              </w:rPr>
              <w:t>:</w:t>
            </w:r>
          </w:p>
          <w:p w14:paraId="6F153C7A" w14:textId="77777777" w:rsidR="00387424" w:rsidRPr="00EC1DD9" w:rsidRDefault="00387424" w:rsidP="001A1DA7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EC1DD9">
              <w:rPr>
                <w:rFonts w:ascii="Poppins" w:hAnsi="Poppins" w:cs="Poppins"/>
                <w:color w:val="000000"/>
              </w:rPr>
              <w:t>Potenza frigorifera med (min- max) 8,02 (5,88- 8,69) kW</w:t>
            </w:r>
          </w:p>
          <w:p w14:paraId="1CBE01B8" w14:textId="77777777" w:rsidR="00387424" w:rsidRPr="00EC1DD9" w:rsidRDefault="00387424" w:rsidP="001A1DA7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EC1DD9">
              <w:rPr>
                <w:rFonts w:ascii="Poppins" w:hAnsi="Poppins" w:cs="Poppins"/>
                <w:color w:val="000000"/>
              </w:rPr>
              <w:t>Portata d’acqua max velocità 1495 l/h</w:t>
            </w:r>
          </w:p>
          <w:p w14:paraId="0B29C588" w14:textId="6C289B80" w:rsidR="00387424" w:rsidRPr="00EC1DD9" w:rsidRDefault="00387424" w:rsidP="001A1DA7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EC1DD9">
              <w:rPr>
                <w:rFonts w:ascii="Poppins" w:hAnsi="Poppins" w:cs="Poppins"/>
                <w:color w:val="000000"/>
              </w:rPr>
              <w:t>Perdita di carico max velocità 14,7 kPa</w:t>
            </w:r>
            <w:r w:rsidR="00EC1DD9" w:rsidRPr="00EC1DD9">
              <w:rPr>
                <w:rFonts w:ascii="Poppins" w:hAnsi="Poppins" w:cs="Poppins"/>
                <w:color w:val="000000"/>
              </w:rPr>
              <w:t xml:space="preserve"> </w:t>
            </w:r>
            <w:r w:rsidRPr="00EC1DD9">
              <w:rPr>
                <w:rFonts w:ascii="Poppins" w:hAnsi="Poppins" w:cs="Poppins"/>
              </w:rPr>
              <w:t>(temperatura acqua 7/12 °C; temperatura aria 27 °C b.s./19 °C b.u.)</w:t>
            </w:r>
          </w:p>
          <w:p w14:paraId="5C8BAF52" w14:textId="77777777" w:rsidR="00387424" w:rsidRPr="00EC1DD9" w:rsidRDefault="00387424" w:rsidP="001A1DA7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EC1DD9">
              <w:rPr>
                <w:rFonts w:ascii="Poppins" w:hAnsi="Poppins" w:cs="Poppins"/>
                <w:color w:val="000000"/>
              </w:rPr>
              <w:t>Potenza termica med (min- max) 9,25 (6,65- 10,08) kW</w:t>
            </w:r>
          </w:p>
          <w:p w14:paraId="75D1D07A" w14:textId="77777777" w:rsidR="00387424" w:rsidRPr="00EC1DD9" w:rsidRDefault="00387424" w:rsidP="001A1DA7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EC1DD9">
              <w:rPr>
                <w:rFonts w:ascii="Poppins" w:hAnsi="Poppins" w:cs="Poppins"/>
                <w:color w:val="000000"/>
              </w:rPr>
              <w:t>Portata d’acqua max velocità 1733 l/h</w:t>
            </w:r>
          </w:p>
          <w:p w14:paraId="2F5582A4" w14:textId="7652CD2B" w:rsidR="00387424" w:rsidRPr="00EC1DD9" w:rsidRDefault="00387424" w:rsidP="001A1DA7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EC1DD9">
              <w:rPr>
                <w:rFonts w:ascii="Poppins" w:hAnsi="Poppins" w:cs="Poppins"/>
                <w:color w:val="000000"/>
              </w:rPr>
              <w:t>Perdita di carico max velocità 17,2 kPa</w:t>
            </w:r>
            <w:r w:rsidR="00EC1DD9" w:rsidRPr="00EC1DD9">
              <w:rPr>
                <w:rFonts w:ascii="Poppins" w:hAnsi="Poppins" w:cs="Poppins"/>
                <w:color w:val="000000"/>
              </w:rPr>
              <w:t xml:space="preserve"> </w:t>
            </w:r>
            <w:r w:rsidRPr="00EC1DD9">
              <w:rPr>
                <w:rFonts w:ascii="Poppins" w:hAnsi="Poppins" w:cs="Poppins"/>
              </w:rPr>
              <w:t>(temperatura acqua 45/40 °C; temperatura aria 20 °C)</w:t>
            </w:r>
          </w:p>
          <w:p w14:paraId="7E818A91" w14:textId="77777777" w:rsidR="00387424" w:rsidRPr="00EC1DD9" w:rsidRDefault="00387424" w:rsidP="001A1DA7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EC1DD9">
              <w:rPr>
                <w:rFonts w:ascii="Poppins" w:hAnsi="Poppins" w:cs="Poppins"/>
                <w:color w:val="000000"/>
              </w:rPr>
              <w:t>Portata d’aria med (min- max) 1436 (869- 1634) m3/h</w:t>
            </w:r>
          </w:p>
          <w:p w14:paraId="4AADD755" w14:textId="77777777" w:rsidR="00387424" w:rsidRPr="00EC1DD9" w:rsidRDefault="00387424" w:rsidP="001A1DA7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EC1DD9">
              <w:rPr>
                <w:rFonts w:ascii="Poppins" w:hAnsi="Poppins" w:cs="Poppins"/>
                <w:color w:val="000000"/>
              </w:rPr>
              <w:t>Pressione statica utile max 100 Pa</w:t>
            </w:r>
          </w:p>
          <w:p w14:paraId="0A2ABF0F" w14:textId="77777777" w:rsidR="00387424" w:rsidRPr="00EC1DD9" w:rsidRDefault="00387424" w:rsidP="001A1DA7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 w:themeColor="text1"/>
              </w:rPr>
            </w:pPr>
            <w:r w:rsidRPr="00EC1DD9">
              <w:rPr>
                <w:rFonts w:ascii="Poppins" w:hAnsi="Poppins" w:cs="Poppins"/>
                <w:color w:val="000000" w:themeColor="text1"/>
              </w:rPr>
              <w:t>N° ventilatori: 2</w:t>
            </w:r>
          </w:p>
          <w:p w14:paraId="24F05A7F" w14:textId="77777777" w:rsidR="00387424" w:rsidRPr="00EC1DD9" w:rsidRDefault="00387424" w:rsidP="001A1DA7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EC1DD9">
              <w:rPr>
                <w:rFonts w:ascii="Poppins" w:hAnsi="Poppins" w:cs="Poppins"/>
                <w:color w:val="000000"/>
              </w:rPr>
              <w:t>Tensione alimentazione 230/1/50 V/Ph/Hz</w:t>
            </w:r>
          </w:p>
          <w:p w14:paraId="33CC8EE2" w14:textId="77777777" w:rsidR="00387424" w:rsidRPr="00EC1DD9" w:rsidRDefault="00387424" w:rsidP="001A1DA7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EC1DD9">
              <w:rPr>
                <w:rFonts w:ascii="Poppins" w:hAnsi="Poppins" w:cs="Poppins"/>
                <w:color w:val="000000"/>
              </w:rPr>
              <w:t>Potenza massima assorbita 400 W</w:t>
            </w:r>
          </w:p>
          <w:p w14:paraId="49923849" w14:textId="77777777" w:rsidR="00387424" w:rsidRPr="00EC1DD9" w:rsidRDefault="00387424" w:rsidP="001A1DA7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EC1DD9">
              <w:rPr>
                <w:rFonts w:ascii="Poppins" w:hAnsi="Poppins" w:cs="Poppins"/>
                <w:color w:val="000000"/>
              </w:rPr>
              <w:t>Corrente massima assorbita 1,4 A</w:t>
            </w:r>
          </w:p>
          <w:p w14:paraId="09862D9A" w14:textId="77777777" w:rsidR="00387424" w:rsidRPr="00EC1DD9" w:rsidRDefault="00387424" w:rsidP="001A1DA7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EC1DD9">
              <w:rPr>
                <w:rFonts w:ascii="Poppins" w:hAnsi="Poppins" w:cs="Poppins"/>
              </w:rPr>
              <w:t xml:space="preserve">Livello di potenza sonora </w:t>
            </w:r>
            <w:r w:rsidRPr="00EC1DD9">
              <w:rPr>
                <w:rFonts w:ascii="Poppins" w:hAnsi="Poppins" w:cs="Poppins"/>
                <w:color w:val="000000"/>
              </w:rPr>
              <w:t>med (min- max) 68 (57- 72)</w:t>
            </w:r>
            <w:r w:rsidRPr="00EC1DD9">
              <w:rPr>
                <w:rFonts w:ascii="Poppins" w:hAnsi="Poppins" w:cs="Poppins"/>
              </w:rPr>
              <w:t xml:space="preserve"> dB(A)</w:t>
            </w:r>
          </w:p>
          <w:p w14:paraId="7B9021B1" w14:textId="2DE0EEE1" w:rsidR="00387424" w:rsidRPr="00EC1DD9" w:rsidRDefault="00387424" w:rsidP="001A1DA7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EC1DD9">
              <w:rPr>
                <w:rFonts w:ascii="Poppins" w:hAnsi="Poppins" w:cs="Poppins"/>
              </w:rPr>
              <w:t>Livello di pressione sonora med (min- max) 51 (40- 55) dB(A) - valori riferiti a fattore di direzionalità pari a 2 in campo chiuso, costante d’ambiente 300 m2 e distanza pari a 5 m</w:t>
            </w:r>
          </w:p>
          <w:p w14:paraId="63697EB5" w14:textId="77777777" w:rsidR="00387424" w:rsidRPr="00EC1DD9" w:rsidRDefault="00387424" w:rsidP="001A1DA7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EC1DD9">
              <w:rPr>
                <w:rFonts w:ascii="Poppins" w:hAnsi="Poppins" w:cs="Poppins"/>
                <w:color w:val="000000"/>
              </w:rPr>
              <w:t>Dimensioni (LxHxP) 1208x605x275 mm</w:t>
            </w:r>
          </w:p>
          <w:p w14:paraId="612EC5E3" w14:textId="77777777" w:rsidR="00387424" w:rsidRPr="00EC1DD9" w:rsidRDefault="00387424" w:rsidP="001A1DA7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EC1DD9">
              <w:rPr>
                <w:rFonts w:ascii="Poppins" w:hAnsi="Poppins" w:cs="Poppins"/>
                <w:color w:val="000000"/>
              </w:rPr>
              <w:t>Peso 51 kg</w:t>
            </w:r>
          </w:p>
          <w:p w14:paraId="5A6A7107" w14:textId="06118883" w:rsidR="00387424" w:rsidRPr="00EC1DD9" w:rsidRDefault="00387424" w:rsidP="001A1DA7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EC1DD9">
              <w:rPr>
                <w:rFonts w:ascii="Poppins" w:hAnsi="Poppins" w:cs="Poppins"/>
                <w:color w:val="000000"/>
              </w:rPr>
              <w:lastRenderedPageBreak/>
              <w:t xml:space="preserve">Attacchi ingresso e uscita acqua: </w:t>
            </w:r>
            <w:r w:rsidR="00A52DFF" w:rsidRPr="00EC1DD9">
              <w:rPr>
                <w:rFonts w:ascii="Poppins" w:hAnsi="Poppins" w:cs="Poppins"/>
                <w:color w:val="000000"/>
              </w:rPr>
              <w:t>3/4</w:t>
            </w:r>
            <w:r w:rsidRPr="00EC1DD9">
              <w:rPr>
                <w:rFonts w:ascii="Poppins" w:hAnsi="Poppins" w:cs="Poppins"/>
                <w:color w:val="000000"/>
              </w:rPr>
              <w:t>” F, di serie a sinistra</w:t>
            </w:r>
          </w:p>
          <w:p w14:paraId="407EF209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61180A99" w14:textId="1952F1A1" w:rsidR="00387424" w:rsidRPr="00387424" w:rsidRDefault="00387424" w:rsidP="00387424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387424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2A6A88">
              <w:rPr>
                <w:rFonts w:ascii="Poppins" w:hAnsi="Poppins" w:cs="Poppins"/>
                <w:b/>
                <w:sz w:val="20"/>
              </w:rPr>
              <w:t>Emmeti</w:t>
            </w:r>
            <w:r w:rsidRPr="00387424">
              <w:rPr>
                <w:rFonts w:ascii="Poppins" w:hAnsi="Poppins" w:cs="Poppins"/>
                <w:b/>
                <w:sz w:val="20"/>
              </w:rPr>
              <w:t xml:space="preserve"> – Modello Unità termoventilante UTO EC-AP 12-09 o equivalente</w:t>
            </w:r>
            <w:r w:rsidR="00EC1DD9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87424" w:rsidRPr="007E69BB" w14:paraId="753788C6" w14:textId="77777777" w:rsidTr="00387424">
        <w:tc>
          <w:tcPr>
            <w:tcW w:w="1373" w:type="dxa"/>
          </w:tcPr>
          <w:p w14:paraId="3D34E8DD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387424">
              <w:rPr>
                <w:rFonts w:ascii="Poppins" w:hAnsi="Poppins" w:cs="Poppins"/>
                <w:bCs/>
                <w:sz w:val="20"/>
              </w:rPr>
              <w:lastRenderedPageBreak/>
              <w:t>07610050</w:t>
            </w:r>
          </w:p>
        </w:tc>
        <w:tc>
          <w:tcPr>
            <w:tcW w:w="2563" w:type="dxa"/>
          </w:tcPr>
          <w:p w14:paraId="31D64B37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387424">
              <w:rPr>
                <w:rFonts w:ascii="Poppins" w:hAnsi="Poppins" w:cs="Poppins"/>
                <w:bCs/>
                <w:sz w:val="20"/>
              </w:rPr>
              <w:t>UNITÀ TERMOVENTILANTE UTO EC-AP 12-12</w:t>
            </w:r>
          </w:p>
        </w:tc>
        <w:tc>
          <w:tcPr>
            <w:tcW w:w="5562" w:type="dxa"/>
          </w:tcPr>
          <w:p w14:paraId="05104A29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Unità terminale (termoventilante) da incasso per installazione orizzontale a soffitto, con tecnologia DC-Inverter, con aspirazione aria posteriore.</w:t>
            </w:r>
          </w:p>
          <w:p w14:paraId="5CF9BDD1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Predisposta per il collegamento con termostato ambiente (fornito separatamente) TAM-15 (digitale), con uscite 0-10 V, per controllo temperatura ambiente, velocità ventilatore, modalità di funzionamento, etc. oppure con il sistema digitale IdroLAN (fornito separatamente) per il controllo e la gestione completa, singola o centralizzata, della stessa unità terminale ad aria.</w:t>
            </w:r>
          </w:p>
          <w:p w14:paraId="73F3DA3B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Motore a magneti permanenti ad alta efficienza, brushless, a regolazione di velocità e potenza mediante dispositivo elettronico PWM, con riduzione della rumorosità e dei consumi elettrici, con accoppiamento al/i gruppo/i ventilante/i con ventilatore centrifugo a doppia aspirazione, a pale curve avanti, in plastica, di ultima generazione.</w:t>
            </w:r>
          </w:p>
          <w:p w14:paraId="6D080B6F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Batteria di scambio termico ad acqua in tubi di rame e alettatura a pacco d’alluminio, turbolenziata, ad alta efficienza, con possibilità di rotazione sx-dx. Valvole di sfiato manuali.</w:t>
            </w:r>
          </w:p>
          <w:p w14:paraId="68AB80DB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Struttura portante in lamiera zincata, ad alto spessore con fori pretranciati e asole per il fissaggio, completa di isolamento termoacustico.</w:t>
            </w:r>
          </w:p>
          <w:p w14:paraId="167B422E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Filtro aria in fibra acrilica (classe di efficienza G3) e bacinelle raccolta condensa, termicamente isolata, per installazione orizzontale.</w:t>
            </w:r>
          </w:p>
          <w:p w14:paraId="11A6926A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3E4BACB9" w14:textId="56CF874F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387424">
              <w:rPr>
                <w:rFonts w:ascii="Poppins" w:hAnsi="Poppins" w:cs="Poppins"/>
                <w:b/>
              </w:rPr>
              <w:t>Dati tecnici</w:t>
            </w:r>
            <w:r w:rsidR="0025330F">
              <w:rPr>
                <w:rFonts w:ascii="Poppins" w:hAnsi="Poppins" w:cs="Poppins"/>
                <w:b/>
              </w:rPr>
              <w:t>:</w:t>
            </w:r>
          </w:p>
          <w:p w14:paraId="782E023B" w14:textId="77777777" w:rsidR="00387424" w:rsidRPr="0025330F" w:rsidRDefault="00387424" w:rsidP="001A1DA7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25330F">
              <w:rPr>
                <w:rFonts w:ascii="Poppins" w:hAnsi="Poppins" w:cs="Poppins"/>
                <w:color w:val="000000"/>
              </w:rPr>
              <w:t>Potenza frigorifera med (min- max) 10,56 (7,90- 11,37) kW</w:t>
            </w:r>
          </w:p>
          <w:p w14:paraId="18188726" w14:textId="77777777" w:rsidR="00387424" w:rsidRPr="0025330F" w:rsidRDefault="00387424" w:rsidP="001A1DA7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25330F">
              <w:rPr>
                <w:rFonts w:ascii="Poppins" w:hAnsi="Poppins" w:cs="Poppins"/>
                <w:color w:val="000000"/>
              </w:rPr>
              <w:t>Portata d’acqua max velocità 1955 l/h</w:t>
            </w:r>
          </w:p>
          <w:p w14:paraId="6DC23408" w14:textId="11432733" w:rsidR="00387424" w:rsidRPr="0025330F" w:rsidRDefault="00387424" w:rsidP="001A1DA7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25330F">
              <w:rPr>
                <w:rFonts w:ascii="Poppins" w:hAnsi="Poppins" w:cs="Poppins"/>
                <w:color w:val="000000"/>
              </w:rPr>
              <w:t>Perdita di carico max velocità 21,5 kPa</w:t>
            </w:r>
            <w:r w:rsidR="0025330F" w:rsidRPr="0025330F">
              <w:rPr>
                <w:rFonts w:ascii="Poppins" w:hAnsi="Poppins" w:cs="Poppins"/>
                <w:color w:val="000000"/>
              </w:rPr>
              <w:t xml:space="preserve"> </w:t>
            </w:r>
            <w:r w:rsidRPr="0025330F">
              <w:rPr>
                <w:rFonts w:ascii="Poppins" w:hAnsi="Poppins" w:cs="Poppins"/>
              </w:rPr>
              <w:t>(temperatura acqua 7/12 °C; temperatura aria 27 °C b.s./19 °C b.u.)</w:t>
            </w:r>
          </w:p>
          <w:p w14:paraId="4E52F94A" w14:textId="77777777" w:rsidR="00387424" w:rsidRPr="0025330F" w:rsidRDefault="00387424" w:rsidP="001A1DA7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25330F">
              <w:rPr>
                <w:rFonts w:ascii="Poppins" w:hAnsi="Poppins" w:cs="Poppins"/>
                <w:color w:val="000000"/>
              </w:rPr>
              <w:lastRenderedPageBreak/>
              <w:t>Potenza termica med (min- max) 11,95 (8,78- 12,93) kW</w:t>
            </w:r>
          </w:p>
          <w:p w14:paraId="6032602D" w14:textId="77777777" w:rsidR="00387424" w:rsidRPr="0025330F" w:rsidRDefault="00387424" w:rsidP="001A1DA7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25330F">
              <w:rPr>
                <w:rFonts w:ascii="Poppins" w:hAnsi="Poppins" w:cs="Poppins"/>
                <w:color w:val="000000"/>
              </w:rPr>
              <w:t>Portata d’acqua max velocità 2223 l/h</w:t>
            </w:r>
          </w:p>
          <w:p w14:paraId="342C6438" w14:textId="698A4BDE" w:rsidR="00387424" w:rsidRPr="0025330F" w:rsidRDefault="00387424" w:rsidP="001A1DA7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25330F">
              <w:rPr>
                <w:rFonts w:ascii="Poppins" w:hAnsi="Poppins" w:cs="Poppins"/>
                <w:color w:val="000000"/>
              </w:rPr>
              <w:t>Perdita di carico max velocità 24,1 kPa</w:t>
            </w:r>
            <w:r w:rsidR="0025330F" w:rsidRPr="0025330F">
              <w:rPr>
                <w:rFonts w:ascii="Poppins" w:hAnsi="Poppins" w:cs="Poppins"/>
                <w:color w:val="000000"/>
              </w:rPr>
              <w:t xml:space="preserve"> </w:t>
            </w:r>
            <w:r w:rsidRPr="0025330F">
              <w:rPr>
                <w:rFonts w:ascii="Poppins" w:hAnsi="Poppins" w:cs="Poppins"/>
              </w:rPr>
              <w:t>(temperatura acqua 45/40 °C; temperatura aria 20 °C)</w:t>
            </w:r>
          </w:p>
          <w:p w14:paraId="260D9136" w14:textId="77777777" w:rsidR="00387424" w:rsidRPr="0025330F" w:rsidRDefault="00387424" w:rsidP="001A1DA7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25330F">
              <w:rPr>
                <w:rFonts w:ascii="Poppins" w:hAnsi="Poppins" w:cs="Poppins"/>
                <w:color w:val="000000"/>
              </w:rPr>
              <w:t>Portata d’aria med (min- max) 1668 (1044- 1878) m3/h</w:t>
            </w:r>
          </w:p>
          <w:p w14:paraId="7188886D" w14:textId="77777777" w:rsidR="00387424" w:rsidRPr="0025330F" w:rsidRDefault="00387424" w:rsidP="001A1DA7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25330F">
              <w:rPr>
                <w:rFonts w:ascii="Poppins" w:hAnsi="Poppins" w:cs="Poppins"/>
                <w:color w:val="000000"/>
              </w:rPr>
              <w:t>Pressione statica utile max 100 Pa</w:t>
            </w:r>
          </w:p>
          <w:p w14:paraId="1DE6A633" w14:textId="77777777" w:rsidR="00387424" w:rsidRPr="0025330F" w:rsidRDefault="00387424" w:rsidP="001A1DA7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 w:themeColor="text1"/>
              </w:rPr>
            </w:pPr>
            <w:r w:rsidRPr="0025330F">
              <w:rPr>
                <w:rFonts w:ascii="Poppins" w:hAnsi="Poppins" w:cs="Poppins"/>
                <w:color w:val="000000" w:themeColor="text1"/>
              </w:rPr>
              <w:t>N° ventilatori: 2</w:t>
            </w:r>
          </w:p>
          <w:p w14:paraId="3482BBE2" w14:textId="77777777" w:rsidR="00387424" w:rsidRPr="0025330F" w:rsidRDefault="00387424" w:rsidP="001A1DA7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25330F">
              <w:rPr>
                <w:rFonts w:ascii="Poppins" w:hAnsi="Poppins" w:cs="Poppins"/>
                <w:color w:val="000000"/>
              </w:rPr>
              <w:t>Tensione alimentazione 230/1/50 V/Ph/Hz</w:t>
            </w:r>
          </w:p>
          <w:p w14:paraId="166EA046" w14:textId="77777777" w:rsidR="00387424" w:rsidRPr="0025330F" w:rsidRDefault="00387424" w:rsidP="001A1DA7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25330F">
              <w:rPr>
                <w:rFonts w:ascii="Poppins" w:hAnsi="Poppins" w:cs="Poppins"/>
                <w:color w:val="000000"/>
              </w:rPr>
              <w:t>Potenza massima assorbita 400 W</w:t>
            </w:r>
          </w:p>
          <w:p w14:paraId="2D0768BC" w14:textId="77777777" w:rsidR="00387424" w:rsidRPr="0025330F" w:rsidRDefault="00387424" w:rsidP="001A1DA7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25330F">
              <w:rPr>
                <w:rFonts w:ascii="Poppins" w:hAnsi="Poppins" w:cs="Poppins"/>
                <w:color w:val="000000"/>
              </w:rPr>
              <w:t>Corrente massima assorbita 1,4 A</w:t>
            </w:r>
          </w:p>
          <w:p w14:paraId="1049BCD5" w14:textId="77777777" w:rsidR="00387424" w:rsidRPr="0025330F" w:rsidRDefault="00387424" w:rsidP="001A1DA7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25330F">
              <w:rPr>
                <w:rFonts w:ascii="Poppins" w:hAnsi="Poppins" w:cs="Poppins"/>
              </w:rPr>
              <w:t xml:space="preserve">Livello di potenza sonora </w:t>
            </w:r>
            <w:r w:rsidRPr="0025330F">
              <w:rPr>
                <w:rFonts w:ascii="Poppins" w:hAnsi="Poppins" w:cs="Poppins"/>
                <w:color w:val="000000"/>
              </w:rPr>
              <w:t>med (min- max) 69 (58- 73)</w:t>
            </w:r>
            <w:r w:rsidRPr="0025330F">
              <w:rPr>
                <w:rFonts w:ascii="Poppins" w:hAnsi="Poppins" w:cs="Poppins"/>
              </w:rPr>
              <w:t xml:space="preserve"> dB(A)</w:t>
            </w:r>
          </w:p>
          <w:p w14:paraId="77DDE442" w14:textId="48A842C7" w:rsidR="00387424" w:rsidRPr="0025330F" w:rsidRDefault="00387424" w:rsidP="001A1DA7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25330F">
              <w:rPr>
                <w:rFonts w:ascii="Poppins" w:hAnsi="Poppins" w:cs="Poppins"/>
              </w:rPr>
              <w:t>Livello di pressione sonora med (min- max) 52 (41- 56) dB(A) - valori riferiti a fattore di direzionalità pari a 2 in campo chiuso, costante d’ambiente 300 m2 e distanza pari a 5 m</w:t>
            </w:r>
          </w:p>
          <w:p w14:paraId="168AB09D" w14:textId="77777777" w:rsidR="00387424" w:rsidRPr="0025330F" w:rsidRDefault="00387424" w:rsidP="001A1DA7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25330F">
              <w:rPr>
                <w:rFonts w:ascii="Poppins" w:hAnsi="Poppins" w:cs="Poppins"/>
                <w:color w:val="000000"/>
              </w:rPr>
              <w:t>Dimensioni (LxHxP) 1208x605x275 mm</w:t>
            </w:r>
          </w:p>
          <w:p w14:paraId="61A63B98" w14:textId="77777777" w:rsidR="00387424" w:rsidRPr="0025330F" w:rsidRDefault="00387424" w:rsidP="001A1DA7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25330F">
              <w:rPr>
                <w:rFonts w:ascii="Poppins" w:hAnsi="Poppins" w:cs="Poppins"/>
                <w:color w:val="000000"/>
              </w:rPr>
              <w:t>Peso 53 kg</w:t>
            </w:r>
          </w:p>
          <w:p w14:paraId="414917C7" w14:textId="2A9D1AF3" w:rsidR="00387424" w:rsidRPr="0025330F" w:rsidRDefault="00387424" w:rsidP="001A1DA7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25330F">
              <w:rPr>
                <w:rFonts w:ascii="Poppins" w:hAnsi="Poppins" w:cs="Poppins"/>
                <w:color w:val="000000"/>
              </w:rPr>
              <w:t xml:space="preserve">Attacchi ingresso e uscita acqua: </w:t>
            </w:r>
            <w:r w:rsidR="00A52DFF" w:rsidRPr="0025330F">
              <w:rPr>
                <w:rFonts w:ascii="Poppins" w:hAnsi="Poppins" w:cs="Poppins"/>
                <w:color w:val="000000"/>
              </w:rPr>
              <w:t>3/4</w:t>
            </w:r>
            <w:r w:rsidRPr="0025330F">
              <w:rPr>
                <w:rFonts w:ascii="Poppins" w:hAnsi="Poppins" w:cs="Poppins"/>
                <w:color w:val="000000"/>
              </w:rPr>
              <w:t>” F, di serie a sinistra</w:t>
            </w:r>
          </w:p>
          <w:p w14:paraId="2C21F3CD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2D92D664" w14:textId="428B0657" w:rsidR="00387424" w:rsidRPr="00387424" w:rsidRDefault="00387424" w:rsidP="00387424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387424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2A6A88">
              <w:rPr>
                <w:rFonts w:ascii="Poppins" w:hAnsi="Poppins" w:cs="Poppins"/>
                <w:b/>
                <w:sz w:val="20"/>
              </w:rPr>
              <w:t>Emmeti</w:t>
            </w:r>
            <w:r w:rsidRPr="00387424">
              <w:rPr>
                <w:rFonts w:ascii="Poppins" w:hAnsi="Poppins" w:cs="Poppins"/>
                <w:b/>
                <w:sz w:val="20"/>
              </w:rPr>
              <w:t xml:space="preserve"> – Modello Unità termoventilante UTO EC-AP 12-12 o equivalente</w:t>
            </w:r>
            <w:r w:rsidR="0025330F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87424" w:rsidRPr="007E69BB" w14:paraId="3FE7E811" w14:textId="77777777" w:rsidTr="00387424">
        <w:tc>
          <w:tcPr>
            <w:tcW w:w="1373" w:type="dxa"/>
          </w:tcPr>
          <w:p w14:paraId="6E871AF3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387424">
              <w:rPr>
                <w:rFonts w:ascii="Poppins" w:hAnsi="Poppins" w:cs="Poppins"/>
                <w:bCs/>
                <w:sz w:val="20"/>
              </w:rPr>
              <w:lastRenderedPageBreak/>
              <w:t>07610060</w:t>
            </w:r>
          </w:p>
        </w:tc>
        <w:tc>
          <w:tcPr>
            <w:tcW w:w="2563" w:type="dxa"/>
          </w:tcPr>
          <w:p w14:paraId="5021C267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387424">
              <w:rPr>
                <w:rFonts w:ascii="Poppins" w:hAnsi="Poppins" w:cs="Poppins"/>
                <w:bCs/>
                <w:sz w:val="20"/>
              </w:rPr>
              <w:t>UNITÀ TERMOVENTILANTE UTO EC-AP 12-14</w:t>
            </w:r>
          </w:p>
        </w:tc>
        <w:tc>
          <w:tcPr>
            <w:tcW w:w="5562" w:type="dxa"/>
          </w:tcPr>
          <w:p w14:paraId="3A2BD970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Unità terminale (termoventilante) da incasso per installazione orizzontale a soffitto, con tecnologia DC-Inverter, con aspirazione aria posteriore.</w:t>
            </w:r>
          </w:p>
          <w:p w14:paraId="3F41665E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Predisposta per il collegamento con termostato ambiente (fornito separatamente) TAM-15 (digitale), con uscite 0-10 V, per controllo temperatura ambiente, velocità ventilatore, modalità di funzionamento, etc. oppure con il sistema digitale IdroLAN (fornito separatamente) per il controllo e la gestione completa, singola o centralizzata, della stessa unità terminale ad aria.</w:t>
            </w:r>
          </w:p>
          <w:p w14:paraId="4B010555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 xml:space="preserve">Motore a magneti permanenti ad alta efficienza, brushless, a regolazione di velocità e potenza mediante dispositivo elettronico PWM, con riduzione della rumorosità e dei consumi elettrici, con </w:t>
            </w:r>
            <w:r w:rsidRPr="00387424">
              <w:rPr>
                <w:rFonts w:ascii="Poppins" w:hAnsi="Poppins" w:cs="Poppins"/>
                <w:sz w:val="20"/>
              </w:rPr>
              <w:lastRenderedPageBreak/>
              <w:t>accoppiamento al/i gruppo/i ventilante/i con ventilatore centrifugo a doppia aspirazione, a pale curve avanti, in plastica, di ultima generazione.</w:t>
            </w:r>
          </w:p>
          <w:p w14:paraId="013657EA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Batteria di scambio termico ad acqua in tubi di rame e alettatura a pacco d’alluminio, turbolenziata, ad alta efficienza, con possibilità di rotazione sx-dx. Valvole di sfiato manuali.</w:t>
            </w:r>
          </w:p>
          <w:p w14:paraId="1CD74ACE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Struttura portante in lamiera zincata, ad alto spessore con fori pretranciati e asole per il fissaggio, completa di isolamento termoacustico.</w:t>
            </w:r>
          </w:p>
          <w:p w14:paraId="0A5D8D6B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Filtro aria in fibra acrilica (classe di efficienza G3) e bacinelle raccolta condensa, termicamente isolata, per installazione orizzontale.</w:t>
            </w:r>
          </w:p>
          <w:p w14:paraId="4206F2E9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1FA1BD36" w14:textId="52B49DBB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387424">
              <w:rPr>
                <w:rFonts w:ascii="Poppins" w:hAnsi="Poppins" w:cs="Poppins"/>
                <w:b/>
              </w:rPr>
              <w:t>Dati tecnici</w:t>
            </w:r>
            <w:r w:rsidR="00CF010E">
              <w:rPr>
                <w:rFonts w:ascii="Poppins" w:hAnsi="Poppins" w:cs="Poppins"/>
                <w:b/>
              </w:rPr>
              <w:t>:</w:t>
            </w:r>
          </w:p>
          <w:p w14:paraId="1AE47345" w14:textId="77777777" w:rsidR="00387424" w:rsidRPr="00CF010E" w:rsidRDefault="00387424" w:rsidP="001A1DA7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CF010E">
              <w:rPr>
                <w:rFonts w:ascii="Poppins" w:hAnsi="Poppins" w:cs="Poppins"/>
                <w:color w:val="000000"/>
              </w:rPr>
              <w:t>Potenza frigorifera med (min- max) 12,34 (9,25- 13,21) kW</w:t>
            </w:r>
          </w:p>
          <w:p w14:paraId="4926EFD0" w14:textId="77777777" w:rsidR="00387424" w:rsidRPr="00CF010E" w:rsidRDefault="00387424" w:rsidP="001A1DA7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CF010E">
              <w:rPr>
                <w:rFonts w:ascii="Poppins" w:hAnsi="Poppins" w:cs="Poppins"/>
                <w:color w:val="000000"/>
              </w:rPr>
              <w:t>Portata d’acqua max velocità 2272 l/h</w:t>
            </w:r>
          </w:p>
          <w:p w14:paraId="02D6CDD8" w14:textId="1FE77F70" w:rsidR="00387424" w:rsidRPr="00CF010E" w:rsidRDefault="00387424" w:rsidP="001A1DA7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CF010E">
              <w:rPr>
                <w:rFonts w:ascii="Poppins" w:hAnsi="Poppins" w:cs="Poppins"/>
                <w:color w:val="000000"/>
              </w:rPr>
              <w:t>Perdita di carico max velocità 16,9 kPa</w:t>
            </w:r>
            <w:r w:rsidR="00CF010E" w:rsidRPr="00CF010E">
              <w:rPr>
                <w:rFonts w:ascii="Poppins" w:hAnsi="Poppins" w:cs="Poppins"/>
                <w:color w:val="000000"/>
              </w:rPr>
              <w:t xml:space="preserve"> </w:t>
            </w:r>
            <w:r w:rsidRPr="00CF010E">
              <w:rPr>
                <w:rFonts w:ascii="Poppins" w:hAnsi="Poppins" w:cs="Poppins"/>
              </w:rPr>
              <w:t>(temperatura acqua 7/12 °C; temperatura aria 27 °C b.s./19 °C b.u.)</w:t>
            </w:r>
          </w:p>
          <w:p w14:paraId="05A37D50" w14:textId="77777777" w:rsidR="00387424" w:rsidRPr="00CF010E" w:rsidRDefault="00387424" w:rsidP="001A1DA7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CF010E">
              <w:rPr>
                <w:rFonts w:ascii="Poppins" w:hAnsi="Poppins" w:cs="Poppins"/>
                <w:color w:val="000000"/>
              </w:rPr>
              <w:t>Potenza termica med (min- max) 12,60 (9,28- 13,54) kW</w:t>
            </w:r>
          </w:p>
          <w:p w14:paraId="6C0B0F20" w14:textId="77777777" w:rsidR="00387424" w:rsidRPr="00CF010E" w:rsidRDefault="00387424" w:rsidP="001A1DA7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CF010E">
              <w:rPr>
                <w:rFonts w:ascii="Poppins" w:hAnsi="Poppins" w:cs="Poppins"/>
                <w:color w:val="000000"/>
              </w:rPr>
              <w:t>Portata d’acqua max velocità 2329 l/h</w:t>
            </w:r>
          </w:p>
          <w:p w14:paraId="3F9319DC" w14:textId="78D9796B" w:rsidR="00387424" w:rsidRPr="00CF010E" w:rsidRDefault="00387424" w:rsidP="001A1DA7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CF010E">
              <w:rPr>
                <w:rFonts w:ascii="Poppins" w:hAnsi="Poppins" w:cs="Poppins"/>
                <w:color w:val="000000"/>
              </w:rPr>
              <w:t>Perdita di carico max velocità 15,4 kPa</w:t>
            </w:r>
            <w:r w:rsidR="00CF010E" w:rsidRPr="00CF010E">
              <w:rPr>
                <w:rFonts w:ascii="Poppins" w:hAnsi="Poppins" w:cs="Poppins"/>
                <w:color w:val="000000"/>
              </w:rPr>
              <w:t xml:space="preserve"> </w:t>
            </w:r>
            <w:r w:rsidRPr="00CF010E">
              <w:rPr>
                <w:rFonts w:ascii="Poppins" w:hAnsi="Poppins" w:cs="Poppins"/>
              </w:rPr>
              <w:t>(temperatura acqua 45/40 °C; temperatura aria 20 °C)</w:t>
            </w:r>
          </w:p>
          <w:p w14:paraId="0953DA2D" w14:textId="77777777" w:rsidR="00387424" w:rsidRPr="00CF010E" w:rsidRDefault="00387424" w:rsidP="001A1DA7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CF010E">
              <w:rPr>
                <w:rFonts w:ascii="Poppins" w:hAnsi="Poppins" w:cs="Poppins"/>
                <w:color w:val="000000"/>
              </w:rPr>
              <w:t>Portata d’aria med (min- max) 1579 (992- 1761) m3/h</w:t>
            </w:r>
          </w:p>
          <w:p w14:paraId="70E5AE3C" w14:textId="77777777" w:rsidR="00387424" w:rsidRPr="00CF010E" w:rsidRDefault="00387424" w:rsidP="001A1DA7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CF010E">
              <w:rPr>
                <w:rFonts w:ascii="Poppins" w:hAnsi="Poppins" w:cs="Poppins"/>
                <w:color w:val="000000"/>
              </w:rPr>
              <w:t>Pressione statica utile max 100 Pa</w:t>
            </w:r>
          </w:p>
          <w:p w14:paraId="365A3559" w14:textId="77777777" w:rsidR="00387424" w:rsidRPr="00CF010E" w:rsidRDefault="00387424" w:rsidP="001A1DA7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 w:themeColor="text1"/>
              </w:rPr>
            </w:pPr>
            <w:r w:rsidRPr="00CF010E">
              <w:rPr>
                <w:rFonts w:ascii="Poppins" w:hAnsi="Poppins" w:cs="Poppins"/>
                <w:color w:val="000000" w:themeColor="text1"/>
              </w:rPr>
              <w:t>N° ventilatori: 2</w:t>
            </w:r>
          </w:p>
          <w:p w14:paraId="3DBD736B" w14:textId="77777777" w:rsidR="00387424" w:rsidRPr="00CF010E" w:rsidRDefault="00387424" w:rsidP="001A1DA7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CF010E">
              <w:rPr>
                <w:rFonts w:ascii="Poppins" w:hAnsi="Poppins" w:cs="Poppins"/>
                <w:color w:val="000000"/>
              </w:rPr>
              <w:t>Tensione alimentazione 230/1/50 V/Ph/Hz</w:t>
            </w:r>
          </w:p>
          <w:p w14:paraId="2801B2C7" w14:textId="77777777" w:rsidR="00387424" w:rsidRPr="00CF010E" w:rsidRDefault="00387424" w:rsidP="001A1DA7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CF010E">
              <w:rPr>
                <w:rFonts w:ascii="Poppins" w:hAnsi="Poppins" w:cs="Poppins"/>
                <w:color w:val="000000"/>
              </w:rPr>
              <w:t>Potenza massima assorbita 400 W</w:t>
            </w:r>
          </w:p>
          <w:p w14:paraId="64344D24" w14:textId="77777777" w:rsidR="00387424" w:rsidRPr="00CF010E" w:rsidRDefault="00387424" w:rsidP="001A1DA7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CF010E">
              <w:rPr>
                <w:rFonts w:ascii="Poppins" w:hAnsi="Poppins" w:cs="Poppins"/>
                <w:color w:val="000000"/>
              </w:rPr>
              <w:t>Corrente massima assorbita 1,4 A</w:t>
            </w:r>
          </w:p>
          <w:p w14:paraId="4580378B" w14:textId="77777777" w:rsidR="00387424" w:rsidRPr="00CF010E" w:rsidRDefault="00387424" w:rsidP="001A1DA7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CF010E">
              <w:rPr>
                <w:rFonts w:ascii="Poppins" w:hAnsi="Poppins" w:cs="Poppins"/>
              </w:rPr>
              <w:t xml:space="preserve">Livello di potenza sonora </w:t>
            </w:r>
            <w:r w:rsidRPr="00CF010E">
              <w:rPr>
                <w:rFonts w:ascii="Poppins" w:hAnsi="Poppins" w:cs="Poppins"/>
                <w:color w:val="000000"/>
              </w:rPr>
              <w:t>med (min- max) 69 (58- 73)</w:t>
            </w:r>
            <w:r w:rsidRPr="00CF010E">
              <w:rPr>
                <w:rFonts w:ascii="Poppins" w:hAnsi="Poppins" w:cs="Poppins"/>
              </w:rPr>
              <w:t xml:space="preserve"> dB(A)</w:t>
            </w:r>
          </w:p>
          <w:p w14:paraId="62DFA4B0" w14:textId="4783D77B" w:rsidR="00387424" w:rsidRPr="00CF010E" w:rsidRDefault="00387424" w:rsidP="001A1DA7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CF010E">
              <w:rPr>
                <w:rFonts w:ascii="Poppins" w:hAnsi="Poppins" w:cs="Poppins"/>
              </w:rPr>
              <w:t>Livello di pressione sonora med (min- max) 52 (41- 56) dB(A) - valori riferiti a fattore di direzionalità pari a 2 in campo chiuso, costante d’ambiente 300 m2 e distanza pari a 5 m</w:t>
            </w:r>
          </w:p>
          <w:p w14:paraId="38BDE1EF" w14:textId="77777777" w:rsidR="00387424" w:rsidRPr="00CF010E" w:rsidRDefault="00387424" w:rsidP="001A1DA7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CF010E">
              <w:rPr>
                <w:rFonts w:ascii="Poppins" w:hAnsi="Poppins" w:cs="Poppins"/>
                <w:color w:val="000000"/>
              </w:rPr>
              <w:t>Dimensioni (LxHxP) 1208x605x275 mm</w:t>
            </w:r>
          </w:p>
          <w:p w14:paraId="67915A2D" w14:textId="77777777" w:rsidR="00387424" w:rsidRPr="00CF010E" w:rsidRDefault="00387424" w:rsidP="001A1DA7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CF010E">
              <w:rPr>
                <w:rFonts w:ascii="Poppins" w:hAnsi="Poppins" w:cs="Poppins"/>
                <w:color w:val="000000"/>
              </w:rPr>
              <w:lastRenderedPageBreak/>
              <w:t>Peso 56 kg</w:t>
            </w:r>
          </w:p>
          <w:p w14:paraId="4E3D4DB5" w14:textId="0739E3B0" w:rsidR="00387424" w:rsidRPr="00CF010E" w:rsidRDefault="00387424" w:rsidP="001A1DA7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CF010E">
              <w:rPr>
                <w:rFonts w:ascii="Poppins" w:hAnsi="Poppins" w:cs="Poppins"/>
                <w:color w:val="000000"/>
              </w:rPr>
              <w:t xml:space="preserve">Attacchi ingresso e uscita acqua: </w:t>
            </w:r>
            <w:r w:rsidR="00A52DFF" w:rsidRPr="00CF010E">
              <w:rPr>
                <w:rFonts w:ascii="Poppins" w:hAnsi="Poppins" w:cs="Poppins"/>
                <w:color w:val="000000"/>
              </w:rPr>
              <w:t>3/4</w:t>
            </w:r>
            <w:r w:rsidRPr="00CF010E">
              <w:rPr>
                <w:rFonts w:ascii="Poppins" w:hAnsi="Poppins" w:cs="Poppins"/>
                <w:color w:val="000000"/>
              </w:rPr>
              <w:t>” F, di serie a sinistra</w:t>
            </w:r>
          </w:p>
          <w:p w14:paraId="20DAFF09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0C76AD6D" w14:textId="7A2C58A9" w:rsidR="00387424" w:rsidRPr="00387424" w:rsidRDefault="00387424" w:rsidP="00387424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387424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2A6A88">
              <w:rPr>
                <w:rFonts w:ascii="Poppins" w:hAnsi="Poppins" w:cs="Poppins"/>
                <w:b/>
                <w:sz w:val="20"/>
              </w:rPr>
              <w:t>Emmeti</w:t>
            </w:r>
            <w:r w:rsidRPr="00387424">
              <w:rPr>
                <w:rFonts w:ascii="Poppins" w:hAnsi="Poppins" w:cs="Poppins"/>
                <w:b/>
                <w:sz w:val="20"/>
              </w:rPr>
              <w:t xml:space="preserve"> – Modello Unità termoventilante UTO EC-AP 12-14 o equivalente</w:t>
            </w:r>
            <w:r w:rsidR="00CF010E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87424" w:rsidRPr="007E69BB" w14:paraId="4E70AFE3" w14:textId="77777777" w:rsidTr="00387424">
        <w:tc>
          <w:tcPr>
            <w:tcW w:w="1373" w:type="dxa"/>
          </w:tcPr>
          <w:p w14:paraId="3EBEBA3B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387424">
              <w:rPr>
                <w:rFonts w:ascii="Poppins" w:hAnsi="Poppins" w:cs="Poppins"/>
                <w:bCs/>
                <w:sz w:val="20"/>
              </w:rPr>
              <w:lastRenderedPageBreak/>
              <w:t>07610070</w:t>
            </w:r>
          </w:p>
        </w:tc>
        <w:tc>
          <w:tcPr>
            <w:tcW w:w="2563" w:type="dxa"/>
          </w:tcPr>
          <w:p w14:paraId="35FB2C0C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387424">
              <w:rPr>
                <w:rFonts w:ascii="Poppins" w:hAnsi="Poppins" w:cs="Poppins"/>
                <w:bCs/>
                <w:sz w:val="20"/>
              </w:rPr>
              <w:t>UNITÀ TERMOVENTILANTE UTO EC-AP 16-13</w:t>
            </w:r>
          </w:p>
        </w:tc>
        <w:tc>
          <w:tcPr>
            <w:tcW w:w="5562" w:type="dxa"/>
          </w:tcPr>
          <w:p w14:paraId="7FD58E30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Unità terminale (termoventilante) da incasso per installazione orizzontale a soffitto, con tecnologia DC-Inverter, con aspirazione aria posteriore.</w:t>
            </w:r>
          </w:p>
          <w:p w14:paraId="3EBCD2BB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Predisposta per il collegamento con termostato ambiente (fornito separatamente) TAM-15 (digitale), con uscite 0-10 V, per controllo temperatura ambiente, velocità ventilatore, modalità di funzionamento, etc. oppure con il sistema digitale IdroLAN (fornito separatamente) per il controllo e la gestione completa, singola o centralizzata, della stessa unità terminale ad aria.</w:t>
            </w:r>
          </w:p>
          <w:p w14:paraId="6CED1D2F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Motore a magneti permanenti ad alta efficienza, brushless, a regolazione di velocità e potenza mediante dispositivo elettronico PWM, con riduzione della rumorosità e dei consumi elettrici, con accoppiamento al/i gruppo/i ventilante/i con ventilatore centrifugo a doppia aspirazione, a pale curve avanti, in plastica, di ultima generazione.</w:t>
            </w:r>
          </w:p>
          <w:p w14:paraId="5F857854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Batteria di scambio termico ad acqua in tubi di rame e alettatura a pacco d’alluminio, turbolenziata, ad alta efficienza, con possibilità di rotazione sx-dx. Valvole di sfiato manuali.</w:t>
            </w:r>
          </w:p>
          <w:p w14:paraId="1E6609DB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Struttura portante in lamiera zincata, ad alto spessore con fori pretranciati e asole per il fissaggio, completa di isolamento termoacustico.</w:t>
            </w:r>
          </w:p>
          <w:p w14:paraId="4B94DA25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Filtro aria in fibra acrilica (classe di efficienza G3) e bacinelle raccolta condensa, termicamente isolata, per installazione orizzontale.</w:t>
            </w:r>
          </w:p>
          <w:p w14:paraId="28819123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0DA9C170" w14:textId="0672C3E6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387424">
              <w:rPr>
                <w:rFonts w:ascii="Poppins" w:hAnsi="Poppins" w:cs="Poppins"/>
                <w:b/>
              </w:rPr>
              <w:t>Dati tecnici</w:t>
            </w:r>
            <w:r w:rsidR="004860F0">
              <w:rPr>
                <w:rFonts w:ascii="Poppins" w:hAnsi="Poppins" w:cs="Poppins"/>
                <w:b/>
              </w:rPr>
              <w:t>:</w:t>
            </w:r>
          </w:p>
          <w:p w14:paraId="446E915F" w14:textId="77777777" w:rsidR="00387424" w:rsidRPr="004860F0" w:rsidRDefault="00387424" w:rsidP="001A1DA7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860F0">
              <w:rPr>
                <w:rFonts w:ascii="Poppins" w:hAnsi="Poppins" w:cs="Poppins"/>
                <w:color w:val="000000"/>
              </w:rPr>
              <w:t>Potenza frigorifera med (min- max) 11,32 (9,40- 12,09) kW</w:t>
            </w:r>
          </w:p>
          <w:p w14:paraId="60CBBF61" w14:textId="77777777" w:rsidR="00387424" w:rsidRPr="004860F0" w:rsidRDefault="00387424" w:rsidP="001A1DA7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860F0">
              <w:rPr>
                <w:rFonts w:ascii="Poppins" w:hAnsi="Poppins" w:cs="Poppins"/>
                <w:color w:val="000000"/>
              </w:rPr>
              <w:t>Portata d’acqua max velocità 2080 l/h</w:t>
            </w:r>
          </w:p>
          <w:p w14:paraId="729C7454" w14:textId="656608FD" w:rsidR="00387424" w:rsidRPr="004860F0" w:rsidRDefault="00387424" w:rsidP="001A1DA7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4860F0">
              <w:rPr>
                <w:rFonts w:ascii="Poppins" w:hAnsi="Poppins" w:cs="Poppins"/>
                <w:color w:val="000000"/>
              </w:rPr>
              <w:lastRenderedPageBreak/>
              <w:t>Perdita di carico max velocità 11,0 kPa</w:t>
            </w:r>
            <w:r w:rsidR="004860F0" w:rsidRPr="004860F0">
              <w:rPr>
                <w:rFonts w:ascii="Poppins" w:hAnsi="Poppins" w:cs="Poppins"/>
                <w:color w:val="000000"/>
              </w:rPr>
              <w:t xml:space="preserve"> </w:t>
            </w:r>
            <w:r w:rsidRPr="004860F0">
              <w:rPr>
                <w:rFonts w:ascii="Poppins" w:hAnsi="Poppins" w:cs="Poppins"/>
              </w:rPr>
              <w:t>(temperatura acqua 7/12 °C; temperatura aria 27 °C b.s./19 °C b.u.)</w:t>
            </w:r>
          </w:p>
          <w:p w14:paraId="7727C19C" w14:textId="77777777" w:rsidR="00387424" w:rsidRPr="004860F0" w:rsidRDefault="00387424" w:rsidP="001A1DA7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860F0">
              <w:rPr>
                <w:rFonts w:ascii="Poppins" w:hAnsi="Poppins" w:cs="Poppins"/>
                <w:color w:val="000000"/>
              </w:rPr>
              <w:t>Potenza termica med (min- max) 13,43 (11,03- 14,40) kW</w:t>
            </w:r>
          </w:p>
          <w:p w14:paraId="4B3B6AB1" w14:textId="77777777" w:rsidR="00387424" w:rsidRPr="004860F0" w:rsidRDefault="00387424" w:rsidP="001A1DA7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860F0">
              <w:rPr>
                <w:rFonts w:ascii="Poppins" w:hAnsi="Poppins" w:cs="Poppins"/>
                <w:color w:val="000000"/>
              </w:rPr>
              <w:t>Portata d’acqua max velocità 2477 l/h</w:t>
            </w:r>
          </w:p>
          <w:p w14:paraId="5731BD9C" w14:textId="0F94141E" w:rsidR="00387424" w:rsidRPr="004860F0" w:rsidRDefault="00387424" w:rsidP="001A1DA7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4860F0">
              <w:rPr>
                <w:rFonts w:ascii="Poppins" w:hAnsi="Poppins" w:cs="Poppins"/>
                <w:color w:val="000000"/>
              </w:rPr>
              <w:t>Perdita di carico max velocità 13,6 kPa</w:t>
            </w:r>
            <w:r w:rsidR="004860F0" w:rsidRPr="004860F0">
              <w:rPr>
                <w:rFonts w:ascii="Poppins" w:hAnsi="Poppins" w:cs="Poppins"/>
                <w:color w:val="000000"/>
              </w:rPr>
              <w:t xml:space="preserve"> </w:t>
            </w:r>
            <w:r w:rsidRPr="004860F0">
              <w:rPr>
                <w:rFonts w:ascii="Poppins" w:hAnsi="Poppins" w:cs="Poppins"/>
              </w:rPr>
              <w:t>(temperatura acqua 45/40 °C; temperatura aria 20 °C)</w:t>
            </w:r>
          </w:p>
          <w:p w14:paraId="2A43E6F6" w14:textId="77777777" w:rsidR="00387424" w:rsidRPr="004860F0" w:rsidRDefault="00387424" w:rsidP="001A1DA7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860F0">
              <w:rPr>
                <w:rFonts w:ascii="Poppins" w:hAnsi="Poppins" w:cs="Poppins"/>
                <w:color w:val="000000"/>
              </w:rPr>
              <w:t>Portata d’aria med (min- max) 2163 (1604- 2406) m3/h</w:t>
            </w:r>
          </w:p>
          <w:p w14:paraId="0A002451" w14:textId="77777777" w:rsidR="00387424" w:rsidRPr="004860F0" w:rsidRDefault="00387424" w:rsidP="001A1DA7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860F0">
              <w:rPr>
                <w:rFonts w:ascii="Poppins" w:hAnsi="Poppins" w:cs="Poppins"/>
                <w:color w:val="000000"/>
              </w:rPr>
              <w:t>Pressione statica utile max 100 Pa</w:t>
            </w:r>
          </w:p>
          <w:p w14:paraId="427DECB3" w14:textId="77777777" w:rsidR="00387424" w:rsidRPr="004860F0" w:rsidRDefault="00387424" w:rsidP="001A1DA7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 w:themeColor="text1"/>
              </w:rPr>
            </w:pPr>
            <w:r w:rsidRPr="004860F0">
              <w:rPr>
                <w:rFonts w:ascii="Poppins" w:hAnsi="Poppins" w:cs="Poppins"/>
                <w:color w:val="000000" w:themeColor="text1"/>
              </w:rPr>
              <w:t>N° ventilatori: 3</w:t>
            </w:r>
          </w:p>
          <w:p w14:paraId="73EE6E7C" w14:textId="77777777" w:rsidR="00387424" w:rsidRPr="004860F0" w:rsidRDefault="00387424" w:rsidP="001A1DA7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860F0">
              <w:rPr>
                <w:rFonts w:ascii="Poppins" w:hAnsi="Poppins" w:cs="Poppins"/>
                <w:color w:val="000000"/>
              </w:rPr>
              <w:t>Tensione alimentazione 230/1/50 V/Ph/Hz</w:t>
            </w:r>
          </w:p>
          <w:p w14:paraId="1D1174A0" w14:textId="77777777" w:rsidR="00387424" w:rsidRPr="004860F0" w:rsidRDefault="00387424" w:rsidP="001A1DA7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860F0">
              <w:rPr>
                <w:rFonts w:ascii="Poppins" w:hAnsi="Poppins" w:cs="Poppins"/>
                <w:color w:val="000000"/>
              </w:rPr>
              <w:t>Potenza massima assorbita 550 W</w:t>
            </w:r>
          </w:p>
          <w:p w14:paraId="41B3CF0E" w14:textId="77777777" w:rsidR="00387424" w:rsidRPr="004860F0" w:rsidRDefault="00387424" w:rsidP="001A1DA7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860F0">
              <w:rPr>
                <w:rFonts w:ascii="Poppins" w:hAnsi="Poppins" w:cs="Poppins"/>
                <w:color w:val="000000"/>
              </w:rPr>
              <w:t>Corrente massima assorbita 2,5 A</w:t>
            </w:r>
          </w:p>
          <w:p w14:paraId="2A1B1704" w14:textId="77777777" w:rsidR="00387424" w:rsidRPr="004860F0" w:rsidRDefault="00387424" w:rsidP="001A1DA7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4860F0">
              <w:rPr>
                <w:rFonts w:ascii="Poppins" w:hAnsi="Poppins" w:cs="Poppins"/>
              </w:rPr>
              <w:t xml:space="preserve">Livello di potenza sonora </w:t>
            </w:r>
            <w:r w:rsidRPr="004860F0">
              <w:rPr>
                <w:rFonts w:ascii="Poppins" w:hAnsi="Poppins" w:cs="Poppins"/>
                <w:color w:val="000000"/>
              </w:rPr>
              <w:t>med (min- max) 72 (67- 73)</w:t>
            </w:r>
            <w:r w:rsidRPr="004860F0">
              <w:rPr>
                <w:rFonts w:ascii="Poppins" w:hAnsi="Poppins" w:cs="Poppins"/>
              </w:rPr>
              <w:t xml:space="preserve"> dB(A)</w:t>
            </w:r>
          </w:p>
          <w:p w14:paraId="6C4EC081" w14:textId="4B0FC815" w:rsidR="00387424" w:rsidRPr="004860F0" w:rsidRDefault="00387424" w:rsidP="001A1DA7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4860F0">
              <w:rPr>
                <w:rFonts w:ascii="Poppins" w:hAnsi="Poppins" w:cs="Poppins"/>
              </w:rPr>
              <w:t>Livello di pressione sonora med (min- max) 55 (50- 56) dB(A) - valori riferiti a fattore di direzionalità pari a 2 in campo chiuso, costante d’ambiente 300 m2 e distanza pari a 5 m</w:t>
            </w:r>
          </w:p>
          <w:p w14:paraId="243BFCB7" w14:textId="77777777" w:rsidR="00387424" w:rsidRPr="004860F0" w:rsidRDefault="00387424" w:rsidP="001A1DA7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860F0">
              <w:rPr>
                <w:rFonts w:ascii="Poppins" w:hAnsi="Poppins" w:cs="Poppins"/>
                <w:color w:val="000000"/>
              </w:rPr>
              <w:t>Dimensioni (LxHxP) 1608x605x275 mm</w:t>
            </w:r>
          </w:p>
          <w:p w14:paraId="2C5AC908" w14:textId="77777777" w:rsidR="00387424" w:rsidRPr="004860F0" w:rsidRDefault="00387424" w:rsidP="001A1DA7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860F0">
              <w:rPr>
                <w:rFonts w:ascii="Poppins" w:hAnsi="Poppins" w:cs="Poppins"/>
                <w:color w:val="000000"/>
              </w:rPr>
              <w:t>Peso 67 kg</w:t>
            </w:r>
          </w:p>
          <w:p w14:paraId="31DEF580" w14:textId="563AC211" w:rsidR="00387424" w:rsidRPr="004860F0" w:rsidRDefault="00387424" w:rsidP="001A1DA7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860F0">
              <w:rPr>
                <w:rFonts w:ascii="Poppins" w:hAnsi="Poppins" w:cs="Poppins"/>
                <w:color w:val="000000"/>
              </w:rPr>
              <w:t xml:space="preserve">Attacchi ingresso e uscita acqua: </w:t>
            </w:r>
            <w:r w:rsidR="00A52DFF" w:rsidRPr="004860F0">
              <w:rPr>
                <w:rFonts w:ascii="Poppins" w:hAnsi="Poppins" w:cs="Poppins"/>
                <w:color w:val="000000"/>
              </w:rPr>
              <w:t>3/4</w:t>
            </w:r>
            <w:r w:rsidRPr="004860F0">
              <w:rPr>
                <w:rFonts w:ascii="Poppins" w:hAnsi="Poppins" w:cs="Poppins"/>
                <w:color w:val="000000"/>
              </w:rPr>
              <w:t>” F, di serie a sinistra</w:t>
            </w:r>
          </w:p>
          <w:p w14:paraId="517CEED0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40E28E0F" w14:textId="7B1BCD6C" w:rsidR="00387424" w:rsidRPr="00387424" w:rsidRDefault="00387424" w:rsidP="00387424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387424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2A6A88">
              <w:rPr>
                <w:rFonts w:ascii="Poppins" w:hAnsi="Poppins" w:cs="Poppins"/>
                <w:b/>
                <w:sz w:val="20"/>
              </w:rPr>
              <w:t>Emmeti</w:t>
            </w:r>
            <w:r w:rsidRPr="00387424">
              <w:rPr>
                <w:rFonts w:ascii="Poppins" w:hAnsi="Poppins" w:cs="Poppins"/>
                <w:b/>
                <w:sz w:val="20"/>
              </w:rPr>
              <w:t xml:space="preserve"> – Modello Unità termoventilante UTO EC-AP 16-13 o equivalente</w:t>
            </w:r>
            <w:r w:rsidR="004860F0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87424" w:rsidRPr="007E69BB" w14:paraId="23D3A0B9" w14:textId="77777777" w:rsidTr="00387424">
        <w:tc>
          <w:tcPr>
            <w:tcW w:w="1373" w:type="dxa"/>
          </w:tcPr>
          <w:p w14:paraId="54187A85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387424">
              <w:rPr>
                <w:rFonts w:ascii="Poppins" w:hAnsi="Poppins" w:cs="Poppins"/>
                <w:bCs/>
                <w:sz w:val="20"/>
              </w:rPr>
              <w:lastRenderedPageBreak/>
              <w:t>07610080</w:t>
            </w:r>
          </w:p>
        </w:tc>
        <w:tc>
          <w:tcPr>
            <w:tcW w:w="2563" w:type="dxa"/>
          </w:tcPr>
          <w:p w14:paraId="4A211F1A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387424">
              <w:rPr>
                <w:rFonts w:ascii="Poppins" w:hAnsi="Poppins" w:cs="Poppins"/>
                <w:bCs/>
                <w:sz w:val="20"/>
              </w:rPr>
              <w:t>UNITÀ TERMOVENTILANTE UTO EC-AP 16-17</w:t>
            </w:r>
          </w:p>
        </w:tc>
        <w:tc>
          <w:tcPr>
            <w:tcW w:w="5562" w:type="dxa"/>
          </w:tcPr>
          <w:p w14:paraId="73B2F9AA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Unità terminale (termoventilante) da incasso per installazione orizzontale a soffitto, con tecnologia DC-Inverter, con aspirazione aria posteriore.</w:t>
            </w:r>
          </w:p>
          <w:p w14:paraId="3420EB11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Predisposta per il collegamento con termostato ambiente (fornito separatamente) TAM-15 (digitale), con uscite 0-10 V, per controllo temperatura ambiente, velocità ventilatore, modalità di funzionamento, etc. oppure con il sistema digitale IdroLAN (fornito separatamente) per il controllo e la gestione completa, singola o centralizzata, della stessa unità terminale ad aria.</w:t>
            </w:r>
          </w:p>
          <w:p w14:paraId="6DE6ABD6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lastRenderedPageBreak/>
              <w:t>Motore a magneti permanenti ad alta efficienza, brushless, a regolazione di velocità e potenza mediante dispositivo elettronico PWM, con riduzione della rumorosità e dei consumi elettrici, con accoppiamento al/i gruppo/i ventilante/i con ventilatore centrifugo a doppia aspirazione, a pale curve avanti, in plastica, di ultima generazione.</w:t>
            </w:r>
          </w:p>
          <w:p w14:paraId="455B2794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Batteria di scambio termico ad acqua in tubi di rame e alettatura a pacco d’alluminio, turbolenziata, ad alta efficienza, con possibilità di rotazione sx-dx. Valvole di sfiato manuali.</w:t>
            </w:r>
          </w:p>
          <w:p w14:paraId="550A35E7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Struttura portante in lamiera zincata, ad alto spessore con fori pretranciati e asole per il fissaggio, completa di isolamento termoacustico.</w:t>
            </w:r>
          </w:p>
          <w:p w14:paraId="03C2B04B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Filtro aria in fibra acrilica (classe di efficienza G3) e bacinelle raccolta condensa, termicamente isolata, per installazione orizzontale.</w:t>
            </w:r>
          </w:p>
          <w:p w14:paraId="5EF1EAC3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01C8198E" w14:textId="5BEBF13E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387424">
              <w:rPr>
                <w:rFonts w:ascii="Poppins" w:hAnsi="Poppins" w:cs="Poppins"/>
                <w:b/>
              </w:rPr>
              <w:t>Dati tecnici</w:t>
            </w:r>
            <w:r w:rsidR="00FC1E81">
              <w:rPr>
                <w:rFonts w:ascii="Poppins" w:hAnsi="Poppins" w:cs="Poppins"/>
                <w:b/>
              </w:rPr>
              <w:t>:</w:t>
            </w:r>
          </w:p>
          <w:p w14:paraId="74890079" w14:textId="77777777" w:rsidR="00387424" w:rsidRPr="00FC1E81" w:rsidRDefault="00387424" w:rsidP="001A1DA7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FC1E81">
              <w:rPr>
                <w:rFonts w:ascii="Poppins" w:hAnsi="Poppins" w:cs="Poppins"/>
                <w:color w:val="000000"/>
              </w:rPr>
              <w:t>Potenza frigorifera med (min- max) 14,93 (12,53- 15,98) kW</w:t>
            </w:r>
          </w:p>
          <w:p w14:paraId="46E42263" w14:textId="77777777" w:rsidR="00387424" w:rsidRPr="00FC1E81" w:rsidRDefault="00387424" w:rsidP="001A1DA7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FC1E81">
              <w:rPr>
                <w:rFonts w:ascii="Poppins" w:hAnsi="Poppins" w:cs="Poppins"/>
                <w:color w:val="000000"/>
              </w:rPr>
              <w:t>Portata d’acqua max velocità 2749 l/h</w:t>
            </w:r>
          </w:p>
          <w:p w14:paraId="040B39E9" w14:textId="34EFB797" w:rsidR="00387424" w:rsidRPr="00FC1E81" w:rsidRDefault="00387424" w:rsidP="001A1DA7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FC1E81">
              <w:rPr>
                <w:rFonts w:ascii="Poppins" w:hAnsi="Poppins" w:cs="Poppins"/>
                <w:color w:val="000000"/>
              </w:rPr>
              <w:t>Perdita di carico max velocità 16,9 kPa</w:t>
            </w:r>
            <w:r w:rsidR="00FC1E81" w:rsidRPr="00FC1E81">
              <w:rPr>
                <w:rFonts w:ascii="Poppins" w:hAnsi="Poppins" w:cs="Poppins"/>
                <w:color w:val="000000"/>
              </w:rPr>
              <w:t xml:space="preserve"> </w:t>
            </w:r>
            <w:r w:rsidRPr="00FC1E81">
              <w:rPr>
                <w:rFonts w:ascii="Poppins" w:hAnsi="Poppins" w:cs="Poppins"/>
              </w:rPr>
              <w:t>(temperatura acqua 7/12 °C; temperatura aria 27 °C b.s./19 °C b.u.)</w:t>
            </w:r>
          </w:p>
          <w:p w14:paraId="3DB94555" w14:textId="77777777" w:rsidR="00387424" w:rsidRPr="00FC1E81" w:rsidRDefault="00387424" w:rsidP="001A1DA7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FC1E81">
              <w:rPr>
                <w:rFonts w:ascii="Poppins" w:hAnsi="Poppins" w:cs="Poppins"/>
                <w:color w:val="000000"/>
              </w:rPr>
              <w:t>Potenza termica med (min- max) 17,32 (14,38- 18,63) kW</w:t>
            </w:r>
          </w:p>
          <w:p w14:paraId="07A5B5BC" w14:textId="77777777" w:rsidR="00387424" w:rsidRPr="00FC1E81" w:rsidRDefault="00387424" w:rsidP="001A1DA7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FC1E81">
              <w:rPr>
                <w:rFonts w:ascii="Poppins" w:hAnsi="Poppins" w:cs="Poppins"/>
                <w:color w:val="000000"/>
              </w:rPr>
              <w:t>Portata d’acqua max velocità 3204 l/h</w:t>
            </w:r>
          </w:p>
          <w:p w14:paraId="6B6F6DE5" w14:textId="67073F41" w:rsidR="00387424" w:rsidRPr="00FC1E81" w:rsidRDefault="00387424" w:rsidP="001A1DA7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FC1E81">
              <w:rPr>
                <w:rFonts w:ascii="Poppins" w:hAnsi="Poppins" w:cs="Poppins"/>
                <w:color w:val="000000"/>
              </w:rPr>
              <w:t>Perdita di carico max velocità 20,0 kPa</w:t>
            </w:r>
            <w:r w:rsidR="00FC1E81" w:rsidRPr="00FC1E81">
              <w:rPr>
                <w:rFonts w:ascii="Poppins" w:hAnsi="Poppins" w:cs="Poppins"/>
                <w:color w:val="000000"/>
              </w:rPr>
              <w:t xml:space="preserve"> </w:t>
            </w:r>
            <w:r w:rsidRPr="00FC1E81">
              <w:rPr>
                <w:rFonts w:ascii="Poppins" w:hAnsi="Poppins" w:cs="Poppins"/>
              </w:rPr>
              <w:t>(temperatura acqua 45/40 °C; temperatura aria 20 °C)</w:t>
            </w:r>
          </w:p>
          <w:p w14:paraId="2CD7D81D" w14:textId="77777777" w:rsidR="00387424" w:rsidRPr="00FC1E81" w:rsidRDefault="00387424" w:rsidP="001A1DA7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FC1E81">
              <w:rPr>
                <w:rFonts w:ascii="Poppins" w:hAnsi="Poppins" w:cs="Poppins"/>
                <w:color w:val="000000"/>
              </w:rPr>
              <w:t>Portata d’aria med (min- max) 2499 (1883- 2790) m3/h</w:t>
            </w:r>
          </w:p>
          <w:p w14:paraId="6F8A95FE" w14:textId="77777777" w:rsidR="00387424" w:rsidRPr="00FC1E81" w:rsidRDefault="00387424" w:rsidP="001A1DA7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FC1E81">
              <w:rPr>
                <w:rFonts w:ascii="Poppins" w:hAnsi="Poppins" w:cs="Poppins"/>
                <w:color w:val="000000"/>
              </w:rPr>
              <w:t>Pressione statica utile max 100 Pa</w:t>
            </w:r>
          </w:p>
          <w:p w14:paraId="32A919BA" w14:textId="77777777" w:rsidR="00387424" w:rsidRPr="00FC1E81" w:rsidRDefault="00387424" w:rsidP="001A1DA7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 w:themeColor="text1"/>
              </w:rPr>
            </w:pPr>
            <w:r w:rsidRPr="00FC1E81">
              <w:rPr>
                <w:rFonts w:ascii="Poppins" w:hAnsi="Poppins" w:cs="Poppins"/>
                <w:color w:val="000000" w:themeColor="text1"/>
              </w:rPr>
              <w:t>N° ventilatori: 3</w:t>
            </w:r>
          </w:p>
          <w:p w14:paraId="1C4CB024" w14:textId="77777777" w:rsidR="00387424" w:rsidRPr="00FC1E81" w:rsidRDefault="00387424" w:rsidP="001A1DA7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FC1E81">
              <w:rPr>
                <w:rFonts w:ascii="Poppins" w:hAnsi="Poppins" w:cs="Poppins"/>
                <w:color w:val="000000"/>
              </w:rPr>
              <w:t>Tensione alimentazione 230/1/50 V/Ph/Hz</w:t>
            </w:r>
          </w:p>
          <w:p w14:paraId="450E1810" w14:textId="77777777" w:rsidR="00387424" w:rsidRPr="00FC1E81" w:rsidRDefault="00387424" w:rsidP="001A1DA7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FC1E81">
              <w:rPr>
                <w:rFonts w:ascii="Poppins" w:hAnsi="Poppins" w:cs="Poppins"/>
                <w:color w:val="000000"/>
              </w:rPr>
              <w:t>Potenza massima assorbita 550 W</w:t>
            </w:r>
          </w:p>
          <w:p w14:paraId="48BE067D" w14:textId="77777777" w:rsidR="00387424" w:rsidRPr="00FC1E81" w:rsidRDefault="00387424" w:rsidP="001A1DA7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FC1E81">
              <w:rPr>
                <w:rFonts w:ascii="Poppins" w:hAnsi="Poppins" w:cs="Poppins"/>
                <w:color w:val="000000"/>
              </w:rPr>
              <w:t>Corrente massima assorbita 2,5 A</w:t>
            </w:r>
          </w:p>
          <w:p w14:paraId="3D0BB9BC" w14:textId="77777777" w:rsidR="00387424" w:rsidRPr="00FC1E81" w:rsidRDefault="00387424" w:rsidP="001A1DA7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FC1E81">
              <w:rPr>
                <w:rFonts w:ascii="Poppins" w:hAnsi="Poppins" w:cs="Poppins"/>
              </w:rPr>
              <w:t xml:space="preserve">Livello di potenza sonora </w:t>
            </w:r>
            <w:r w:rsidRPr="00FC1E81">
              <w:rPr>
                <w:rFonts w:ascii="Poppins" w:hAnsi="Poppins" w:cs="Poppins"/>
                <w:color w:val="000000"/>
              </w:rPr>
              <w:t>med (min- max) 73 (68- 74)</w:t>
            </w:r>
            <w:r w:rsidRPr="00FC1E81">
              <w:rPr>
                <w:rFonts w:ascii="Poppins" w:hAnsi="Poppins" w:cs="Poppins"/>
              </w:rPr>
              <w:t xml:space="preserve"> dB(A)</w:t>
            </w:r>
          </w:p>
          <w:p w14:paraId="05E1305A" w14:textId="789024A0" w:rsidR="00387424" w:rsidRPr="00FC1E81" w:rsidRDefault="00387424" w:rsidP="001A1DA7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FC1E81">
              <w:rPr>
                <w:rFonts w:ascii="Poppins" w:hAnsi="Poppins" w:cs="Poppins"/>
              </w:rPr>
              <w:lastRenderedPageBreak/>
              <w:t>Livello di pressione sonora med (min- max) 56 (51- 57) dB(A) - valori riferiti a fattore di direzionalità pari a 2 in campo chiuso, costante d’ambiente 300 m2 e distanza pari a 5 m</w:t>
            </w:r>
          </w:p>
          <w:p w14:paraId="2B089203" w14:textId="77777777" w:rsidR="00387424" w:rsidRPr="00FC1E81" w:rsidRDefault="00387424" w:rsidP="001A1DA7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FC1E81">
              <w:rPr>
                <w:rFonts w:ascii="Poppins" w:hAnsi="Poppins" w:cs="Poppins"/>
                <w:color w:val="000000"/>
              </w:rPr>
              <w:t>Dimensioni (LxHxP) 1608x605x275 mm</w:t>
            </w:r>
          </w:p>
          <w:p w14:paraId="02D6421A" w14:textId="77777777" w:rsidR="00387424" w:rsidRPr="00FC1E81" w:rsidRDefault="00387424" w:rsidP="001A1DA7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FC1E81">
              <w:rPr>
                <w:rFonts w:ascii="Poppins" w:hAnsi="Poppins" w:cs="Poppins"/>
                <w:color w:val="000000"/>
              </w:rPr>
              <w:t>Peso 69 kg</w:t>
            </w:r>
          </w:p>
          <w:p w14:paraId="70B29E15" w14:textId="4973ECA2" w:rsidR="00387424" w:rsidRPr="00FC1E81" w:rsidRDefault="00387424" w:rsidP="001A1DA7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FC1E81">
              <w:rPr>
                <w:rFonts w:ascii="Poppins" w:hAnsi="Poppins" w:cs="Poppins"/>
                <w:color w:val="000000"/>
              </w:rPr>
              <w:t xml:space="preserve">Attacchi ingresso e uscita acqua: </w:t>
            </w:r>
            <w:r w:rsidR="00A52DFF" w:rsidRPr="00FC1E81">
              <w:rPr>
                <w:rFonts w:ascii="Poppins" w:hAnsi="Poppins" w:cs="Poppins"/>
                <w:color w:val="000000"/>
              </w:rPr>
              <w:t>3/4</w:t>
            </w:r>
            <w:r w:rsidRPr="00FC1E81">
              <w:rPr>
                <w:rFonts w:ascii="Poppins" w:hAnsi="Poppins" w:cs="Poppins"/>
                <w:color w:val="000000"/>
              </w:rPr>
              <w:t>” F, di serie a sinistra</w:t>
            </w:r>
          </w:p>
          <w:p w14:paraId="0F678624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1191DCE3" w14:textId="1EC239DD" w:rsidR="00387424" w:rsidRPr="00387424" w:rsidRDefault="00387424" w:rsidP="00387424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387424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2A6A88">
              <w:rPr>
                <w:rFonts w:ascii="Poppins" w:hAnsi="Poppins" w:cs="Poppins"/>
                <w:b/>
                <w:sz w:val="20"/>
              </w:rPr>
              <w:t>Emmeti</w:t>
            </w:r>
            <w:r w:rsidRPr="00387424">
              <w:rPr>
                <w:rFonts w:ascii="Poppins" w:hAnsi="Poppins" w:cs="Poppins"/>
                <w:b/>
                <w:sz w:val="20"/>
              </w:rPr>
              <w:t xml:space="preserve"> – Modello Unità termoventilante UTO EC-AP 16-17 o equivalente</w:t>
            </w:r>
            <w:r w:rsidR="00FC1E81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87424" w:rsidRPr="007E69BB" w14:paraId="0B6F1ED2" w14:textId="77777777" w:rsidTr="00387424">
        <w:tc>
          <w:tcPr>
            <w:tcW w:w="1373" w:type="dxa"/>
          </w:tcPr>
          <w:p w14:paraId="08C98BCA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387424">
              <w:rPr>
                <w:rFonts w:ascii="Poppins" w:hAnsi="Poppins" w:cs="Poppins"/>
                <w:bCs/>
                <w:sz w:val="20"/>
              </w:rPr>
              <w:lastRenderedPageBreak/>
              <w:t>07610090</w:t>
            </w:r>
          </w:p>
        </w:tc>
        <w:tc>
          <w:tcPr>
            <w:tcW w:w="2563" w:type="dxa"/>
          </w:tcPr>
          <w:p w14:paraId="370468CD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387424">
              <w:rPr>
                <w:rFonts w:ascii="Poppins" w:hAnsi="Poppins" w:cs="Poppins"/>
                <w:bCs/>
                <w:sz w:val="20"/>
              </w:rPr>
              <w:t>UNITÀ TERMOVENTILANTE UTO EC-AP 16-20</w:t>
            </w:r>
          </w:p>
        </w:tc>
        <w:tc>
          <w:tcPr>
            <w:tcW w:w="5562" w:type="dxa"/>
          </w:tcPr>
          <w:p w14:paraId="3F353E97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Unità terminale (termoventilante) da incasso per installazione orizzontale a soffitto, con tecnologia DC-Inverter, con aspirazione aria posteriore.</w:t>
            </w:r>
          </w:p>
          <w:p w14:paraId="78AEF095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Predisposta per il collegamento con termostato ambiente (fornito separatamente) TAM-15 (digitale), con uscite 0-10 V, per controllo temperatura ambiente, velocità ventilatore, modalità di funzionamento, etc. oppure con il sistema digitale IdroLAN (fornito separatamente) per il controllo e la gestione completa, singola o centralizzata, della stessa unità terminale ad aria.</w:t>
            </w:r>
          </w:p>
          <w:p w14:paraId="6A507A24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Motore a magneti permanenti ad alta efficienza, brushless, a regolazione di velocità e potenza mediante dispositivo elettronico PWM, con riduzione della rumorosità e dei consumi elettrici, con accoppiamento al/i gruppo/i ventilante/i con ventilatore centrifugo a doppia aspirazione, a pale curve avanti, in plastica, di ultima generazione.</w:t>
            </w:r>
          </w:p>
          <w:p w14:paraId="2C6A9437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Batteria di scambio termico ad acqua in tubi di rame e alettatura a pacco d’alluminio, turbolenziata, ad alta efficienza, con possibilità di rotazione sx-dx. Valvole di sfiato manuali.</w:t>
            </w:r>
          </w:p>
          <w:p w14:paraId="0FC4D35B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Struttura portante in lamiera zincata, ad alto spessore con fori pretranciati e asole per il fissaggio, completa di isolamento termoacustico.</w:t>
            </w:r>
          </w:p>
          <w:p w14:paraId="0CED0794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Filtro aria in fibra acrilica (classe di efficienza G3) e bacinelle raccolta condensa, termicamente isolata, per installazione orizzontale.</w:t>
            </w:r>
          </w:p>
          <w:p w14:paraId="7C48711C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02282FCB" w14:textId="0FE7EAE6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387424">
              <w:rPr>
                <w:rFonts w:ascii="Poppins" w:hAnsi="Poppins" w:cs="Poppins"/>
                <w:b/>
              </w:rPr>
              <w:t>Dati tecnici</w:t>
            </w:r>
            <w:r w:rsidR="000A73AC">
              <w:rPr>
                <w:rFonts w:ascii="Poppins" w:hAnsi="Poppins" w:cs="Poppins"/>
                <w:b/>
              </w:rPr>
              <w:t>:</w:t>
            </w:r>
          </w:p>
          <w:p w14:paraId="5ABE3285" w14:textId="77777777" w:rsidR="00387424" w:rsidRPr="000A73AC" w:rsidRDefault="00387424" w:rsidP="001A1DA7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0A73AC">
              <w:rPr>
                <w:rFonts w:ascii="Poppins" w:hAnsi="Poppins" w:cs="Poppins"/>
                <w:color w:val="000000"/>
              </w:rPr>
              <w:lastRenderedPageBreak/>
              <w:t>Potenza frigorifera med (min- max) 17,92 (15,24- 18,88) kW</w:t>
            </w:r>
          </w:p>
          <w:p w14:paraId="4DA505DD" w14:textId="77777777" w:rsidR="00387424" w:rsidRPr="000A73AC" w:rsidRDefault="00387424" w:rsidP="001A1DA7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0A73AC">
              <w:rPr>
                <w:rFonts w:ascii="Poppins" w:hAnsi="Poppins" w:cs="Poppins"/>
                <w:color w:val="000000"/>
              </w:rPr>
              <w:t>Portata d’acqua max velocità 3248 l/h</w:t>
            </w:r>
          </w:p>
          <w:p w14:paraId="54BF77D2" w14:textId="5293DC39" w:rsidR="00387424" w:rsidRPr="000A73AC" w:rsidRDefault="00387424" w:rsidP="001A1DA7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0A73AC">
              <w:rPr>
                <w:rFonts w:ascii="Poppins" w:hAnsi="Poppins" w:cs="Poppins"/>
                <w:color w:val="000000"/>
              </w:rPr>
              <w:t>Perdita di carico max velocità 13,7 kPa</w:t>
            </w:r>
            <w:r w:rsidR="000A73AC" w:rsidRPr="000A73AC">
              <w:rPr>
                <w:rFonts w:ascii="Poppins" w:hAnsi="Poppins" w:cs="Poppins"/>
                <w:color w:val="000000"/>
              </w:rPr>
              <w:t xml:space="preserve"> </w:t>
            </w:r>
            <w:r w:rsidRPr="000A73AC">
              <w:rPr>
                <w:rFonts w:ascii="Poppins" w:hAnsi="Poppins" w:cs="Poppins"/>
              </w:rPr>
              <w:t>(temperatura acqua 7/12 °C; temperatura aria 27 °C b.s./19 °C b.u.)</w:t>
            </w:r>
          </w:p>
          <w:p w14:paraId="50649824" w14:textId="77777777" w:rsidR="00387424" w:rsidRPr="000A73AC" w:rsidRDefault="00387424" w:rsidP="001A1DA7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0A73AC">
              <w:rPr>
                <w:rFonts w:ascii="Poppins" w:hAnsi="Poppins" w:cs="Poppins"/>
                <w:color w:val="000000"/>
              </w:rPr>
              <w:t>Potenza termica med (min- max) 18,45 (15,54- 19,51) kW</w:t>
            </w:r>
          </w:p>
          <w:p w14:paraId="3E2D89A6" w14:textId="77777777" w:rsidR="00387424" w:rsidRPr="000A73AC" w:rsidRDefault="00387424" w:rsidP="001A1DA7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0A73AC">
              <w:rPr>
                <w:rFonts w:ascii="Poppins" w:hAnsi="Poppins" w:cs="Poppins"/>
                <w:color w:val="000000"/>
              </w:rPr>
              <w:t>Portata d’acqua max velocità 3356 l/h</w:t>
            </w:r>
          </w:p>
          <w:p w14:paraId="396AD30D" w14:textId="0C858092" w:rsidR="00387424" w:rsidRPr="000A73AC" w:rsidRDefault="00387424" w:rsidP="001A1DA7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0A73AC">
              <w:rPr>
                <w:rFonts w:ascii="Poppins" w:hAnsi="Poppins" w:cs="Poppins"/>
                <w:color w:val="000000"/>
              </w:rPr>
              <w:t>Perdita di carico max velocità 12,7 kPa</w:t>
            </w:r>
            <w:r w:rsidR="000A73AC" w:rsidRPr="000A73AC">
              <w:rPr>
                <w:rFonts w:ascii="Poppins" w:hAnsi="Poppins" w:cs="Poppins"/>
                <w:color w:val="000000"/>
              </w:rPr>
              <w:t xml:space="preserve"> </w:t>
            </w:r>
            <w:r w:rsidRPr="000A73AC">
              <w:rPr>
                <w:rFonts w:ascii="Poppins" w:hAnsi="Poppins" w:cs="Poppins"/>
              </w:rPr>
              <w:t>(temperatura acqua 45/40 °C; temperatura aria 20 °C)</w:t>
            </w:r>
          </w:p>
          <w:p w14:paraId="522F78F5" w14:textId="77777777" w:rsidR="00387424" w:rsidRPr="000A73AC" w:rsidRDefault="00387424" w:rsidP="001A1DA7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0A73AC">
              <w:rPr>
                <w:rFonts w:ascii="Poppins" w:hAnsi="Poppins" w:cs="Poppins"/>
                <w:color w:val="000000"/>
              </w:rPr>
              <w:t>Portata d’aria med (min- max) 2377 (1831- 2587) m3/h</w:t>
            </w:r>
          </w:p>
          <w:p w14:paraId="024023AD" w14:textId="77777777" w:rsidR="00387424" w:rsidRPr="000A73AC" w:rsidRDefault="00387424" w:rsidP="001A1DA7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0A73AC">
              <w:rPr>
                <w:rFonts w:ascii="Poppins" w:hAnsi="Poppins" w:cs="Poppins"/>
                <w:color w:val="000000"/>
              </w:rPr>
              <w:t>Pressione statica utile max 100 Pa</w:t>
            </w:r>
          </w:p>
          <w:p w14:paraId="71A56110" w14:textId="77777777" w:rsidR="00387424" w:rsidRPr="000A73AC" w:rsidRDefault="00387424" w:rsidP="001A1DA7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 w:themeColor="text1"/>
              </w:rPr>
            </w:pPr>
            <w:r w:rsidRPr="000A73AC">
              <w:rPr>
                <w:rFonts w:ascii="Poppins" w:hAnsi="Poppins" w:cs="Poppins"/>
                <w:color w:val="000000" w:themeColor="text1"/>
              </w:rPr>
              <w:t>N° ventilatori: 3</w:t>
            </w:r>
          </w:p>
          <w:p w14:paraId="70898C03" w14:textId="77777777" w:rsidR="00387424" w:rsidRPr="000A73AC" w:rsidRDefault="00387424" w:rsidP="001A1DA7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0A73AC">
              <w:rPr>
                <w:rFonts w:ascii="Poppins" w:hAnsi="Poppins" w:cs="Poppins"/>
                <w:color w:val="000000"/>
              </w:rPr>
              <w:t>Tensione alimentazione 230/1/50 V/Ph/Hz</w:t>
            </w:r>
          </w:p>
          <w:p w14:paraId="67CD40E7" w14:textId="77777777" w:rsidR="00387424" w:rsidRPr="000A73AC" w:rsidRDefault="00387424" w:rsidP="001A1DA7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0A73AC">
              <w:rPr>
                <w:rFonts w:ascii="Poppins" w:hAnsi="Poppins" w:cs="Poppins"/>
                <w:color w:val="000000"/>
              </w:rPr>
              <w:t>Potenza massima assorbita 550 W</w:t>
            </w:r>
          </w:p>
          <w:p w14:paraId="483FDAD3" w14:textId="77777777" w:rsidR="00387424" w:rsidRPr="000A73AC" w:rsidRDefault="00387424" w:rsidP="001A1DA7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0A73AC">
              <w:rPr>
                <w:rFonts w:ascii="Poppins" w:hAnsi="Poppins" w:cs="Poppins"/>
                <w:color w:val="000000"/>
              </w:rPr>
              <w:t>Corrente massima assorbita 2,5 A</w:t>
            </w:r>
          </w:p>
          <w:p w14:paraId="54BAA29F" w14:textId="77777777" w:rsidR="00387424" w:rsidRPr="000A73AC" w:rsidRDefault="00387424" w:rsidP="001A1DA7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0A73AC">
              <w:rPr>
                <w:rFonts w:ascii="Poppins" w:hAnsi="Poppins" w:cs="Poppins"/>
              </w:rPr>
              <w:t xml:space="preserve">Livello di potenza sonora </w:t>
            </w:r>
            <w:r w:rsidRPr="000A73AC">
              <w:rPr>
                <w:rFonts w:ascii="Poppins" w:hAnsi="Poppins" w:cs="Poppins"/>
                <w:color w:val="000000"/>
              </w:rPr>
              <w:t>med (min- max) 73 (68- 74)</w:t>
            </w:r>
            <w:r w:rsidRPr="000A73AC">
              <w:rPr>
                <w:rFonts w:ascii="Poppins" w:hAnsi="Poppins" w:cs="Poppins"/>
              </w:rPr>
              <w:t xml:space="preserve"> dB(A)</w:t>
            </w:r>
          </w:p>
          <w:p w14:paraId="16FDA307" w14:textId="299D6C7A" w:rsidR="00387424" w:rsidRPr="000A73AC" w:rsidRDefault="00387424" w:rsidP="001A1DA7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0A73AC">
              <w:rPr>
                <w:rFonts w:ascii="Poppins" w:hAnsi="Poppins" w:cs="Poppins"/>
              </w:rPr>
              <w:t>Livello di pressione sonora med (min- max) 56 (51- 57) dB(A) - valori riferiti a fattore di direzionalità pari a 2 in campo chiuso, costante d’ambiente 300 m2 e distanza pari a 5 m</w:t>
            </w:r>
          </w:p>
          <w:p w14:paraId="1B640149" w14:textId="77777777" w:rsidR="00387424" w:rsidRPr="000A73AC" w:rsidRDefault="00387424" w:rsidP="001A1DA7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0A73AC">
              <w:rPr>
                <w:rFonts w:ascii="Poppins" w:hAnsi="Poppins" w:cs="Poppins"/>
                <w:color w:val="000000"/>
              </w:rPr>
              <w:t>Dimensioni (LxHxP) 1608x605x275 mm</w:t>
            </w:r>
          </w:p>
          <w:p w14:paraId="66921AC5" w14:textId="77777777" w:rsidR="00387424" w:rsidRPr="000A73AC" w:rsidRDefault="00387424" w:rsidP="001A1DA7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0A73AC">
              <w:rPr>
                <w:rFonts w:ascii="Poppins" w:hAnsi="Poppins" w:cs="Poppins"/>
                <w:color w:val="000000"/>
              </w:rPr>
              <w:t>Peso 72 kg</w:t>
            </w:r>
          </w:p>
          <w:p w14:paraId="0E19DBD3" w14:textId="13F3D883" w:rsidR="00387424" w:rsidRPr="000A73AC" w:rsidRDefault="00387424" w:rsidP="001A1DA7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0A73AC">
              <w:rPr>
                <w:rFonts w:ascii="Poppins" w:hAnsi="Poppins" w:cs="Poppins"/>
                <w:color w:val="000000"/>
              </w:rPr>
              <w:t xml:space="preserve">Attacchi ingresso e uscita acqua: </w:t>
            </w:r>
            <w:r w:rsidR="00A52DFF" w:rsidRPr="000A73AC">
              <w:rPr>
                <w:rFonts w:ascii="Poppins" w:hAnsi="Poppins" w:cs="Poppins"/>
                <w:color w:val="000000"/>
              </w:rPr>
              <w:t>3/4</w:t>
            </w:r>
            <w:r w:rsidRPr="000A73AC">
              <w:rPr>
                <w:rFonts w:ascii="Poppins" w:hAnsi="Poppins" w:cs="Poppins"/>
                <w:color w:val="000000"/>
              </w:rPr>
              <w:t>” F, di serie a sinistra</w:t>
            </w:r>
          </w:p>
          <w:p w14:paraId="1112E27B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1C873E56" w14:textId="145E2911" w:rsidR="00387424" w:rsidRPr="00387424" w:rsidRDefault="00387424" w:rsidP="00387424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387424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2A6A88">
              <w:rPr>
                <w:rFonts w:ascii="Poppins" w:hAnsi="Poppins" w:cs="Poppins"/>
                <w:b/>
                <w:sz w:val="20"/>
              </w:rPr>
              <w:t>Emmeti</w:t>
            </w:r>
            <w:r w:rsidRPr="00387424">
              <w:rPr>
                <w:rFonts w:ascii="Poppins" w:hAnsi="Poppins" w:cs="Poppins"/>
                <w:b/>
                <w:sz w:val="20"/>
              </w:rPr>
              <w:t xml:space="preserve"> – Modello Unità termoventilante UTO EC-AP 16-20 o equivalente</w:t>
            </w:r>
            <w:r w:rsidR="000A73AC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87424" w:rsidRPr="007E69BB" w14:paraId="5BB0BBC3" w14:textId="77777777" w:rsidTr="00387424">
        <w:tc>
          <w:tcPr>
            <w:tcW w:w="1373" w:type="dxa"/>
          </w:tcPr>
          <w:p w14:paraId="40FE0CE5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387424">
              <w:rPr>
                <w:rFonts w:ascii="Poppins" w:hAnsi="Poppins" w:cs="Poppins"/>
                <w:bCs/>
                <w:sz w:val="20"/>
              </w:rPr>
              <w:lastRenderedPageBreak/>
              <w:t>07610110</w:t>
            </w:r>
          </w:p>
        </w:tc>
        <w:tc>
          <w:tcPr>
            <w:tcW w:w="2563" w:type="dxa"/>
          </w:tcPr>
          <w:p w14:paraId="6D418647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387424">
              <w:rPr>
                <w:rFonts w:ascii="Poppins" w:hAnsi="Poppins" w:cs="Poppins"/>
                <w:bCs/>
                <w:sz w:val="20"/>
              </w:rPr>
              <w:t>UNITÀ TERMOVENTILANTE UTO EC-AF 08-05</w:t>
            </w:r>
          </w:p>
        </w:tc>
        <w:tc>
          <w:tcPr>
            <w:tcW w:w="5562" w:type="dxa"/>
          </w:tcPr>
          <w:p w14:paraId="05C950E0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Unità terminale (termoventilante) da incasso per installazione orizzontale a soffitto, con tecnologia DC-Inverter, con aspirazione aria frontale.</w:t>
            </w:r>
          </w:p>
          <w:p w14:paraId="17305740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 xml:space="preserve">Predisposta per il collegamento con termostato ambiente (fornito separatamente) TAM-15 (digitale), con uscite 0-10 V, per controllo temperatura ambiente, velocità ventilatore, modalità di funzionamento, etc. oppure con il sistema digitale IdroLAN (fornito separatamente) per il controllo e la gestione </w:t>
            </w:r>
            <w:r w:rsidRPr="00387424">
              <w:rPr>
                <w:rFonts w:ascii="Poppins" w:hAnsi="Poppins" w:cs="Poppins"/>
                <w:sz w:val="20"/>
              </w:rPr>
              <w:lastRenderedPageBreak/>
              <w:t>completa, singola o centralizzata, della stessa unità terminale ad aria.</w:t>
            </w:r>
          </w:p>
          <w:p w14:paraId="348FFCBB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Motore a magneti permanenti ad alta efficienza, brushless, a regolazione di velocità e potenza mediante dispositivo elettronico PWM, con riduzione della rumorosità e dei consumi elettrici, con accoppiamento al/i gruppo/i ventilante/i con ventilatore centrifugo a doppia aspirazione, a pale curve avanti, in plastica, di ultima generazione.</w:t>
            </w:r>
          </w:p>
          <w:p w14:paraId="12DF5A8B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Batteria di scambio termico ad acqua in tubi di rame e alettatura a pacco d’alluminio, turbolenziata, ad alta efficienza, con possibilità di rotazione sx-dx. Valvole di sfiato manuali.</w:t>
            </w:r>
          </w:p>
          <w:p w14:paraId="1DA13A59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Struttura portante in lamiera zincata, ad alto spessore con fori pretranciati e asole per il fissaggio, completa di isolamento termoacustico.</w:t>
            </w:r>
          </w:p>
          <w:p w14:paraId="4D48367B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Filtro aria in fibra acrilica (classe di efficienza G3) e bacinelle raccolta condensa, termicamente isolata, per installazione orizzontale.</w:t>
            </w:r>
          </w:p>
          <w:p w14:paraId="665EF7D4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6456767A" w14:textId="0A620C9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387424">
              <w:rPr>
                <w:rFonts w:ascii="Poppins" w:hAnsi="Poppins" w:cs="Poppins"/>
                <w:b/>
              </w:rPr>
              <w:t>Dati tecnici</w:t>
            </w:r>
            <w:r w:rsidR="00F07ABB">
              <w:rPr>
                <w:rFonts w:ascii="Poppins" w:hAnsi="Poppins" w:cs="Poppins"/>
                <w:b/>
              </w:rPr>
              <w:t>:</w:t>
            </w:r>
          </w:p>
          <w:p w14:paraId="640C06D3" w14:textId="77777777" w:rsidR="00387424" w:rsidRPr="00F07ABB" w:rsidRDefault="00387424" w:rsidP="001A1DA7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F07ABB">
              <w:rPr>
                <w:rFonts w:ascii="Poppins" w:hAnsi="Poppins" w:cs="Poppins"/>
                <w:color w:val="000000"/>
              </w:rPr>
              <w:t>Potenza frigorifera med (min- max) 4,36 (3,14- 5,15) kW</w:t>
            </w:r>
          </w:p>
          <w:p w14:paraId="3C6ECB0F" w14:textId="77777777" w:rsidR="00387424" w:rsidRPr="00F07ABB" w:rsidRDefault="00387424" w:rsidP="001A1DA7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F07ABB">
              <w:rPr>
                <w:rFonts w:ascii="Poppins" w:hAnsi="Poppins" w:cs="Poppins"/>
                <w:color w:val="000000"/>
              </w:rPr>
              <w:t>Portata d’acqua max velocità 886 l/h</w:t>
            </w:r>
          </w:p>
          <w:p w14:paraId="5DDC2672" w14:textId="29014E48" w:rsidR="00387424" w:rsidRPr="00F07ABB" w:rsidRDefault="00387424" w:rsidP="001A1DA7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F07ABB">
              <w:rPr>
                <w:rFonts w:ascii="Poppins" w:hAnsi="Poppins" w:cs="Poppins"/>
                <w:color w:val="000000"/>
              </w:rPr>
              <w:t>Perdita di carico max velocità 20,4 kPa</w:t>
            </w:r>
            <w:r w:rsidR="00F07ABB" w:rsidRPr="00F07ABB">
              <w:rPr>
                <w:rFonts w:ascii="Poppins" w:hAnsi="Poppins" w:cs="Poppins"/>
                <w:color w:val="000000"/>
              </w:rPr>
              <w:t xml:space="preserve"> </w:t>
            </w:r>
            <w:r w:rsidRPr="00F07ABB">
              <w:rPr>
                <w:rFonts w:ascii="Poppins" w:hAnsi="Poppins" w:cs="Poppins"/>
              </w:rPr>
              <w:t>(temperatura acqua 7/12 °C; temperatura aria 27 °C b.s./19 °C b.u.)</w:t>
            </w:r>
          </w:p>
          <w:p w14:paraId="61BBCF03" w14:textId="77777777" w:rsidR="00387424" w:rsidRPr="00F07ABB" w:rsidRDefault="00387424" w:rsidP="001A1DA7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F07ABB">
              <w:rPr>
                <w:rFonts w:ascii="Poppins" w:hAnsi="Poppins" w:cs="Poppins"/>
                <w:color w:val="000000"/>
              </w:rPr>
              <w:t>Potenza termica med (min- max) 4,72 (3,34- 5,64) kW</w:t>
            </w:r>
          </w:p>
          <w:p w14:paraId="7D018518" w14:textId="77777777" w:rsidR="00387424" w:rsidRPr="00F07ABB" w:rsidRDefault="00387424" w:rsidP="001A1DA7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F07ABB">
              <w:rPr>
                <w:rFonts w:ascii="Poppins" w:hAnsi="Poppins" w:cs="Poppins"/>
                <w:color w:val="000000"/>
              </w:rPr>
              <w:t>Portata d’acqua max velocità 970 l/h</w:t>
            </w:r>
          </w:p>
          <w:p w14:paraId="69013F45" w14:textId="380C4EDA" w:rsidR="00387424" w:rsidRPr="00F07ABB" w:rsidRDefault="00387424" w:rsidP="001A1DA7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F07ABB">
              <w:rPr>
                <w:rFonts w:ascii="Poppins" w:hAnsi="Poppins" w:cs="Poppins"/>
                <w:color w:val="000000"/>
              </w:rPr>
              <w:t>Perdita di carico max velocità 21,3 kPa</w:t>
            </w:r>
            <w:r w:rsidR="00F07ABB" w:rsidRPr="00F07ABB">
              <w:rPr>
                <w:rFonts w:ascii="Poppins" w:hAnsi="Poppins" w:cs="Poppins"/>
                <w:color w:val="000000"/>
              </w:rPr>
              <w:t xml:space="preserve"> </w:t>
            </w:r>
            <w:r w:rsidRPr="00F07ABB">
              <w:rPr>
                <w:rFonts w:ascii="Poppins" w:hAnsi="Poppins" w:cs="Poppins"/>
              </w:rPr>
              <w:t>(temperatura acqua 45/40 °C; temperatura aria 20 °C)</w:t>
            </w:r>
          </w:p>
          <w:p w14:paraId="6FE5291C" w14:textId="77777777" w:rsidR="00387424" w:rsidRPr="00F07ABB" w:rsidRDefault="00387424" w:rsidP="001A1DA7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F07ABB">
              <w:rPr>
                <w:rFonts w:ascii="Poppins" w:hAnsi="Poppins" w:cs="Poppins"/>
                <w:color w:val="000000"/>
              </w:rPr>
              <w:t>Portata d’aria med (min- max) 656 (387- 859) m3/h</w:t>
            </w:r>
          </w:p>
          <w:p w14:paraId="4566F85B" w14:textId="77777777" w:rsidR="00387424" w:rsidRPr="00F07ABB" w:rsidRDefault="00387424" w:rsidP="001A1DA7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F07ABB">
              <w:rPr>
                <w:rFonts w:ascii="Poppins" w:hAnsi="Poppins" w:cs="Poppins"/>
                <w:color w:val="000000"/>
              </w:rPr>
              <w:t>Pressione statica utile max 100 Pa</w:t>
            </w:r>
          </w:p>
          <w:p w14:paraId="1A52852A" w14:textId="77777777" w:rsidR="00387424" w:rsidRPr="00F07ABB" w:rsidRDefault="00387424" w:rsidP="001A1DA7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 w:themeColor="text1"/>
              </w:rPr>
            </w:pPr>
            <w:r w:rsidRPr="00F07ABB">
              <w:rPr>
                <w:rFonts w:ascii="Poppins" w:hAnsi="Poppins" w:cs="Poppins"/>
                <w:color w:val="000000" w:themeColor="text1"/>
              </w:rPr>
              <w:t>N° ventilatori: 1</w:t>
            </w:r>
          </w:p>
          <w:p w14:paraId="6ACB6862" w14:textId="77777777" w:rsidR="00387424" w:rsidRPr="00F07ABB" w:rsidRDefault="00387424" w:rsidP="001A1DA7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F07ABB">
              <w:rPr>
                <w:rFonts w:ascii="Poppins" w:hAnsi="Poppins" w:cs="Poppins"/>
                <w:color w:val="000000"/>
              </w:rPr>
              <w:t>Tensione alimentazione 230/1/50 V/Ph/Hz</w:t>
            </w:r>
          </w:p>
          <w:p w14:paraId="1870666C" w14:textId="77777777" w:rsidR="00387424" w:rsidRPr="00F07ABB" w:rsidRDefault="00387424" w:rsidP="001A1DA7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F07ABB">
              <w:rPr>
                <w:rFonts w:ascii="Poppins" w:hAnsi="Poppins" w:cs="Poppins"/>
                <w:color w:val="000000"/>
              </w:rPr>
              <w:t>Potenza massima assorbita 65 W</w:t>
            </w:r>
          </w:p>
          <w:p w14:paraId="2B160997" w14:textId="77777777" w:rsidR="00387424" w:rsidRPr="00F07ABB" w:rsidRDefault="00387424" w:rsidP="001A1DA7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F07ABB">
              <w:rPr>
                <w:rFonts w:ascii="Poppins" w:hAnsi="Poppins" w:cs="Poppins"/>
                <w:color w:val="000000"/>
              </w:rPr>
              <w:t>Corrente massima assorbita 0,45 A</w:t>
            </w:r>
          </w:p>
          <w:p w14:paraId="077A9CDB" w14:textId="77777777" w:rsidR="00387424" w:rsidRPr="00F07ABB" w:rsidRDefault="00387424" w:rsidP="001A1DA7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F07ABB">
              <w:rPr>
                <w:rFonts w:ascii="Poppins" w:hAnsi="Poppins" w:cs="Poppins"/>
              </w:rPr>
              <w:lastRenderedPageBreak/>
              <w:t xml:space="preserve">Livello di potenza sonora </w:t>
            </w:r>
            <w:r w:rsidRPr="00F07ABB">
              <w:rPr>
                <w:rFonts w:ascii="Poppins" w:hAnsi="Poppins" w:cs="Poppins"/>
                <w:color w:val="000000"/>
              </w:rPr>
              <w:t>med (min- max) 63 (55- 69)</w:t>
            </w:r>
            <w:r w:rsidRPr="00F07ABB">
              <w:rPr>
                <w:rFonts w:ascii="Poppins" w:hAnsi="Poppins" w:cs="Poppins"/>
              </w:rPr>
              <w:t xml:space="preserve"> dB(A)</w:t>
            </w:r>
          </w:p>
          <w:p w14:paraId="05E03D7A" w14:textId="589DCD7C" w:rsidR="00387424" w:rsidRPr="00F07ABB" w:rsidRDefault="00387424" w:rsidP="001A1DA7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F07ABB">
              <w:rPr>
                <w:rFonts w:ascii="Poppins" w:hAnsi="Poppins" w:cs="Poppins"/>
              </w:rPr>
              <w:t>Livello di pressione sonora med (min- max) 46 (38- 52) dB(A) - valori riferiti a fattore di direzionalità pari a 2 in campo chiuso, costante d’ambiente 300 m2 e distanza pari a 5 m</w:t>
            </w:r>
          </w:p>
          <w:p w14:paraId="06A3227A" w14:textId="77777777" w:rsidR="00387424" w:rsidRPr="00F07ABB" w:rsidRDefault="00387424" w:rsidP="001A1DA7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F07ABB">
              <w:rPr>
                <w:rFonts w:ascii="Poppins" w:hAnsi="Poppins" w:cs="Poppins"/>
                <w:color w:val="000000"/>
              </w:rPr>
              <w:t>Dimensioni (LxHxP) 808x605x275 mm</w:t>
            </w:r>
          </w:p>
          <w:p w14:paraId="3B6E5BCA" w14:textId="77777777" w:rsidR="00387424" w:rsidRPr="00F07ABB" w:rsidRDefault="00387424" w:rsidP="001A1DA7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F07ABB">
              <w:rPr>
                <w:rFonts w:ascii="Poppins" w:hAnsi="Poppins" w:cs="Poppins"/>
                <w:color w:val="000000"/>
              </w:rPr>
              <w:t>Peso 36 kg</w:t>
            </w:r>
          </w:p>
          <w:p w14:paraId="13C43A70" w14:textId="336B4C9B" w:rsidR="00387424" w:rsidRPr="00F07ABB" w:rsidRDefault="00387424" w:rsidP="001A1DA7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F07ABB">
              <w:rPr>
                <w:rFonts w:ascii="Poppins" w:hAnsi="Poppins" w:cs="Poppins"/>
                <w:color w:val="000000"/>
              </w:rPr>
              <w:t xml:space="preserve">Attacchi ingresso e uscita acqua: </w:t>
            </w:r>
            <w:r w:rsidR="00A52DFF" w:rsidRPr="00F07ABB">
              <w:rPr>
                <w:rFonts w:ascii="Poppins" w:hAnsi="Poppins" w:cs="Poppins"/>
                <w:color w:val="000000"/>
              </w:rPr>
              <w:t>3/4</w:t>
            </w:r>
            <w:r w:rsidRPr="00F07ABB">
              <w:rPr>
                <w:rFonts w:ascii="Poppins" w:hAnsi="Poppins" w:cs="Poppins"/>
                <w:color w:val="000000"/>
              </w:rPr>
              <w:t>” F, di serie a sinistra</w:t>
            </w:r>
          </w:p>
          <w:p w14:paraId="6A029D4C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015958CF" w14:textId="0110F3FE" w:rsidR="00387424" w:rsidRPr="00387424" w:rsidRDefault="00387424" w:rsidP="00387424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387424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2A6A88">
              <w:rPr>
                <w:rFonts w:ascii="Poppins" w:hAnsi="Poppins" w:cs="Poppins"/>
                <w:b/>
                <w:sz w:val="20"/>
              </w:rPr>
              <w:t>Emmeti</w:t>
            </w:r>
            <w:r w:rsidRPr="00387424">
              <w:rPr>
                <w:rFonts w:ascii="Poppins" w:hAnsi="Poppins" w:cs="Poppins"/>
                <w:b/>
                <w:sz w:val="20"/>
              </w:rPr>
              <w:t xml:space="preserve"> – Modello Unità termoventilante UTO EC-AF 08-05 o equivalente</w:t>
            </w:r>
            <w:r w:rsidR="00F07ABB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87424" w:rsidRPr="007E69BB" w14:paraId="083CDF0A" w14:textId="77777777" w:rsidTr="00387424">
        <w:tc>
          <w:tcPr>
            <w:tcW w:w="1373" w:type="dxa"/>
          </w:tcPr>
          <w:p w14:paraId="26201B62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387424">
              <w:rPr>
                <w:rFonts w:ascii="Poppins" w:hAnsi="Poppins" w:cs="Poppins"/>
                <w:bCs/>
                <w:sz w:val="20"/>
              </w:rPr>
              <w:lastRenderedPageBreak/>
              <w:t>07610120</w:t>
            </w:r>
          </w:p>
        </w:tc>
        <w:tc>
          <w:tcPr>
            <w:tcW w:w="2563" w:type="dxa"/>
          </w:tcPr>
          <w:p w14:paraId="38C740FD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387424">
              <w:rPr>
                <w:rFonts w:ascii="Poppins" w:hAnsi="Poppins" w:cs="Poppins"/>
                <w:bCs/>
                <w:sz w:val="20"/>
              </w:rPr>
              <w:t>UNITÀ TERMOVENTILANTE UTO EC-AF 08-07</w:t>
            </w:r>
          </w:p>
        </w:tc>
        <w:tc>
          <w:tcPr>
            <w:tcW w:w="5562" w:type="dxa"/>
          </w:tcPr>
          <w:p w14:paraId="4F150133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Unità terminale (termoventilante) da incasso per installazione orizzontale a soffitto, con tecnologia DC-Inverter, con aspirazione aria frontale.</w:t>
            </w:r>
          </w:p>
          <w:p w14:paraId="73DBF2D1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Predisposta per il collegamento con termostato ambiente (fornito separatamente) TAM-15 (digitale), con uscite 0-10 V, per controllo temperatura ambiente, velocità ventilatore, modalità di funzionamento, etc. oppure con il sistema digitale IdroLAN (fornito separatamente) per il controllo e la gestione completa, singola o centralizzata, della stessa unità terminale ad aria.</w:t>
            </w:r>
          </w:p>
          <w:p w14:paraId="57FF2E57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Motore a magneti permanenti ad alta efficienza, brushless, a regolazione di velocità e potenza mediante dispositivo elettronico PWM, con riduzione della rumorosità e dei consumi elettrici, con accoppiamento al/i gruppo/i ventilante/i con ventilatore centrifugo a doppia aspirazione, a pale curve avanti, in plastica, di ultima generazione.</w:t>
            </w:r>
          </w:p>
          <w:p w14:paraId="73A1A787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Batteria di scambio termico ad acqua in tubi di rame e alettatura a pacco d’alluminio, turbolenziata, ad alta efficienza, con possibilità di rotazione sx-dx. Valvole di sfiato manuali.</w:t>
            </w:r>
          </w:p>
          <w:p w14:paraId="1BA4E3C6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Struttura portante in lamiera zincata, ad alto spessore con fori pretranciati e asole per il fissaggio, completa di isolamento termoacustico.</w:t>
            </w:r>
          </w:p>
          <w:p w14:paraId="1FC2F4FA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Filtro aria in fibra acrilica (classe di efficienza G3) e bacinelle raccolta condensa, termicamente isolata, per installazione orizzontale.</w:t>
            </w:r>
          </w:p>
          <w:p w14:paraId="153CF0B1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5DEA6FEB" w14:textId="041786C6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387424">
              <w:rPr>
                <w:rFonts w:ascii="Poppins" w:hAnsi="Poppins" w:cs="Poppins"/>
                <w:b/>
              </w:rPr>
              <w:t>Dati tecnici</w:t>
            </w:r>
            <w:r w:rsidR="00EB0C4C">
              <w:rPr>
                <w:rFonts w:ascii="Poppins" w:hAnsi="Poppins" w:cs="Poppins"/>
                <w:b/>
              </w:rPr>
              <w:t>:</w:t>
            </w:r>
          </w:p>
          <w:p w14:paraId="05D47E5D" w14:textId="77777777" w:rsidR="00387424" w:rsidRPr="00EB0C4C" w:rsidRDefault="00387424" w:rsidP="001A1DA7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EB0C4C">
              <w:rPr>
                <w:rFonts w:ascii="Poppins" w:hAnsi="Poppins" w:cs="Poppins"/>
                <w:color w:val="000000"/>
              </w:rPr>
              <w:t>Potenza frigorifera med (min- max) 5,78 (4,27- 6,67) kW</w:t>
            </w:r>
          </w:p>
          <w:p w14:paraId="44007028" w14:textId="77777777" w:rsidR="00387424" w:rsidRPr="00EB0C4C" w:rsidRDefault="00387424" w:rsidP="001A1DA7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EB0C4C">
              <w:rPr>
                <w:rFonts w:ascii="Poppins" w:hAnsi="Poppins" w:cs="Poppins"/>
                <w:color w:val="000000"/>
              </w:rPr>
              <w:t>Portata d’acqua max velocità 1148 l/h</w:t>
            </w:r>
          </w:p>
          <w:p w14:paraId="0128B76D" w14:textId="3AF0FBD4" w:rsidR="00387424" w:rsidRPr="00EB0C4C" w:rsidRDefault="00387424" w:rsidP="001A1DA7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EB0C4C">
              <w:rPr>
                <w:rFonts w:ascii="Poppins" w:hAnsi="Poppins" w:cs="Poppins"/>
                <w:color w:val="000000"/>
              </w:rPr>
              <w:t>Perdita di carico max velocità 23,5 kPa</w:t>
            </w:r>
            <w:r w:rsidR="00EB0C4C" w:rsidRPr="00EB0C4C">
              <w:rPr>
                <w:rFonts w:ascii="Poppins" w:hAnsi="Poppins" w:cs="Poppins"/>
                <w:color w:val="000000"/>
              </w:rPr>
              <w:t xml:space="preserve"> </w:t>
            </w:r>
            <w:r w:rsidRPr="00EB0C4C">
              <w:rPr>
                <w:rFonts w:ascii="Poppins" w:hAnsi="Poppins" w:cs="Poppins"/>
              </w:rPr>
              <w:t>(temperatura acqua 7/12 °C; temperatura aria 27 °C b.s./19 °C b.u.)</w:t>
            </w:r>
          </w:p>
          <w:p w14:paraId="12117491" w14:textId="77777777" w:rsidR="00387424" w:rsidRPr="00EB0C4C" w:rsidRDefault="00387424" w:rsidP="001A1DA7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EB0C4C">
              <w:rPr>
                <w:rFonts w:ascii="Poppins" w:hAnsi="Poppins" w:cs="Poppins"/>
                <w:color w:val="000000"/>
              </w:rPr>
              <w:t>Potenza termica med (min- max) 6,16 (4,46- 7,17) kW</w:t>
            </w:r>
          </w:p>
          <w:p w14:paraId="42B19959" w14:textId="77777777" w:rsidR="00387424" w:rsidRPr="00EB0C4C" w:rsidRDefault="00387424" w:rsidP="001A1DA7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EB0C4C">
              <w:rPr>
                <w:rFonts w:ascii="Poppins" w:hAnsi="Poppins" w:cs="Poppins"/>
                <w:color w:val="000000"/>
              </w:rPr>
              <w:t>Portata d’acqua max velocità 1234 l/h</w:t>
            </w:r>
          </w:p>
          <w:p w14:paraId="76610A1B" w14:textId="138B2078" w:rsidR="00387424" w:rsidRPr="00EB0C4C" w:rsidRDefault="00387424" w:rsidP="001A1DA7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EB0C4C">
              <w:rPr>
                <w:rFonts w:ascii="Poppins" w:hAnsi="Poppins" w:cs="Poppins"/>
                <w:color w:val="000000"/>
              </w:rPr>
              <w:t>Perdita di carico max velocità 23,6 kPa</w:t>
            </w:r>
            <w:r w:rsidR="00EB0C4C" w:rsidRPr="00EB0C4C">
              <w:rPr>
                <w:rFonts w:ascii="Poppins" w:hAnsi="Poppins" w:cs="Poppins"/>
                <w:color w:val="000000"/>
              </w:rPr>
              <w:t xml:space="preserve"> </w:t>
            </w:r>
            <w:r w:rsidRPr="00EB0C4C">
              <w:rPr>
                <w:rFonts w:ascii="Poppins" w:hAnsi="Poppins" w:cs="Poppins"/>
              </w:rPr>
              <w:t>(temperatura acqua 45/40 °C; temperatura aria 20 °C)</w:t>
            </w:r>
          </w:p>
          <w:p w14:paraId="03CDB01D" w14:textId="77777777" w:rsidR="00387424" w:rsidRPr="00EB0C4C" w:rsidRDefault="00387424" w:rsidP="001A1DA7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EB0C4C">
              <w:rPr>
                <w:rFonts w:ascii="Poppins" w:hAnsi="Poppins" w:cs="Poppins"/>
                <w:color w:val="000000"/>
              </w:rPr>
              <w:t>Portata d’aria med (min- max) 783 (480- 987) m3/h</w:t>
            </w:r>
          </w:p>
          <w:p w14:paraId="04E9F738" w14:textId="77777777" w:rsidR="00387424" w:rsidRPr="00EB0C4C" w:rsidRDefault="00387424" w:rsidP="001A1DA7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EB0C4C">
              <w:rPr>
                <w:rFonts w:ascii="Poppins" w:hAnsi="Poppins" w:cs="Poppins"/>
                <w:color w:val="000000"/>
              </w:rPr>
              <w:t>Pressione statica utile max 100 Pa</w:t>
            </w:r>
          </w:p>
          <w:p w14:paraId="1EBDD90A" w14:textId="77777777" w:rsidR="00387424" w:rsidRPr="00EB0C4C" w:rsidRDefault="00387424" w:rsidP="001A1DA7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 w:themeColor="text1"/>
              </w:rPr>
            </w:pPr>
            <w:r w:rsidRPr="00EB0C4C">
              <w:rPr>
                <w:rFonts w:ascii="Poppins" w:hAnsi="Poppins" w:cs="Poppins"/>
                <w:color w:val="000000" w:themeColor="text1"/>
              </w:rPr>
              <w:t>N° ventilatori: 1</w:t>
            </w:r>
          </w:p>
          <w:p w14:paraId="743C2939" w14:textId="77777777" w:rsidR="00387424" w:rsidRPr="00EB0C4C" w:rsidRDefault="00387424" w:rsidP="001A1DA7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EB0C4C">
              <w:rPr>
                <w:rFonts w:ascii="Poppins" w:hAnsi="Poppins" w:cs="Poppins"/>
                <w:color w:val="000000"/>
              </w:rPr>
              <w:t>Tensione alimentazione 230/1/50 V/Ph/Hz</w:t>
            </w:r>
          </w:p>
          <w:p w14:paraId="430672AF" w14:textId="77777777" w:rsidR="00387424" w:rsidRPr="00EB0C4C" w:rsidRDefault="00387424" w:rsidP="001A1DA7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EB0C4C">
              <w:rPr>
                <w:rFonts w:ascii="Poppins" w:hAnsi="Poppins" w:cs="Poppins"/>
                <w:color w:val="000000"/>
              </w:rPr>
              <w:t>Potenza massima assorbita 180 W</w:t>
            </w:r>
          </w:p>
          <w:p w14:paraId="696A6A87" w14:textId="77777777" w:rsidR="00387424" w:rsidRPr="00EB0C4C" w:rsidRDefault="00387424" w:rsidP="001A1DA7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EB0C4C">
              <w:rPr>
                <w:rFonts w:ascii="Poppins" w:hAnsi="Poppins" w:cs="Poppins"/>
                <w:color w:val="000000"/>
              </w:rPr>
              <w:t>Corrente massima assorbita 1,4 A</w:t>
            </w:r>
          </w:p>
          <w:p w14:paraId="3285BDC5" w14:textId="77777777" w:rsidR="00387424" w:rsidRPr="00EB0C4C" w:rsidRDefault="00387424" w:rsidP="001A1DA7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EB0C4C">
              <w:rPr>
                <w:rFonts w:ascii="Poppins" w:hAnsi="Poppins" w:cs="Poppins"/>
              </w:rPr>
              <w:t xml:space="preserve">Livello di potenza sonora </w:t>
            </w:r>
            <w:r w:rsidRPr="00EB0C4C">
              <w:rPr>
                <w:rFonts w:ascii="Poppins" w:hAnsi="Poppins" w:cs="Poppins"/>
                <w:color w:val="000000"/>
              </w:rPr>
              <w:t>med (min- max) 64 (56- 70)</w:t>
            </w:r>
            <w:r w:rsidRPr="00EB0C4C">
              <w:rPr>
                <w:rFonts w:ascii="Poppins" w:hAnsi="Poppins" w:cs="Poppins"/>
              </w:rPr>
              <w:t xml:space="preserve"> dB(A)</w:t>
            </w:r>
          </w:p>
          <w:p w14:paraId="4FCE0AA7" w14:textId="03734902" w:rsidR="00387424" w:rsidRPr="00EB0C4C" w:rsidRDefault="00387424" w:rsidP="001A1DA7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EB0C4C">
              <w:rPr>
                <w:rFonts w:ascii="Poppins" w:hAnsi="Poppins" w:cs="Poppins"/>
              </w:rPr>
              <w:t>Livello di pressione sonora med (min- max) 47 (39- 53) dB(A) - valori riferiti a fattore di direzionalità pari a 2 in campo chiuso, costante d’ambiente 300 m2 e distanza pari a 5 m</w:t>
            </w:r>
          </w:p>
          <w:p w14:paraId="2E7B8B93" w14:textId="77777777" w:rsidR="00387424" w:rsidRPr="00EB0C4C" w:rsidRDefault="00387424" w:rsidP="001A1DA7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EB0C4C">
              <w:rPr>
                <w:rFonts w:ascii="Poppins" w:hAnsi="Poppins" w:cs="Poppins"/>
                <w:color w:val="000000"/>
              </w:rPr>
              <w:t>Dimensioni (LxHxP) 808x605x275 mm</w:t>
            </w:r>
          </w:p>
          <w:p w14:paraId="54A65740" w14:textId="77777777" w:rsidR="00387424" w:rsidRPr="00EB0C4C" w:rsidRDefault="00387424" w:rsidP="001A1DA7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EB0C4C">
              <w:rPr>
                <w:rFonts w:ascii="Poppins" w:hAnsi="Poppins" w:cs="Poppins"/>
                <w:color w:val="000000"/>
              </w:rPr>
              <w:t>Peso 37 kg</w:t>
            </w:r>
          </w:p>
          <w:p w14:paraId="0C6E0BB8" w14:textId="257A1F60" w:rsidR="00387424" w:rsidRPr="00EB0C4C" w:rsidRDefault="00387424" w:rsidP="001A1DA7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EB0C4C">
              <w:rPr>
                <w:rFonts w:ascii="Poppins" w:hAnsi="Poppins" w:cs="Poppins"/>
                <w:color w:val="000000"/>
              </w:rPr>
              <w:t xml:space="preserve">Attacchi ingresso e uscita acqua: </w:t>
            </w:r>
            <w:r w:rsidR="00A52DFF" w:rsidRPr="00EB0C4C">
              <w:rPr>
                <w:rFonts w:ascii="Poppins" w:hAnsi="Poppins" w:cs="Poppins"/>
                <w:color w:val="000000"/>
              </w:rPr>
              <w:t>3/4</w:t>
            </w:r>
            <w:r w:rsidRPr="00EB0C4C">
              <w:rPr>
                <w:rFonts w:ascii="Poppins" w:hAnsi="Poppins" w:cs="Poppins"/>
                <w:color w:val="000000"/>
              </w:rPr>
              <w:t>” F, di serie a sinistra</w:t>
            </w:r>
          </w:p>
          <w:p w14:paraId="74C440AC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27F1F47B" w14:textId="7DCF4E5A" w:rsidR="00387424" w:rsidRPr="00387424" w:rsidRDefault="00387424" w:rsidP="00387424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387424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2A6A88">
              <w:rPr>
                <w:rFonts w:ascii="Poppins" w:hAnsi="Poppins" w:cs="Poppins"/>
                <w:b/>
                <w:sz w:val="20"/>
              </w:rPr>
              <w:t>Emmeti</w:t>
            </w:r>
            <w:r w:rsidRPr="00387424">
              <w:rPr>
                <w:rFonts w:ascii="Poppins" w:hAnsi="Poppins" w:cs="Poppins"/>
                <w:b/>
                <w:sz w:val="20"/>
              </w:rPr>
              <w:t xml:space="preserve"> – Modello Unità termoventilante UTO EC-AF 08-07 o equivalente</w:t>
            </w:r>
            <w:r w:rsidR="00EB0C4C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87424" w:rsidRPr="007E69BB" w14:paraId="3B0DD078" w14:textId="77777777" w:rsidTr="00387424">
        <w:tc>
          <w:tcPr>
            <w:tcW w:w="1373" w:type="dxa"/>
          </w:tcPr>
          <w:p w14:paraId="224539A2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387424">
              <w:rPr>
                <w:rFonts w:ascii="Poppins" w:hAnsi="Poppins" w:cs="Poppins"/>
                <w:bCs/>
                <w:sz w:val="20"/>
              </w:rPr>
              <w:lastRenderedPageBreak/>
              <w:t>07610130</w:t>
            </w:r>
          </w:p>
        </w:tc>
        <w:tc>
          <w:tcPr>
            <w:tcW w:w="2563" w:type="dxa"/>
          </w:tcPr>
          <w:p w14:paraId="54C0BBC4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387424">
              <w:rPr>
                <w:rFonts w:ascii="Poppins" w:hAnsi="Poppins" w:cs="Poppins"/>
                <w:bCs/>
                <w:sz w:val="20"/>
              </w:rPr>
              <w:t>UNITÀ TERMOVENTILANTE UTO EC-AF 08-08</w:t>
            </w:r>
          </w:p>
        </w:tc>
        <w:tc>
          <w:tcPr>
            <w:tcW w:w="5562" w:type="dxa"/>
          </w:tcPr>
          <w:p w14:paraId="00F025B9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Unità terminale (termoventilante) da incasso per installazione orizzontale a soffitto, con tecnologia DC-Inverter, con aspirazione aria frontale.</w:t>
            </w:r>
          </w:p>
          <w:p w14:paraId="17E3E3AE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 xml:space="preserve">Predisposta per il collegamento con termostato ambiente (fornito separatamente) TAM-15 (digitale), con uscite 0-10 V, per controllo temperatura ambiente, velocità ventilatore, modalità di funzionamento, etc. </w:t>
            </w:r>
            <w:r w:rsidRPr="00387424">
              <w:rPr>
                <w:rFonts w:ascii="Poppins" w:hAnsi="Poppins" w:cs="Poppins"/>
                <w:sz w:val="20"/>
              </w:rPr>
              <w:lastRenderedPageBreak/>
              <w:t>oppure con il sistema digitale IdroLAN (fornito separatamente) per il controllo e la gestione completa, singola o centralizzata, della stessa unità terminale ad aria.</w:t>
            </w:r>
          </w:p>
          <w:p w14:paraId="1CA249E7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Motore a magneti permanenti ad alta efficienza, brushless, a regolazione di velocità e potenza mediante dispositivo elettronico PWM, con riduzione della rumorosità e dei consumi elettrici, con accoppiamento al/i gruppo/i ventilante/i con ventilatore centrifugo a doppia aspirazione, a pale curve avanti, in plastica, di ultima generazione.</w:t>
            </w:r>
          </w:p>
          <w:p w14:paraId="18F9F109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Batteria di scambio termico ad acqua in tubi di rame e alettatura a pacco d’alluminio, turbolenziata, ad alta efficienza, con possibilità di rotazione sx-dx. Valvole di sfiato manuali.</w:t>
            </w:r>
          </w:p>
          <w:p w14:paraId="47A09463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Struttura portante in lamiera zincata, ad alto spessore con fori pretranciati e asole per il fissaggio, completa di isolamento termoacustico.</w:t>
            </w:r>
          </w:p>
          <w:p w14:paraId="76697F4D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Filtro aria in fibra acrilica (classe di efficienza G3) e bacinelle raccolta condensa, termicamente isolata, per installazione orizzontale.</w:t>
            </w:r>
          </w:p>
          <w:p w14:paraId="4845B3B2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350B7DEB" w14:textId="4701195C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387424">
              <w:rPr>
                <w:rFonts w:ascii="Poppins" w:hAnsi="Poppins" w:cs="Poppins"/>
                <w:b/>
              </w:rPr>
              <w:t>Dati tecnici</w:t>
            </w:r>
            <w:r w:rsidR="004E08E0">
              <w:rPr>
                <w:rFonts w:ascii="Poppins" w:hAnsi="Poppins" w:cs="Poppins"/>
                <w:b/>
              </w:rPr>
              <w:t>:</w:t>
            </w:r>
          </w:p>
          <w:p w14:paraId="14EA7A70" w14:textId="77777777" w:rsidR="00387424" w:rsidRPr="004E08E0" w:rsidRDefault="00387424" w:rsidP="001A1DA7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E08E0">
              <w:rPr>
                <w:rFonts w:ascii="Poppins" w:hAnsi="Poppins" w:cs="Poppins"/>
                <w:color w:val="000000"/>
              </w:rPr>
              <w:t>Potenza frigorifera med (min- max) 6,73 (4,98- 7,79) kW</w:t>
            </w:r>
          </w:p>
          <w:p w14:paraId="0267DAE8" w14:textId="77777777" w:rsidR="00387424" w:rsidRPr="004E08E0" w:rsidRDefault="00387424" w:rsidP="001A1DA7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E08E0">
              <w:rPr>
                <w:rFonts w:ascii="Poppins" w:hAnsi="Poppins" w:cs="Poppins"/>
                <w:color w:val="000000"/>
              </w:rPr>
              <w:t>Portata d’acqua max velocità 1340 l/h</w:t>
            </w:r>
          </w:p>
          <w:p w14:paraId="3AA2BF44" w14:textId="6D229B04" w:rsidR="00387424" w:rsidRPr="004E08E0" w:rsidRDefault="00387424" w:rsidP="001A1DA7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4E08E0">
              <w:rPr>
                <w:rFonts w:ascii="Poppins" w:hAnsi="Poppins" w:cs="Poppins"/>
                <w:color w:val="000000"/>
              </w:rPr>
              <w:t>Perdita di carico max velocità 22,9 kPa</w:t>
            </w:r>
            <w:r w:rsidR="004E08E0" w:rsidRPr="004E08E0">
              <w:rPr>
                <w:rFonts w:ascii="Poppins" w:hAnsi="Poppins" w:cs="Poppins"/>
                <w:color w:val="000000"/>
              </w:rPr>
              <w:t xml:space="preserve"> </w:t>
            </w:r>
            <w:r w:rsidRPr="004E08E0">
              <w:rPr>
                <w:rFonts w:ascii="Poppins" w:hAnsi="Poppins" w:cs="Poppins"/>
              </w:rPr>
              <w:t>(temperatura acqua 7/12 °C; temperatura aria 27 °C b.s./19 °C b.u.)</w:t>
            </w:r>
          </w:p>
          <w:p w14:paraId="10906BE6" w14:textId="77777777" w:rsidR="00387424" w:rsidRPr="004E08E0" w:rsidRDefault="00387424" w:rsidP="001A1DA7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E08E0">
              <w:rPr>
                <w:rFonts w:ascii="Poppins" w:hAnsi="Poppins" w:cs="Poppins"/>
                <w:color w:val="000000"/>
              </w:rPr>
              <w:t>Potenza termica med (min- max) 6,50 (4,72- 7,59) kW</w:t>
            </w:r>
          </w:p>
          <w:p w14:paraId="0F880204" w14:textId="77777777" w:rsidR="00387424" w:rsidRPr="004E08E0" w:rsidRDefault="00387424" w:rsidP="001A1DA7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E08E0">
              <w:rPr>
                <w:rFonts w:ascii="Poppins" w:hAnsi="Poppins" w:cs="Poppins"/>
                <w:color w:val="000000"/>
              </w:rPr>
              <w:t>Portata d’acqua max velocità 1305 l/h</w:t>
            </w:r>
          </w:p>
          <w:p w14:paraId="039612DC" w14:textId="597B2AD8" w:rsidR="00387424" w:rsidRPr="004E08E0" w:rsidRDefault="00387424" w:rsidP="001A1DA7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4E08E0">
              <w:rPr>
                <w:rFonts w:ascii="Poppins" w:hAnsi="Poppins" w:cs="Poppins"/>
                <w:color w:val="000000"/>
              </w:rPr>
              <w:t>Perdita di carico max velocità 18,9 kPa</w:t>
            </w:r>
            <w:r w:rsidR="004E08E0" w:rsidRPr="004E08E0">
              <w:rPr>
                <w:rFonts w:ascii="Poppins" w:hAnsi="Poppins" w:cs="Poppins"/>
                <w:color w:val="000000"/>
              </w:rPr>
              <w:t xml:space="preserve"> </w:t>
            </w:r>
            <w:r w:rsidRPr="004E08E0">
              <w:rPr>
                <w:rFonts w:ascii="Poppins" w:hAnsi="Poppins" w:cs="Poppins"/>
              </w:rPr>
              <w:t>(temperatura acqua 45/40 °C; temperatura aria 20 °C)</w:t>
            </w:r>
          </w:p>
          <w:p w14:paraId="2F5E2836" w14:textId="77777777" w:rsidR="00387424" w:rsidRPr="004E08E0" w:rsidRDefault="00387424" w:rsidP="001A1DA7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E08E0">
              <w:rPr>
                <w:rFonts w:ascii="Poppins" w:hAnsi="Poppins" w:cs="Poppins"/>
                <w:color w:val="000000"/>
              </w:rPr>
              <w:t>Portata d’aria med (min- max) 754 (464- 954) m3/h</w:t>
            </w:r>
          </w:p>
          <w:p w14:paraId="4A39727D" w14:textId="77777777" w:rsidR="00387424" w:rsidRPr="004E08E0" w:rsidRDefault="00387424" w:rsidP="001A1DA7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E08E0">
              <w:rPr>
                <w:rFonts w:ascii="Poppins" w:hAnsi="Poppins" w:cs="Poppins"/>
                <w:color w:val="000000"/>
              </w:rPr>
              <w:t>Pressione statica utile max 100 Pa</w:t>
            </w:r>
          </w:p>
          <w:p w14:paraId="18E9FB35" w14:textId="77777777" w:rsidR="00387424" w:rsidRPr="004E08E0" w:rsidRDefault="00387424" w:rsidP="001A1DA7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 w:themeColor="text1"/>
              </w:rPr>
            </w:pPr>
            <w:r w:rsidRPr="004E08E0">
              <w:rPr>
                <w:rFonts w:ascii="Poppins" w:hAnsi="Poppins" w:cs="Poppins"/>
                <w:color w:val="000000" w:themeColor="text1"/>
              </w:rPr>
              <w:t>N° ventilatori: 1</w:t>
            </w:r>
          </w:p>
          <w:p w14:paraId="6356D2E7" w14:textId="77777777" w:rsidR="00387424" w:rsidRPr="004E08E0" w:rsidRDefault="00387424" w:rsidP="001A1DA7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E08E0">
              <w:rPr>
                <w:rFonts w:ascii="Poppins" w:hAnsi="Poppins" w:cs="Poppins"/>
                <w:color w:val="000000"/>
              </w:rPr>
              <w:t>Tensione alimentazione 230/1/50 V/Ph/Hz</w:t>
            </w:r>
          </w:p>
          <w:p w14:paraId="14E5E008" w14:textId="77777777" w:rsidR="00387424" w:rsidRPr="004E08E0" w:rsidRDefault="00387424" w:rsidP="001A1DA7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E08E0">
              <w:rPr>
                <w:rFonts w:ascii="Poppins" w:hAnsi="Poppins" w:cs="Poppins"/>
                <w:color w:val="000000"/>
              </w:rPr>
              <w:t>Potenza massima assorbita 180 W</w:t>
            </w:r>
          </w:p>
          <w:p w14:paraId="51D04CE6" w14:textId="77777777" w:rsidR="00387424" w:rsidRPr="004E08E0" w:rsidRDefault="00387424" w:rsidP="001A1DA7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E08E0">
              <w:rPr>
                <w:rFonts w:ascii="Poppins" w:hAnsi="Poppins" w:cs="Poppins"/>
                <w:color w:val="000000"/>
              </w:rPr>
              <w:lastRenderedPageBreak/>
              <w:t>Corrente massima assorbita 1,4 A</w:t>
            </w:r>
          </w:p>
          <w:p w14:paraId="3F230406" w14:textId="77777777" w:rsidR="00387424" w:rsidRPr="004E08E0" w:rsidRDefault="00387424" w:rsidP="001A1DA7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4E08E0">
              <w:rPr>
                <w:rFonts w:ascii="Poppins" w:hAnsi="Poppins" w:cs="Poppins"/>
              </w:rPr>
              <w:t xml:space="preserve">Livello di potenza sonora </w:t>
            </w:r>
            <w:r w:rsidRPr="004E08E0">
              <w:rPr>
                <w:rFonts w:ascii="Poppins" w:hAnsi="Poppins" w:cs="Poppins"/>
                <w:color w:val="000000"/>
              </w:rPr>
              <w:t>med (min- max) 64 (56- 70)</w:t>
            </w:r>
            <w:r w:rsidRPr="004E08E0">
              <w:rPr>
                <w:rFonts w:ascii="Poppins" w:hAnsi="Poppins" w:cs="Poppins"/>
              </w:rPr>
              <w:t xml:space="preserve"> dB(A)</w:t>
            </w:r>
          </w:p>
          <w:p w14:paraId="3D5E264F" w14:textId="02C313C6" w:rsidR="00387424" w:rsidRPr="004E08E0" w:rsidRDefault="00387424" w:rsidP="001A1DA7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4E08E0">
              <w:rPr>
                <w:rFonts w:ascii="Poppins" w:hAnsi="Poppins" w:cs="Poppins"/>
              </w:rPr>
              <w:t>Livello di pressione sonora med (min- max) 47 (39- 53) dB(A) - valori riferiti a fattore di direzionalità pari a 2 in campo chiuso, costante d’ambiente 300 m2 e distanza pari a 5 m</w:t>
            </w:r>
          </w:p>
          <w:p w14:paraId="5FF06D27" w14:textId="77777777" w:rsidR="00387424" w:rsidRPr="004E08E0" w:rsidRDefault="00387424" w:rsidP="001A1DA7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E08E0">
              <w:rPr>
                <w:rFonts w:ascii="Poppins" w:hAnsi="Poppins" w:cs="Poppins"/>
                <w:color w:val="000000"/>
              </w:rPr>
              <w:t>Dimensioni (LxHxP) 808x605x275 mm</w:t>
            </w:r>
          </w:p>
          <w:p w14:paraId="259863CF" w14:textId="77777777" w:rsidR="00387424" w:rsidRPr="004E08E0" w:rsidRDefault="00387424" w:rsidP="001A1DA7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E08E0">
              <w:rPr>
                <w:rFonts w:ascii="Poppins" w:hAnsi="Poppins" w:cs="Poppins"/>
                <w:color w:val="000000"/>
              </w:rPr>
              <w:t>Peso 39 kg</w:t>
            </w:r>
          </w:p>
          <w:p w14:paraId="6239D297" w14:textId="33F169D8" w:rsidR="00387424" w:rsidRPr="004E08E0" w:rsidRDefault="00387424" w:rsidP="001A1DA7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E08E0">
              <w:rPr>
                <w:rFonts w:ascii="Poppins" w:hAnsi="Poppins" w:cs="Poppins"/>
                <w:color w:val="000000"/>
              </w:rPr>
              <w:t xml:space="preserve">Attacchi ingresso e uscita acqua: </w:t>
            </w:r>
            <w:r w:rsidR="00A52DFF" w:rsidRPr="004E08E0">
              <w:rPr>
                <w:rFonts w:ascii="Poppins" w:hAnsi="Poppins" w:cs="Poppins"/>
                <w:color w:val="000000"/>
              </w:rPr>
              <w:t>3/4</w:t>
            </w:r>
            <w:r w:rsidRPr="004E08E0">
              <w:rPr>
                <w:rFonts w:ascii="Poppins" w:hAnsi="Poppins" w:cs="Poppins"/>
                <w:color w:val="000000"/>
              </w:rPr>
              <w:t>” F, di serie a sinistra</w:t>
            </w:r>
          </w:p>
          <w:p w14:paraId="5F50D541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3B11F5C1" w14:textId="1358A192" w:rsidR="00387424" w:rsidRPr="00387424" w:rsidRDefault="00387424" w:rsidP="00387424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387424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2A6A88">
              <w:rPr>
                <w:rFonts w:ascii="Poppins" w:hAnsi="Poppins" w:cs="Poppins"/>
                <w:b/>
                <w:sz w:val="20"/>
              </w:rPr>
              <w:t>Emmeti</w:t>
            </w:r>
            <w:r w:rsidRPr="00387424">
              <w:rPr>
                <w:rFonts w:ascii="Poppins" w:hAnsi="Poppins" w:cs="Poppins"/>
                <w:b/>
                <w:sz w:val="20"/>
              </w:rPr>
              <w:t xml:space="preserve"> – Modello Unità termoventilante UTO EC-AF 08-08 o equivalente</w:t>
            </w:r>
            <w:r w:rsidR="004E08E0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87424" w:rsidRPr="007E69BB" w14:paraId="55E24C0D" w14:textId="77777777" w:rsidTr="00387424">
        <w:tc>
          <w:tcPr>
            <w:tcW w:w="1373" w:type="dxa"/>
          </w:tcPr>
          <w:p w14:paraId="1C035FE4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387424">
              <w:rPr>
                <w:rFonts w:ascii="Poppins" w:hAnsi="Poppins" w:cs="Poppins"/>
                <w:bCs/>
                <w:sz w:val="20"/>
              </w:rPr>
              <w:lastRenderedPageBreak/>
              <w:t>07610140</w:t>
            </w:r>
          </w:p>
        </w:tc>
        <w:tc>
          <w:tcPr>
            <w:tcW w:w="2563" w:type="dxa"/>
          </w:tcPr>
          <w:p w14:paraId="48826E91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387424">
              <w:rPr>
                <w:rFonts w:ascii="Poppins" w:hAnsi="Poppins" w:cs="Poppins"/>
                <w:bCs/>
                <w:sz w:val="20"/>
              </w:rPr>
              <w:t>UNITÀ TERMOVENTILANTE UTO EC-AF 12-09</w:t>
            </w:r>
          </w:p>
        </w:tc>
        <w:tc>
          <w:tcPr>
            <w:tcW w:w="5562" w:type="dxa"/>
          </w:tcPr>
          <w:p w14:paraId="4ED8881E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Unità terminale (termoventilante) da incasso per installazione orizzontale a soffitto, con tecnologia DC-Inverter, con aspirazione aria frontale.</w:t>
            </w:r>
          </w:p>
          <w:p w14:paraId="63EABFC3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Predisposta per il collegamento con termostato ambiente (fornito separatamente) TAM-15 (digitale), con uscite 0-10 V, per controllo temperatura ambiente, velocità ventilatore, modalità di funzionamento, etc. oppure con il sistema digitale IdroLAN (fornito separatamente) per il controllo e la gestione completa, singola o centralizzata, della stessa unità terminale ad aria.</w:t>
            </w:r>
          </w:p>
          <w:p w14:paraId="3FCB8603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Motore a magneti permanenti ad alta efficienza, brushless, a regolazione di velocità e potenza mediante dispositivo elettronico PWM, con riduzione della rumorosità e dei consumi elettrici, con accoppiamento al/i gruppo/i ventilante/i con ventilatore centrifugo a doppia aspirazione, a pale curve avanti, in plastica, di ultima generazione.</w:t>
            </w:r>
          </w:p>
          <w:p w14:paraId="7DE109B0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Batteria di scambio termico ad acqua in tubi di rame e alettatura a pacco d’alluminio, turbolenziata, ad alta efficienza, con possibilità di rotazione sx-dx. Valvole di sfiato manuali.</w:t>
            </w:r>
          </w:p>
          <w:p w14:paraId="3D3D94A8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Struttura portante in lamiera zincata, ad alto spessore con fori pretranciati e asole per il fissaggio, completa di isolamento termoacustico.</w:t>
            </w:r>
          </w:p>
          <w:p w14:paraId="7E7CC446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lastRenderedPageBreak/>
              <w:t>Filtro aria in fibra acrilica (classe di efficienza G3) e bacinelle raccolta condensa, termicamente isolata, per installazione orizzontale.</w:t>
            </w:r>
          </w:p>
          <w:p w14:paraId="1382AA11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16C312BD" w14:textId="4DD24368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387424">
              <w:rPr>
                <w:rFonts w:ascii="Poppins" w:hAnsi="Poppins" w:cs="Poppins"/>
                <w:b/>
              </w:rPr>
              <w:t>Dati tecnici</w:t>
            </w:r>
            <w:r w:rsidR="000D2C78">
              <w:rPr>
                <w:rFonts w:ascii="Poppins" w:hAnsi="Poppins" w:cs="Poppins"/>
                <w:b/>
              </w:rPr>
              <w:t>:</w:t>
            </w:r>
          </w:p>
          <w:p w14:paraId="54B297DA" w14:textId="77777777" w:rsidR="00387424" w:rsidRPr="000D2C78" w:rsidRDefault="00387424" w:rsidP="001A1DA7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0D2C78">
              <w:rPr>
                <w:rFonts w:ascii="Poppins" w:hAnsi="Poppins" w:cs="Poppins"/>
                <w:color w:val="000000"/>
              </w:rPr>
              <w:t>Potenza frigorifera med (min- max) 8,02 (5,88- 8,69) kW</w:t>
            </w:r>
          </w:p>
          <w:p w14:paraId="62787310" w14:textId="77777777" w:rsidR="00387424" w:rsidRPr="000D2C78" w:rsidRDefault="00387424" w:rsidP="001A1DA7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0D2C78">
              <w:rPr>
                <w:rFonts w:ascii="Poppins" w:hAnsi="Poppins" w:cs="Poppins"/>
                <w:color w:val="000000"/>
              </w:rPr>
              <w:t>Portata d’acqua max velocità 1495 l/h</w:t>
            </w:r>
          </w:p>
          <w:p w14:paraId="42D2A92B" w14:textId="4EF4C40C" w:rsidR="00387424" w:rsidRPr="000D2C78" w:rsidRDefault="00387424" w:rsidP="001A1DA7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0D2C78">
              <w:rPr>
                <w:rFonts w:ascii="Poppins" w:hAnsi="Poppins" w:cs="Poppins"/>
                <w:color w:val="000000"/>
              </w:rPr>
              <w:t>Perdita di carico max velocità 14,7 kPa</w:t>
            </w:r>
            <w:r w:rsidR="000D2C78" w:rsidRPr="000D2C78">
              <w:rPr>
                <w:rFonts w:ascii="Poppins" w:hAnsi="Poppins" w:cs="Poppins"/>
                <w:color w:val="000000"/>
              </w:rPr>
              <w:t xml:space="preserve"> </w:t>
            </w:r>
            <w:r w:rsidRPr="000D2C78">
              <w:rPr>
                <w:rFonts w:ascii="Poppins" w:hAnsi="Poppins" w:cs="Poppins"/>
              </w:rPr>
              <w:t>(temperatura acqua 7/12 °C; temperatura aria 27 °C b.s./19 °C b.u.)</w:t>
            </w:r>
          </w:p>
          <w:p w14:paraId="26B0B748" w14:textId="77777777" w:rsidR="00387424" w:rsidRPr="000D2C78" w:rsidRDefault="00387424" w:rsidP="001A1DA7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0D2C78">
              <w:rPr>
                <w:rFonts w:ascii="Poppins" w:hAnsi="Poppins" w:cs="Poppins"/>
                <w:color w:val="000000"/>
              </w:rPr>
              <w:t>Potenza termica med (min- max) 9,25 (6,65- 10,08) kW</w:t>
            </w:r>
          </w:p>
          <w:p w14:paraId="647404C5" w14:textId="77777777" w:rsidR="00387424" w:rsidRPr="000D2C78" w:rsidRDefault="00387424" w:rsidP="001A1DA7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0D2C78">
              <w:rPr>
                <w:rFonts w:ascii="Poppins" w:hAnsi="Poppins" w:cs="Poppins"/>
                <w:color w:val="000000"/>
              </w:rPr>
              <w:t>Portata d’acqua max velocità 1733 l/h</w:t>
            </w:r>
          </w:p>
          <w:p w14:paraId="46DF605B" w14:textId="1D3BA279" w:rsidR="00387424" w:rsidRPr="000D2C78" w:rsidRDefault="00387424" w:rsidP="001A1DA7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0D2C78">
              <w:rPr>
                <w:rFonts w:ascii="Poppins" w:hAnsi="Poppins" w:cs="Poppins"/>
                <w:color w:val="000000"/>
              </w:rPr>
              <w:t>Perdita di carico max velocità 17,2 kPa</w:t>
            </w:r>
            <w:r w:rsidR="000D2C78" w:rsidRPr="000D2C78">
              <w:rPr>
                <w:rFonts w:ascii="Poppins" w:hAnsi="Poppins" w:cs="Poppins"/>
                <w:color w:val="000000"/>
              </w:rPr>
              <w:t xml:space="preserve"> </w:t>
            </w:r>
            <w:r w:rsidRPr="000D2C78">
              <w:rPr>
                <w:rFonts w:ascii="Poppins" w:hAnsi="Poppins" w:cs="Poppins"/>
              </w:rPr>
              <w:t>(temperatura acqua 45/40 °C; temperatura aria 20 °C)</w:t>
            </w:r>
          </w:p>
          <w:p w14:paraId="0280679E" w14:textId="77777777" w:rsidR="00387424" w:rsidRPr="000D2C78" w:rsidRDefault="00387424" w:rsidP="001A1DA7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0D2C78">
              <w:rPr>
                <w:rFonts w:ascii="Poppins" w:hAnsi="Poppins" w:cs="Poppins"/>
                <w:color w:val="000000"/>
              </w:rPr>
              <w:t>Portata d’aria med (min- max) 1436 (869- 1634) m3/h</w:t>
            </w:r>
          </w:p>
          <w:p w14:paraId="1313C2BC" w14:textId="77777777" w:rsidR="00387424" w:rsidRPr="000D2C78" w:rsidRDefault="00387424" w:rsidP="001A1DA7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0D2C78">
              <w:rPr>
                <w:rFonts w:ascii="Poppins" w:hAnsi="Poppins" w:cs="Poppins"/>
                <w:color w:val="000000"/>
              </w:rPr>
              <w:t>Pressione statica utile max 100 Pa</w:t>
            </w:r>
          </w:p>
          <w:p w14:paraId="782271D3" w14:textId="77777777" w:rsidR="00387424" w:rsidRPr="000D2C78" w:rsidRDefault="00387424" w:rsidP="001A1DA7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 w:themeColor="text1"/>
              </w:rPr>
            </w:pPr>
            <w:r w:rsidRPr="000D2C78">
              <w:rPr>
                <w:rFonts w:ascii="Poppins" w:hAnsi="Poppins" w:cs="Poppins"/>
                <w:color w:val="000000" w:themeColor="text1"/>
              </w:rPr>
              <w:t>N° ventilatori: 2</w:t>
            </w:r>
          </w:p>
          <w:p w14:paraId="5C75A017" w14:textId="77777777" w:rsidR="00387424" w:rsidRPr="000D2C78" w:rsidRDefault="00387424" w:rsidP="001A1DA7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0D2C78">
              <w:rPr>
                <w:rFonts w:ascii="Poppins" w:hAnsi="Poppins" w:cs="Poppins"/>
                <w:color w:val="000000"/>
              </w:rPr>
              <w:t>Tensione alimentazione 230/1/50 V/Ph/Hz</w:t>
            </w:r>
          </w:p>
          <w:p w14:paraId="278B76B0" w14:textId="77777777" w:rsidR="00387424" w:rsidRPr="000D2C78" w:rsidRDefault="00387424" w:rsidP="001A1DA7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0D2C78">
              <w:rPr>
                <w:rFonts w:ascii="Poppins" w:hAnsi="Poppins" w:cs="Poppins"/>
                <w:color w:val="000000"/>
              </w:rPr>
              <w:t>Potenza massima assorbita 400 W</w:t>
            </w:r>
          </w:p>
          <w:p w14:paraId="2C54F9BB" w14:textId="77777777" w:rsidR="00387424" w:rsidRPr="000D2C78" w:rsidRDefault="00387424" w:rsidP="001A1DA7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0D2C78">
              <w:rPr>
                <w:rFonts w:ascii="Poppins" w:hAnsi="Poppins" w:cs="Poppins"/>
                <w:color w:val="000000"/>
              </w:rPr>
              <w:t>Corrente massima assorbita 1,4 A</w:t>
            </w:r>
          </w:p>
          <w:p w14:paraId="52FD52D3" w14:textId="77777777" w:rsidR="00387424" w:rsidRPr="000D2C78" w:rsidRDefault="00387424" w:rsidP="001A1DA7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0D2C78">
              <w:rPr>
                <w:rFonts w:ascii="Poppins" w:hAnsi="Poppins" w:cs="Poppins"/>
              </w:rPr>
              <w:t xml:space="preserve">Livello di potenza sonora </w:t>
            </w:r>
            <w:r w:rsidRPr="000D2C78">
              <w:rPr>
                <w:rFonts w:ascii="Poppins" w:hAnsi="Poppins" w:cs="Poppins"/>
                <w:color w:val="000000"/>
              </w:rPr>
              <w:t>med (min- max) 68 (57- 72)</w:t>
            </w:r>
            <w:r w:rsidRPr="000D2C78">
              <w:rPr>
                <w:rFonts w:ascii="Poppins" w:hAnsi="Poppins" w:cs="Poppins"/>
              </w:rPr>
              <w:t xml:space="preserve"> dB(A)</w:t>
            </w:r>
          </w:p>
          <w:p w14:paraId="5B5F44F6" w14:textId="7E2EFB0E" w:rsidR="00387424" w:rsidRPr="000D2C78" w:rsidRDefault="00387424" w:rsidP="001A1DA7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0D2C78">
              <w:rPr>
                <w:rFonts w:ascii="Poppins" w:hAnsi="Poppins" w:cs="Poppins"/>
              </w:rPr>
              <w:t>Livello di pressione sonora med (min- max) 51 (40- 55) dB(A) - valori riferiti a fattore di direzionalità pari a 2 in campo chiuso, costante d’ambiente 300 m2 e distanza pari a 5 m</w:t>
            </w:r>
          </w:p>
          <w:p w14:paraId="70E5892D" w14:textId="77777777" w:rsidR="00387424" w:rsidRPr="000D2C78" w:rsidRDefault="00387424" w:rsidP="001A1DA7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0D2C78">
              <w:rPr>
                <w:rFonts w:ascii="Poppins" w:hAnsi="Poppins" w:cs="Poppins"/>
                <w:color w:val="000000"/>
              </w:rPr>
              <w:t>Dimensioni (LxHxP) 1208x605x275 mm</w:t>
            </w:r>
          </w:p>
          <w:p w14:paraId="30CC6E32" w14:textId="77777777" w:rsidR="00387424" w:rsidRPr="000D2C78" w:rsidRDefault="00387424" w:rsidP="001A1DA7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0D2C78">
              <w:rPr>
                <w:rFonts w:ascii="Poppins" w:hAnsi="Poppins" w:cs="Poppins"/>
                <w:color w:val="000000"/>
              </w:rPr>
              <w:t>Peso 51 kg</w:t>
            </w:r>
          </w:p>
          <w:p w14:paraId="2DAC4EE7" w14:textId="43B29CEA" w:rsidR="00387424" w:rsidRPr="000D2C78" w:rsidRDefault="00387424" w:rsidP="001A1DA7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0D2C78">
              <w:rPr>
                <w:rFonts w:ascii="Poppins" w:hAnsi="Poppins" w:cs="Poppins"/>
                <w:color w:val="000000"/>
              </w:rPr>
              <w:t xml:space="preserve">Attacchi ingresso e uscita acqua: </w:t>
            </w:r>
            <w:r w:rsidR="00A52DFF" w:rsidRPr="000D2C78">
              <w:rPr>
                <w:rFonts w:ascii="Poppins" w:hAnsi="Poppins" w:cs="Poppins"/>
                <w:color w:val="000000"/>
              </w:rPr>
              <w:t>3/4</w:t>
            </w:r>
            <w:r w:rsidRPr="000D2C78">
              <w:rPr>
                <w:rFonts w:ascii="Poppins" w:hAnsi="Poppins" w:cs="Poppins"/>
                <w:color w:val="000000"/>
              </w:rPr>
              <w:t>” F, di serie a sinistra</w:t>
            </w:r>
          </w:p>
          <w:p w14:paraId="465BCC7C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4AC07F59" w14:textId="4FFD1394" w:rsidR="00387424" w:rsidRPr="00387424" w:rsidRDefault="00387424" w:rsidP="00387424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387424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2A6A88">
              <w:rPr>
                <w:rFonts w:ascii="Poppins" w:hAnsi="Poppins" w:cs="Poppins"/>
                <w:b/>
                <w:sz w:val="20"/>
              </w:rPr>
              <w:t>Emmeti</w:t>
            </w:r>
            <w:r w:rsidRPr="00387424">
              <w:rPr>
                <w:rFonts w:ascii="Poppins" w:hAnsi="Poppins" w:cs="Poppins"/>
                <w:b/>
                <w:sz w:val="20"/>
              </w:rPr>
              <w:t xml:space="preserve"> – Modello Unità termoventilante UTO EC-AF 12-09 o equivalente</w:t>
            </w:r>
            <w:r w:rsidR="000D2C78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87424" w:rsidRPr="007E69BB" w14:paraId="12BC784C" w14:textId="77777777" w:rsidTr="00387424">
        <w:tc>
          <w:tcPr>
            <w:tcW w:w="1373" w:type="dxa"/>
          </w:tcPr>
          <w:p w14:paraId="658C7CF1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387424">
              <w:rPr>
                <w:rFonts w:ascii="Poppins" w:hAnsi="Poppins" w:cs="Poppins"/>
                <w:bCs/>
                <w:sz w:val="20"/>
              </w:rPr>
              <w:lastRenderedPageBreak/>
              <w:t>07610150</w:t>
            </w:r>
          </w:p>
        </w:tc>
        <w:tc>
          <w:tcPr>
            <w:tcW w:w="2563" w:type="dxa"/>
          </w:tcPr>
          <w:p w14:paraId="59A20ACE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387424">
              <w:rPr>
                <w:rFonts w:ascii="Poppins" w:hAnsi="Poppins" w:cs="Poppins"/>
                <w:bCs/>
                <w:sz w:val="20"/>
              </w:rPr>
              <w:t>UNITÀ TERMOVENTILANTE UTO EC-AF 12-12</w:t>
            </w:r>
          </w:p>
        </w:tc>
        <w:tc>
          <w:tcPr>
            <w:tcW w:w="5562" w:type="dxa"/>
          </w:tcPr>
          <w:p w14:paraId="38857833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Unità terminale (termoventilante) da incasso per installazione orizzontale a soffitto, con tecnologia DC-Inverter, con aspirazione aria frontale.</w:t>
            </w:r>
          </w:p>
          <w:p w14:paraId="7360FD90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lastRenderedPageBreak/>
              <w:t>Predisposta per il collegamento con termostato ambiente (fornito separatamente) TAM-15 (digitale), con uscite 0-10 V, per controllo temperatura ambiente, velocità ventilatore, modalità di funzionamento, etc. oppure con il sistema digitale IdroLAN (fornito separatamente) per il controllo e la gestione completa, singola o centralizzata, della stessa unità terminale ad aria.</w:t>
            </w:r>
          </w:p>
          <w:p w14:paraId="6AEC70A0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Motore a magneti permanenti ad alta efficienza, brushless, a regolazione di velocità e potenza mediante dispositivo elettronico PWM, con riduzione della rumorosità e dei consumi elettrici, con accoppiamento al/i gruppo/i ventilante/i con ventilatore centrifugo a doppia aspirazione, a pale curve avanti, in plastica, di ultima generazione.</w:t>
            </w:r>
          </w:p>
          <w:p w14:paraId="0BA998F3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Batteria di scambio termico ad acqua in tubi di rame e alettatura a pacco d’alluminio, turbolenziata, ad alta efficienza, con possibilità di rotazione sx-dx. Valvole di sfiato manuali.</w:t>
            </w:r>
          </w:p>
          <w:p w14:paraId="045D4845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Struttura portante in lamiera zincata, ad alto spessore con fori pretranciati e asole per il fissaggio, completa di isolamento termoacustico.</w:t>
            </w:r>
          </w:p>
          <w:p w14:paraId="09AA3611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Filtro aria in fibra acrilica (classe di efficienza G3) e bacinelle raccolta condensa, termicamente isolata, per installazione orizzontale.</w:t>
            </w:r>
          </w:p>
          <w:p w14:paraId="61E8EA16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3F694BDF" w14:textId="56C8D021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387424">
              <w:rPr>
                <w:rFonts w:ascii="Poppins" w:hAnsi="Poppins" w:cs="Poppins"/>
                <w:b/>
              </w:rPr>
              <w:t>Dati tecnici</w:t>
            </w:r>
            <w:r w:rsidR="00402736">
              <w:rPr>
                <w:rFonts w:ascii="Poppins" w:hAnsi="Poppins" w:cs="Poppins"/>
                <w:b/>
              </w:rPr>
              <w:t>:</w:t>
            </w:r>
          </w:p>
          <w:p w14:paraId="459089D8" w14:textId="77777777" w:rsidR="00387424" w:rsidRPr="00402736" w:rsidRDefault="00387424" w:rsidP="001A1DA7">
            <w:pPr>
              <w:pStyle w:val="Paragrafoelenco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02736">
              <w:rPr>
                <w:rFonts w:ascii="Poppins" w:hAnsi="Poppins" w:cs="Poppins"/>
                <w:color w:val="000000"/>
              </w:rPr>
              <w:t>Potenza frigorifera med (min- max) 10,56 (7,90- 11,37) kW</w:t>
            </w:r>
          </w:p>
          <w:p w14:paraId="55050985" w14:textId="77777777" w:rsidR="00387424" w:rsidRPr="00402736" w:rsidRDefault="00387424" w:rsidP="001A1DA7">
            <w:pPr>
              <w:pStyle w:val="Paragrafoelenco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02736">
              <w:rPr>
                <w:rFonts w:ascii="Poppins" w:hAnsi="Poppins" w:cs="Poppins"/>
                <w:color w:val="000000"/>
              </w:rPr>
              <w:t>Portata d’acqua max velocità 1955 l/h</w:t>
            </w:r>
          </w:p>
          <w:p w14:paraId="05892F15" w14:textId="05DBC354" w:rsidR="00387424" w:rsidRPr="00402736" w:rsidRDefault="00387424" w:rsidP="001A1DA7">
            <w:pPr>
              <w:pStyle w:val="Paragrafoelenco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402736">
              <w:rPr>
                <w:rFonts w:ascii="Poppins" w:hAnsi="Poppins" w:cs="Poppins"/>
                <w:color w:val="000000"/>
              </w:rPr>
              <w:t>Perdita di carico max velocità 21,5 kPa</w:t>
            </w:r>
            <w:r w:rsidR="00402736" w:rsidRPr="00402736">
              <w:rPr>
                <w:rFonts w:ascii="Poppins" w:hAnsi="Poppins" w:cs="Poppins"/>
                <w:color w:val="000000"/>
              </w:rPr>
              <w:t xml:space="preserve"> </w:t>
            </w:r>
            <w:r w:rsidRPr="00402736">
              <w:rPr>
                <w:rFonts w:ascii="Poppins" w:hAnsi="Poppins" w:cs="Poppins"/>
              </w:rPr>
              <w:t>(temperatura acqua 7/12 °C; temperatura aria 27 °C b.s./19 °C b.u.)</w:t>
            </w:r>
          </w:p>
          <w:p w14:paraId="7ADFF731" w14:textId="77777777" w:rsidR="00387424" w:rsidRPr="00402736" w:rsidRDefault="00387424" w:rsidP="001A1DA7">
            <w:pPr>
              <w:pStyle w:val="Paragrafoelenco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02736">
              <w:rPr>
                <w:rFonts w:ascii="Poppins" w:hAnsi="Poppins" w:cs="Poppins"/>
                <w:color w:val="000000"/>
              </w:rPr>
              <w:t>Potenza termica med (min- max) 11,95 (8,78- 12,93) kW</w:t>
            </w:r>
          </w:p>
          <w:p w14:paraId="7D1B0656" w14:textId="77777777" w:rsidR="00387424" w:rsidRPr="00402736" w:rsidRDefault="00387424" w:rsidP="001A1DA7">
            <w:pPr>
              <w:pStyle w:val="Paragrafoelenco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02736">
              <w:rPr>
                <w:rFonts w:ascii="Poppins" w:hAnsi="Poppins" w:cs="Poppins"/>
                <w:color w:val="000000"/>
              </w:rPr>
              <w:t>Portata d’acqua max velocità 2223 l/h</w:t>
            </w:r>
          </w:p>
          <w:p w14:paraId="73670DF3" w14:textId="21B27A2D" w:rsidR="00387424" w:rsidRPr="00402736" w:rsidRDefault="00387424" w:rsidP="001A1DA7">
            <w:pPr>
              <w:pStyle w:val="Paragrafoelenco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402736">
              <w:rPr>
                <w:rFonts w:ascii="Poppins" w:hAnsi="Poppins" w:cs="Poppins"/>
                <w:color w:val="000000"/>
              </w:rPr>
              <w:t>Perdita di carico max velocità 24,1 kPa</w:t>
            </w:r>
            <w:r w:rsidR="00402736" w:rsidRPr="00402736">
              <w:rPr>
                <w:rFonts w:ascii="Poppins" w:hAnsi="Poppins" w:cs="Poppins"/>
                <w:color w:val="000000"/>
              </w:rPr>
              <w:t xml:space="preserve"> </w:t>
            </w:r>
            <w:r w:rsidRPr="00402736">
              <w:rPr>
                <w:rFonts w:ascii="Poppins" w:hAnsi="Poppins" w:cs="Poppins"/>
              </w:rPr>
              <w:t>(temperatura acqua 45/40 °C; temperatura aria 20 °C)</w:t>
            </w:r>
          </w:p>
          <w:p w14:paraId="538F2401" w14:textId="77777777" w:rsidR="00387424" w:rsidRPr="00402736" w:rsidRDefault="00387424" w:rsidP="001A1DA7">
            <w:pPr>
              <w:pStyle w:val="Paragrafoelenco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02736">
              <w:rPr>
                <w:rFonts w:ascii="Poppins" w:hAnsi="Poppins" w:cs="Poppins"/>
                <w:color w:val="000000"/>
              </w:rPr>
              <w:t>Portata d’aria med (min- max) 1668 (1044- 1878) m3/h</w:t>
            </w:r>
          </w:p>
          <w:p w14:paraId="3565169A" w14:textId="77777777" w:rsidR="00387424" w:rsidRPr="00402736" w:rsidRDefault="00387424" w:rsidP="001A1DA7">
            <w:pPr>
              <w:pStyle w:val="Paragrafoelenco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02736">
              <w:rPr>
                <w:rFonts w:ascii="Poppins" w:hAnsi="Poppins" w:cs="Poppins"/>
                <w:color w:val="000000"/>
              </w:rPr>
              <w:lastRenderedPageBreak/>
              <w:t>Pressione statica utile max 100 Pa</w:t>
            </w:r>
          </w:p>
          <w:p w14:paraId="0220DC6E" w14:textId="77777777" w:rsidR="00387424" w:rsidRPr="00402736" w:rsidRDefault="00387424" w:rsidP="001A1DA7">
            <w:pPr>
              <w:pStyle w:val="Paragrafoelenco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 w:themeColor="text1"/>
              </w:rPr>
            </w:pPr>
            <w:r w:rsidRPr="00402736">
              <w:rPr>
                <w:rFonts w:ascii="Poppins" w:hAnsi="Poppins" w:cs="Poppins"/>
                <w:color w:val="000000" w:themeColor="text1"/>
              </w:rPr>
              <w:t>N° ventilatori: 2</w:t>
            </w:r>
          </w:p>
          <w:p w14:paraId="41B50A34" w14:textId="77777777" w:rsidR="00387424" w:rsidRPr="00402736" w:rsidRDefault="00387424" w:rsidP="001A1DA7">
            <w:pPr>
              <w:pStyle w:val="Paragrafoelenco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02736">
              <w:rPr>
                <w:rFonts w:ascii="Poppins" w:hAnsi="Poppins" w:cs="Poppins"/>
                <w:color w:val="000000"/>
              </w:rPr>
              <w:t>Tensione alimentazione 230/1/50 V/Ph/Hz</w:t>
            </w:r>
          </w:p>
          <w:p w14:paraId="5955471B" w14:textId="77777777" w:rsidR="00387424" w:rsidRPr="00402736" w:rsidRDefault="00387424" w:rsidP="001A1DA7">
            <w:pPr>
              <w:pStyle w:val="Paragrafoelenco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02736">
              <w:rPr>
                <w:rFonts w:ascii="Poppins" w:hAnsi="Poppins" w:cs="Poppins"/>
                <w:color w:val="000000"/>
              </w:rPr>
              <w:t>Potenza massima assorbita 400 W</w:t>
            </w:r>
          </w:p>
          <w:p w14:paraId="3795BBF6" w14:textId="77777777" w:rsidR="00387424" w:rsidRPr="00402736" w:rsidRDefault="00387424" w:rsidP="001A1DA7">
            <w:pPr>
              <w:pStyle w:val="Paragrafoelenco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02736">
              <w:rPr>
                <w:rFonts w:ascii="Poppins" w:hAnsi="Poppins" w:cs="Poppins"/>
                <w:color w:val="000000"/>
              </w:rPr>
              <w:t>Corrente massima assorbita 1,4 A</w:t>
            </w:r>
          </w:p>
          <w:p w14:paraId="0658AE74" w14:textId="77777777" w:rsidR="00387424" w:rsidRPr="00402736" w:rsidRDefault="00387424" w:rsidP="001A1DA7">
            <w:pPr>
              <w:pStyle w:val="Paragrafoelenco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402736">
              <w:rPr>
                <w:rFonts w:ascii="Poppins" w:hAnsi="Poppins" w:cs="Poppins"/>
              </w:rPr>
              <w:t xml:space="preserve">Livello di potenza sonora </w:t>
            </w:r>
            <w:r w:rsidRPr="00402736">
              <w:rPr>
                <w:rFonts w:ascii="Poppins" w:hAnsi="Poppins" w:cs="Poppins"/>
                <w:color w:val="000000"/>
              </w:rPr>
              <w:t>med (min- max) 69 (58- 73)</w:t>
            </w:r>
            <w:r w:rsidRPr="00402736">
              <w:rPr>
                <w:rFonts w:ascii="Poppins" w:hAnsi="Poppins" w:cs="Poppins"/>
              </w:rPr>
              <w:t xml:space="preserve"> dB(A)</w:t>
            </w:r>
          </w:p>
          <w:p w14:paraId="132942B4" w14:textId="755B79F5" w:rsidR="00387424" w:rsidRPr="00402736" w:rsidRDefault="00387424" w:rsidP="001A1DA7">
            <w:pPr>
              <w:pStyle w:val="Paragrafoelenco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402736">
              <w:rPr>
                <w:rFonts w:ascii="Poppins" w:hAnsi="Poppins" w:cs="Poppins"/>
              </w:rPr>
              <w:t>Livello di pressione sonora med (min- max) 52 (41- 56) dB(A) - valori riferiti a fattore di direzionalità pari a 2 in campo chiuso, costante d’ambiente 300 m2 e distanza pari a 5 m</w:t>
            </w:r>
          </w:p>
          <w:p w14:paraId="30F0AD76" w14:textId="77777777" w:rsidR="00387424" w:rsidRPr="00402736" w:rsidRDefault="00387424" w:rsidP="001A1DA7">
            <w:pPr>
              <w:pStyle w:val="Paragrafoelenco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02736">
              <w:rPr>
                <w:rFonts w:ascii="Poppins" w:hAnsi="Poppins" w:cs="Poppins"/>
                <w:color w:val="000000"/>
              </w:rPr>
              <w:t>Dimensioni (LxHxP) 1208x605x275 mm</w:t>
            </w:r>
          </w:p>
          <w:p w14:paraId="1C3B58F1" w14:textId="77777777" w:rsidR="00387424" w:rsidRPr="00402736" w:rsidRDefault="00387424" w:rsidP="001A1DA7">
            <w:pPr>
              <w:pStyle w:val="Paragrafoelenco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02736">
              <w:rPr>
                <w:rFonts w:ascii="Poppins" w:hAnsi="Poppins" w:cs="Poppins"/>
                <w:color w:val="000000"/>
              </w:rPr>
              <w:t>Peso 53 kg</w:t>
            </w:r>
          </w:p>
          <w:p w14:paraId="2BCFDD8F" w14:textId="2EAC2A01" w:rsidR="00387424" w:rsidRPr="00402736" w:rsidRDefault="00387424" w:rsidP="001A1DA7">
            <w:pPr>
              <w:pStyle w:val="Paragrafoelenco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02736">
              <w:rPr>
                <w:rFonts w:ascii="Poppins" w:hAnsi="Poppins" w:cs="Poppins"/>
                <w:color w:val="000000"/>
              </w:rPr>
              <w:t xml:space="preserve">Attacchi ingresso e uscita acqua: </w:t>
            </w:r>
            <w:r w:rsidR="00A52DFF" w:rsidRPr="00402736">
              <w:rPr>
                <w:rFonts w:ascii="Poppins" w:hAnsi="Poppins" w:cs="Poppins"/>
                <w:color w:val="000000"/>
              </w:rPr>
              <w:t>3/4</w:t>
            </w:r>
            <w:r w:rsidRPr="00402736">
              <w:rPr>
                <w:rFonts w:ascii="Poppins" w:hAnsi="Poppins" w:cs="Poppins"/>
                <w:color w:val="000000"/>
              </w:rPr>
              <w:t>” F, di serie a sinistra</w:t>
            </w:r>
          </w:p>
          <w:p w14:paraId="60737FC7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49F9E469" w14:textId="09793A14" w:rsidR="00387424" w:rsidRPr="00387424" w:rsidRDefault="00387424" w:rsidP="00387424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387424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2A6A88">
              <w:rPr>
                <w:rFonts w:ascii="Poppins" w:hAnsi="Poppins" w:cs="Poppins"/>
                <w:b/>
                <w:sz w:val="20"/>
              </w:rPr>
              <w:t>Emmeti</w:t>
            </w:r>
            <w:r w:rsidRPr="00387424">
              <w:rPr>
                <w:rFonts w:ascii="Poppins" w:hAnsi="Poppins" w:cs="Poppins"/>
                <w:b/>
                <w:sz w:val="20"/>
              </w:rPr>
              <w:t xml:space="preserve"> – Modello Unità termoventilante UTO EC-AF 12-12 o equivalente</w:t>
            </w:r>
            <w:r w:rsidR="00402736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87424" w:rsidRPr="007E69BB" w14:paraId="6FE64035" w14:textId="77777777" w:rsidTr="00387424">
        <w:tc>
          <w:tcPr>
            <w:tcW w:w="1373" w:type="dxa"/>
          </w:tcPr>
          <w:p w14:paraId="635FC184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387424">
              <w:rPr>
                <w:rFonts w:ascii="Poppins" w:hAnsi="Poppins" w:cs="Poppins"/>
                <w:bCs/>
                <w:sz w:val="20"/>
              </w:rPr>
              <w:lastRenderedPageBreak/>
              <w:t>07610160</w:t>
            </w:r>
          </w:p>
        </w:tc>
        <w:tc>
          <w:tcPr>
            <w:tcW w:w="2563" w:type="dxa"/>
          </w:tcPr>
          <w:p w14:paraId="6B8FD0D9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387424">
              <w:rPr>
                <w:rFonts w:ascii="Poppins" w:hAnsi="Poppins" w:cs="Poppins"/>
                <w:bCs/>
                <w:sz w:val="20"/>
              </w:rPr>
              <w:t>UNITÀ TERMOVENTILANTE UTO EC-AF 12-14</w:t>
            </w:r>
          </w:p>
        </w:tc>
        <w:tc>
          <w:tcPr>
            <w:tcW w:w="5562" w:type="dxa"/>
          </w:tcPr>
          <w:p w14:paraId="074C0441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Unità terminale (termoventilante) da incasso per installazione orizzontale a soffitto, con tecnologia DC-Inverter, con aspirazione aria frontale.</w:t>
            </w:r>
          </w:p>
          <w:p w14:paraId="0A4BE8FD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Predisposta per il collegamento con termostato ambiente (fornito separatamente) TAM-15 (digitale), con uscite 0-10 V, per controllo temperatura ambiente, velocità ventilatore, modalità di funzionamento, etc. oppure con il sistema digitale IdroLAN (fornito separatamente) per il controllo e la gestione completa, singola o centralizzata, della stessa unità terminale ad aria.</w:t>
            </w:r>
          </w:p>
          <w:p w14:paraId="1D35EE4E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Motore a magneti permanenti ad alta efficienza, brushless, a regolazione di velocità e potenza mediante dispositivo elettronico PWM, con riduzione della rumorosità e dei consumi elettrici, con accoppiamento al/i gruppo/i ventilante/i con ventilatore centrifugo a doppia aspirazione, a pale curve avanti, in plastica, di ultima generazione.</w:t>
            </w:r>
          </w:p>
          <w:p w14:paraId="3903E93F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Batteria di scambio termico ad acqua in tubi di rame e alettatura a pacco d’alluminio, turbolenziata, ad alta efficienza, con possibilità di rotazione sx-dx. Valvole di sfiato manuali.</w:t>
            </w:r>
          </w:p>
          <w:p w14:paraId="6617F797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lastRenderedPageBreak/>
              <w:t>Struttura portante in lamiera zincata, ad alto spessore con fori pretranciati e asole per il fissaggio, completa di isolamento termoacustico.</w:t>
            </w:r>
          </w:p>
          <w:p w14:paraId="408256AA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Filtro aria in fibra acrilica (classe di efficienza G3) e bacinelle raccolta condensa, termicamente isolata, per installazione orizzontale.</w:t>
            </w:r>
          </w:p>
          <w:p w14:paraId="6343866E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30891F86" w14:textId="6CEE395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387424">
              <w:rPr>
                <w:rFonts w:ascii="Poppins" w:hAnsi="Poppins" w:cs="Poppins"/>
                <w:b/>
              </w:rPr>
              <w:t>Dati tecnici</w:t>
            </w:r>
            <w:r w:rsidR="00064B3A">
              <w:rPr>
                <w:rFonts w:ascii="Poppins" w:hAnsi="Poppins" w:cs="Poppins"/>
                <w:b/>
              </w:rPr>
              <w:t>:</w:t>
            </w:r>
          </w:p>
          <w:p w14:paraId="178B314C" w14:textId="77777777" w:rsidR="00387424" w:rsidRPr="00064B3A" w:rsidRDefault="00387424" w:rsidP="001A1DA7">
            <w:pPr>
              <w:pStyle w:val="Paragrafoelenco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064B3A">
              <w:rPr>
                <w:rFonts w:ascii="Poppins" w:hAnsi="Poppins" w:cs="Poppins"/>
                <w:color w:val="000000"/>
              </w:rPr>
              <w:t>Potenza frigorifera med (min- max) 12,34 (9,25- 13,21) kW</w:t>
            </w:r>
          </w:p>
          <w:p w14:paraId="51EEED60" w14:textId="77777777" w:rsidR="00387424" w:rsidRPr="00064B3A" w:rsidRDefault="00387424" w:rsidP="001A1DA7">
            <w:pPr>
              <w:pStyle w:val="Paragrafoelenco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064B3A">
              <w:rPr>
                <w:rFonts w:ascii="Poppins" w:hAnsi="Poppins" w:cs="Poppins"/>
                <w:color w:val="000000"/>
              </w:rPr>
              <w:t>Portata d’acqua max velocità 2272 l/h</w:t>
            </w:r>
          </w:p>
          <w:p w14:paraId="0D4F2A98" w14:textId="52218564" w:rsidR="00387424" w:rsidRPr="00064B3A" w:rsidRDefault="00387424" w:rsidP="001A1DA7">
            <w:pPr>
              <w:pStyle w:val="Paragrafoelenco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064B3A">
              <w:rPr>
                <w:rFonts w:ascii="Poppins" w:hAnsi="Poppins" w:cs="Poppins"/>
                <w:color w:val="000000"/>
              </w:rPr>
              <w:t>Perdita di carico max velocità 16,9 kPa</w:t>
            </w:r>
            <w:r w:rsidR="00064B3A" w:rsidRPr="00064B3A">
              <w:rPr>
                <w:rFonts w:ascii="Poppins" w:hAnsi="Poppins" w:cs="Poppins"/>
                <w:color w:val="000000"/>
              </w:rPr>
              <w:t xml:space="preserve"> </w:t>
            </w:r>
            <w:r w:rsidRPr="00064B3A">
              <w:rPr>
                <w:rFonts w:ascii="Poppins" w:hAnsi="Poppins" w:cs="Poppins"/>
              </w:rPr>
              <w:t>(temperatura acqua 7/12 °C; temperatura aria 27 °C b.s./19 °C b.u.)</w:t>
            </w:r>
          </w:p>
          <w:p w14:paraId="3121B92D" w14:textId="77777777" w:rsidR="00387424" w:rsidRPr="00064B3A" w:rsidRDefault="00387424" w:rsidP="001A1DA7">
            <w:pPr>
              <w:pStyle w:val="Paragrafoelenco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064B3A">
              <w:rPr>
                <w:rFonts w:ascii="Poppins" w:hAnsi="Poppins" w:cs="Poppins"/>
                <w:color w:val="000000"/>
              </w:rPr>
              <w:t>Potenza termica med (min- max) 12,60 (9,28- 13,54) kW</w:t>
            </w:r>
          </w:p>
          <w:p w14:paraId="75C9B069" w14:textId="77777777" w:rsidR="00387424" w:rsidRPr="00064B3A" w:rsidRDefault="00387424" w:rsidP="001A1DA7">
            <w:pPr>
              <w:pStyle w:val="Paragrafoelenco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064B3A">
              <w:rPr>
                <w:rFonts w:ascii="Poppins" w:hAnsi="Poppins" w:cs="Poppins"/>
                <w:color w:val="000000"/>
              </w:rPr>
              <w:t>Portata d’acqua max velocità 2329 l/h</w:t>
            </w:r>
          </w:p>
          <w:p w14:paraId="6AF441B2" w14:textId="1912D33F" w:rsidR="00387424" w:rsidRPr="00064B3A" w:rsidRDefault="00387424" w:rsidP="001A1DA7">
            <w:pPr>
              <w:pStyle w:val="Paragrafoelenco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064B3A">
              <w:rPr>
                <w:rFonts w:ascii="Poppins" w:hAnsi="Poppins" w:cs="Poppins"/>
                <w:color w:val="000000"/>
              </w:rPr>
              <w:t>Perdita di carico max velocità 15,4 kPa</w:t>
            </w:r>
            <w:r w:rsidR="00064B3A" w:rsidRPr="00064B3A">
              <w:rPr>
                <w:rFonts w:ascii="Poppins" w:hAnsi="Poppins" w:cs="Poppins"/>
                <w:color w:val="000000"/>
              </w:rPr>
              <w:t xml:space="preserve"> </w:t>
            </w:r>
            <w:r w:rsidRPr="00064B3A">
              <w:rPr>
                <w:rFonts w:ascii="Poppins" w:hAnsi="Poppins" w:cs="Poppins"/>
              </w:rPr>
              <w:t>(temperatura acqua 45/40 °C; temperatura aria 20 °C)</w:t>
            </w:r>
          </w:p>
          <w:p w14:paraId="37892F6B" w14:textId="77777777" w:rsidR="00387424" w:rsidRPr="00064B3A" w:rsidRDefault="00387424" w:rsidP="001A1DA7">
            <w:pPr>
              <w:pStyle w:val="Paragrafoelenco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064B3A">
              <w:rPr>
                <w:rFonts w:ascii="Poppins" w:hAnsi="Poppins" w:cs="Poppins"/>
                <w:color w:val="000000"/>
              </w:rPr>
              <w:t>Portata d’aria med (min- max) 1579 (992- 1761) m3/h</w:t>
            </w:r>
          </w:p>
          <w:p w14:paraId="24ECE920" w14:textId="77777777" w:rsidR="00387424" w:rsidRPr="00064B3A" w:rsidRDefault="00387424" w:rsidP="001A1DA7">
            <w:pPr>
              <w:pStyle w:val="Paragrafoelenco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064B3A">
              <w:rPr>
                <w:rFonts w:ascii="Poppins" w:hAnsi="Poppins" w:cs="Poppins"/>
                <w:color w:val="000000"/>
              </w:rPr>
              <w:t>Pressione statica utile max 100 Pa</w:t>
            </w:r>
          </w:p>
          <w:p w14:paraId="2FB82E84" w14:textId="77777777" w:rsidR="00387424" w:rsidRPr="00064B3A" w:rsidRDefault="00387424" w:rsidP="001A1DA7">
            <w:pPr>
              <w:pStyle w:val="Paragrafoelenco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 w:themeColor="text1"/>
              </w:rPr>
            </w:pPr>
            <w:r w:rsidRPr="00064B3A">
              <w:rPr>
                <w:rFonts w:ascii="Poppins" w:hAnsi="Poppins" w:cs="Poppins"/>
                <w:color w:val="000000" w:themeColor="text1"/>
              </w:rPr>
              <w:t>N° ventilatori: 2</w:t>
            </w:r>
          </w:p>
          <w:p w14:paraId="47DD5924" w14:textId="77777777" w:rsidR="00387424" w:rsidRPr="00064B3A" w:rsidRDefault="00387424" w:rsidP="001A1DA7">
            <w:pPr>
              <w:pStyle w:val="Paragrafoelenco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064B3A">
              <w:rPr>
                <w:rFonts w:ascii="Poppins" w:hAnsi="Poppins" w:cs="Poppins"/>
                <w:color w:val="000000"/>
              </w:rPr>
              <w:t>Tensione alimentazione 230/1/50 V/Ph/Hz</w:t>
            </w:r>
          </w:p>
          <w:p w14:paraId="11B19618" w14:textId="77777777" w:rsidR="00387424" w:rsidRPr="00064B3A" w:rsidRDefault="00387424" w:rsidP="001A1DA7">
            <w:pPr>
              <w:pStyle w:val="Paragrafoelenco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064B3A">
              <w:rPr>
                <w:rFonts w:ascii="Poppins" w:hAnsi="Poppins" w:cs="Poppins"/>
                <w:color w:val="000000"/>
              </w:rPr>
              <w:t>Potenza massima assorbita 400 W</w:t>
            </w:r>
          </w:p>
          <w:p w14:paraId="64D7CC4A" w14:textId="77777777" w:rsidR="00387424" w:rsidRPr="00064B3A" w:rsidRDefault="00387424" w:rsidP="001A1DA7">
            <w:pPr>
              <w:pStyle w:val="Paragrafoelenco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064B3A">
              <w:rPr>
                <w:rFonts w:ascii="Poppins" w:hAnsi="Poppins" w:cs="Poppins"/>
                <w:color w:val="000000"/>
              </w:rPr>
              <w:t>Corrente massima assorbita 1,4 A</w:t>
            </w:r>
          </w:p>
          <w:p w14:paraId="45C52E37" w14:textId="77777777" w:rsidR="00387424" w:rsidRPr="00064B3A" w:rsidRDefault="00387424" w:rsidP="001A1DA7">
            <w:pPr>
              <w:pStyle w:val="Paragrafoelenco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064B3A">
              <w:rPr>
                <w:rFonts w:ascii="Poppins" w:hAnsi="Poppins" w:cs="Poppins"/>
              </w:rPr>
              <w:t xml:space="preserve">Livello di potenza sonora </w:t>
            </w:r>
            <w:r w:rsidRPr="00064B3A">
              <w:rPr>
                <w:rFonts w:ascii="Poppins" w:hAnsi="Poppins" w:cs="Poppins"/>
                <w:color w:val="000000"/>
              </w:rPr>
              <w:t>med (min- max) 69 (58- 73)</w:t>
            </w:r>
            <w:r w:rsidRPr="00064B3A">
              <w:rPr>
                <w:rFonts w:ascii="Poppins" w:hAnsi="Poppins" w:cs="Poppins"/>
              </w:rPr>
              <w:t xml:space="preserve"> dB(A)</w:t>
            </w:r>
          </w:p>
          <w:p w14:paraId="388ACD12" w14:textId="739CB720" w:rsidR="00387424" w:rsidRPr="00064B3A" w:rsidRDefault="00387424" w:rsidP="001A1DA7">
            <w:pPr>
              <w:pStyle w:val="Paragrafoelenco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064B3A">
              <w:rPr>
                <w:rFonts w:ascii="Poppins" w:hAnsi="Poppins" w:cs="Poppins"/>
              </w:rPr>
              <w:t>Livello di pressione sonora med (min- max) 52 (41- 56) dB(A) - valori riferiti a fattore di direzionalità pari a 2 in campo chiuso, costante d’ambiente 300 m2 e distanza pari a 5 m</w:t>
            </w:r>
          </w:p>
          <w:p w14:paraId="3FEA0441" w14:textId="77777777" w:rsidR="00387424" w:rsidRPr="00064B3A" w:rsidRDefault="00387424" w:rsidP="001A1DA7">
            <w:pPr>
              <w:pStyle w:val="Paragrafoelenco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064B3A">
              <w:rPr>
                <w:rFonts w:ascii="Poppins" w:hAnsi="Poppins" w:cs="Poppins"/>
                <w:color w:val="000000"/>
              </w:rPr>
              <w:t>Dimensioni (LxHxP) 1208x605x275 mm</w:t>
            </w:r>
          </w:p>
          <w:p w14:paraId="0FB20DDA" w14:textId="77777777" w:rsidR="00387424" w:rsidRPr="00064B3A" w:rsidRDefault="00387424" w:rsidP="001A1DA7">
            <w:pPr>
              <w:pStyle w:val="Paragrafoelenco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064B3A">
              <w:rPr>
                <w:rFonts w:ascii="Poppins" w:hAnsi="Poppins" w:cs="Poppins"/>
                <w:color w:val="000000"/>
              </w:rPr>
              <w:t>Peso 56 kg</w:t>
            </w:r>
          </w:p>
          <w:p w14:paraId="3CCA2EAD" w14:textId="18A2AE76" w:rsidR="00387424" w:rsidRPr="00064B3A" w:rsidRDefault="00387424" w:rsidP="001A1DA7">
            <w:pPr>
              <w:pStyle w:val="Paragrafoelenco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064B3A">
              <w:rPr>
                <w:rFonts w:ascii="Poppins" w:hAnsi="Poppins" w:cs="Poppins"/>
                <w:color w:val="000000"/>
              </w:rPr>
              <w:t xml:space="preserve">Attacchi ingresso e uscita acqua: </w:t>
            </w:r>
            <w:r w:rsidR="00A52DFF" w:rsidRPr="00064B3A">
              <w:rPr>
                <w:rFonts w:ascii="Poppins" w:hAnsi="Poppins" w:cs="Poppins"/>
                <w:color w:val="000000"/>
              </w:rPr>
              <w:t>3/4</w:t>
            </w:r>
            <w:r w:rsidRPr="00064B3A">
              <w:rPr>
                <w:rFonts w:ascii="Poppins" w:hAnsi="Poppins" w:cs="Poppins"/>
                <w:color w:val="000000"/>
              </w:rPr>
              <w:t>” F, di serie a sinistra</w:t>
            </w:r>
          </w:p>
          <w:p w14:paraId="336D6B74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07C01B5C" w14:textId="46F48D0D" w:rsidR="00387424" w:rsidRPr="00387424" w:rsidRDefault="00387424" w:rsidP="00387424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387424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2A6A88">
              <w:rPr>
                <w:rFonts w:ascii="Poppins" w:hAnsi="Poppins" w:cs="Poppins"/>
                <w:b/>
                <w:sz w:val="20"/>
              </w:rPr>
              <w:t>Emmeti</w:t>
            </w:r>
            <w:r w:rsidRPr="00387424">
              <w:rPr>
                <w:rFonts w:ascii="Poppins" w:hAnsi="Poppins" w:cs="Poppins"/>
                <w:b/>
                <w:sz w:val="20"/>
              </w:rPr>
              <w:t xml:space="preserve"> – Modello Unità termoventilante UTO EC-AF 12-14 o equivalente</w:t>
            </w:r>
            <w:r w:rsidR="00064B3A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87424" w:rsidRPr="007E69BB" w14:paraId="39AE484F" w14:textId="77777777" w:rsidTr="00387424">
        <w:tc>
          <w:tcPr>
            <w:tcW w:w="1373" w:type="dxa"/>
          </w:tcPr>
          <w:p w14:paraId="6F3A1C66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387424">
              <w:rPr>
                <w:rFonts w:ascii="Poppins" w:hAnsi="Poppins" w:cs="Poppins"/>
                <w:bCs/>
                <w:sz w:val="20"/>
              </w:rPr>
              <w:lastRenderedPageBreak/>
              <w:t>07610170</w:t>
            </w:r>
          </w:p>
        </w:tc>
        <w:tc>
          <w:tcPr>
            <w:tcW w:w="2563" w:type="dxa"/>
          </w:tcPr>
          <w:p w14:paraId="23606BAB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387424">
              <w:rPr>
                <w:rFonts w:ascii="Poppins" w:hAnsi="Poppins" w:cs="Poppins"/>
                <w:bCs/>
                <w:sz w:val="20"/>
              </w:rPr>
              <w:t>UNITÀ TERMOVENTILANTE UTO EC-AF 16-13</w:t>
            </w:r>
          </w:p>
        </w:tc>
        <w:tc>
          <w:tcPr>
            <w:tcW w:w="5562" w:type="dxa"/>
          </w:tcPr>
          <w:p w14:paraId="450F4747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Unità terminale (termoventilante) da incasso per installazione orizzontale a soffitto, con tecnologia DC-Inverter, con aspirazione aria frontale.</w:t>
            </w:r>
          </w:p>
          <w:p w14:paraId="762E458F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Predisposta per il collegamento con termostato ambiente (fornito separatamente) TAM-15 (digitale), con uscite 0-10 V, per controllo temperatura ambiente, velocità ventilatore, modalità di funzionamento, etc. oppure con il sistema digitale IdroLAN (fornito separatamente) per il controllo e la gestione completa, singola o centralizzata, della stessa unità terminale ad aria.</w:t>
            </w:r>
          </w:p>
          <w:p w14:paraId="682F65D3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Motore a magneti permanenti ad alta efficienza, brushless, a regolazione di velocità e potenza mediante dispositivo elettronico PWM, con riduzione della rumorosità e dei consumi elettrici, con accoppiamento al/i gruppo/i ventilante/i con ventilatore centrifugo a doppia aspirazione, a pale curve avanti, in plastica, di ultima generazione.</w:t>
            </w:r>
          </w:p>
          <w:p w14:paraId="7D6238A0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Batteria di scambio termico ad acqua in tubi di rame e alettatura a pacco d’alluminio, turbolenziata, ad alta efficienza, con possibilità di rotazione sx-dx. Valvole di sfiato manuali.</w:t>
            </w:r>
          </w:p>
          <w:p w14:paraId="3C233E52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Struttura portante in lamiera zincata, ad alto spessore con fori pretranciati e asole per il fissaggio, completa di isolamento termoacustico.</w:t>
            </w:r>
          </w:p>
          <w:p w14:paraId="2F1AB4B8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Filtro aria in fibra acrilica (classe di efficienza G3) e bacinelle raccolta condensa, termicamente isolata, per installazione orizzontale.</w:t>
            </w:r>
          </w:p>
          <w:p w14:paraId="2E93C405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75D3D119" w14:textId="0BCEFD9C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387424">
              <w:rPr>
                <w:rFonts w:ascii="Poppins" w:hAnsi="Poppins" w:cs="Poppins"/>
                <w:b/>
              </w:rPr>
              <w:t>Dati tecnici</w:t>
            </w:r>
            <w:r w:rsidR="00DB5B1B">
              <w:rPr>
                <w:rFonts w:ascii="Poppins" w:hAnsi="Poppins" w:cs="Poppins"/>
                <w:b/>
              </w:rPr>
              <w:t>:</w:t>
            </w:r>
          </w:p>
          <w:p w14:paraId="5A09B1C1" w14:textId="77777777" w:rsidR="00387424" w:rsidRPr="00DB5B1B" w:rsidRDefault="00387424" w:rsidP="001A1DA7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DB5B1B">
              <w:rPr>
                <w:rFonts w:ascii="Poppins" w:hAnsi="Poppins" w:cs="Poppins"/>
                <w:color w:val="000000"/>
              </w:rPr>
              <w:t>Potenza frigorifera med (min- max) 11,32 (9,40- 12,09) kW</w:t>
            </w:r>
          </w:p>
          <w:p w14:paraId="40F514C0" w14:textId="77777777" w:rsidR="00387424" w:rsidRPr="00DB5B1B" w:rsidRDefault="00387424" w:rsidP="001A1DA7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DB5B1B">
              <w:rPr>
                <w:rFonts w:ascii="Poppins" w:hAnsi="Poppins" w:cs="Poppins"/>
                <w:color w:val="000000"/>
              </w:rPr>
              <w:t>Portata d’acqua max velocità 2080 l/h</w:t>
            </w:r>
          </w:p>
          <w:p w14:paraId="03E47FD5" w14:textId="16DF2E20" w:rsidR="00387424" w:rsidRPr="00DB5B1B" w:rsidRDefault="00387424" w:rsidP="001A1DA7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DB5B1B">
              <w:rPr>
                <w:rFonts w:ascii="Poppins" w:hAnsi="Poppins" w:cs="Poppins"/>
                <w:color w:val="000000"/>
              </w:rPr>
              <w:t>Perdita di carico max velocità 11,0 kPa</w:t>
            </w:r>
            <w:r w:rsidR="00DB5B1B" w:rsidRPr="00DB5B1B">
              <w:rPr>
                <w:rFonts w:ascii="Poppins" w:hAnsi="Poppins" w:cs="Poppins"/>
                <w:color w:val="000000"/>
              </w:rPr>
              <w:t xml:space="preserve"> </w:t>
            </w:r>
            <w:r w:rsidRPr="00DB5B1B">
              <w:rPr>
                <w:rFonts w:ascii="Poppins" w:hAnsi="Poppins" w:cs="Poppins"/>
              </w:rPr>
              <w:t>(temperatura acqua 7/12 °C; temperatura aria 27 °C b.s./19 °C b.u.)</w:t>
            </w:r>
          </w:p>
          <w:p w14:paraId="7008BF3B" w14:textId="77777777" w:rsidR="00387424" w:rsidRPr="00DB5B1B" w:rsidRDefault="00387424" w:rsidP="001A1DA7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DB5B1B">
              <w:rPr>
                <w:rFonts w:ascii="Poppins" w:hAnsi="Poppins" w:cs="Poppins"/>
                <w:color w:val="000000"/>
              </w:rPr>
              <w:t>Potenza termica med (min- max) 13,43 (11,03- 14,40) kW</w:t>
            </w:r>
          </w:p>
          <w:p w14:paraId="1A9D24C2" w14:textId="77777777" w:rsidR="00387424" w:rsidRPr="00DB5B1B" w:rsidRDefault="00387424" w:rsidP="001A1DA7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DB5B1B">
              <w:rPr>
                <w:rFonts w:ascii="Poppins" w:hAnsi="Poppins" w:cs="Poppins"/>
                <w:color w:val="000000"/>
              </w:rPr>
              <w:t>Portata d’acqua max velocità 2477 l/h</w:t>
            </w:r>
          </w:p>
          <w:p w14:paraId="75E105A6" w14:textId="051D20DC" w:rsidR="00387424" w:rsidRPr="00DB5B1B" w:rsidRDefault="00387424" w:rsidP="001A1DA7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DB5B1B">
              <w:rPr>
                <w:rFonts w:ascii="Poppins" w:hAnsi="Poppins" w:cs="Poppins"/>
                <w:color w:val="000000"/>
              </w:rPr>
              <w:lastRenderedPageBreak/>
              <w:t>Perdita di carico max velocità 13,6 kPa</w:t>
            </w:r>
            <w:r w:rsidR="00DB5B1B" w:rsidRPr="00DB5B1B">
              <w:rPr>
                <w:rFonts w:ascii="Poppins" w:hAnsi="Poppins" w:cs="Poppins"/>
                <w:color w:val="000000"/>
              </w:rPr>
              <w:t xml:space="preserve"> </w:t>
            </w:r>
            <w:r w:rsidRPr="00DB5B1B">
              <w:rPr>
                <w:rFonts w:ascii="Poppins" w:hAnsi="Poppins" w:cs="Poppins"/>
              </w:rPr>
              <w:t>(temperatura acqua 45/40 °C; temperatura aria 20 °C)</w:t>
            </w:r>
          </w:p>
          <w:p w14:paraId="54A2A777" w14:textId="77777777" w:rsidR="00387424" w:rsidRPr="00DB5B1B" w:rsidRDefault="00387424" w:rsidP="001A1DA7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DB5B1B">
              <w:rPr>
                <w:rFonts w:ascii="Poppins" w:hAnsi="Poppins" w:cs="Poppins"/>
                <w:color w:val="000000"/>
              </w:rPr>
              <w:t>Portata d’aria med (min- max) 2163 (1604- 2406) m3/h</w:t>
            </w:r>
          </w:p>
          <w:p w14:paraId="7EFF6B4D" w14:textId="77777777" w:rsidR="00387424" w:rsidRPr="00DB5B1B" w:rsidRDefault="00387424" w:rsidP="001A1DA7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DB5B1B">
              <w:rPr>
                <w:rFonts w:ascii="Poppins" w:hAnsi="Poppins" w:cs="Poppins"/>
                <w:color w:val="000000"/>
              </w:rPr>
              <w:t>Pressione statica utile max 100 Pa</w:t>
            </w:r>
          </w:p>
          <w:p w14:paraId="27C45878" w14:textId="77777777" w:rsidR="00387424" w:rsidRPr="00DB5B1B" w:rsidRDefault="00387424" w:rsidP="001A1DA7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 w:themeColor="text1"/>
              </w:rPr>
            </w:pPr>
            <w:r w:rsidRPr="00DB5B1B">
              <w:rPr>
                <w:rFonts w:ascii="Poppins" w:hAnsi="Poppins" w:cs="Poppins"/>
                <w:color w:val="000000" w:themeColor="text1"/>
              </w:rPr>
              <w:t>N° ventilatori: 3</w:t>
            </w:r>
          </w:p>
          <w:p w14:paraId="3282B1DC" w14:textId="77777777" w:rsidR="00387424" w:rsidRPr="00DB5B1B" w:rsidRDefault="00387424" w:rsidP="001A1DA7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DB5B1B">
              <w:rPr>
                <w:rFonts w:ascii="Poppins" w:hAnsi="Poppins" w:cs="Poppins"/>
                <w:color w:val="000000"/>
              </w:rPr>
              <w:t>Tensione alimentazione 230/1/50 V/Ph/Hz</w:t>
            </w:r>
          </w:p>
          <w:p w14:paraId="5AEE1C96" w14:textId="77777777" w:rsidR="00387424" w:rsidRPr="00DB5B1B" w:rsidRDefault="00387424" w:rsidP="001A1DA7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DB5B1B">
              <w:rPr>
                <w:rFonts w:ascii="Poppins" w:hAnsi="Poppins" w:cs="Poppins"/>
                <w:color w:val="000000"/>
              </w:rPr>
              <w:t>Potenza massima assorbita 550 W</w:t>
            </w:r>
          </w:p>
          <w:p w14:paraId="7BCB9442" w14:textId="77777777" w:rsidR="00387424" w:rsidRPr="00DB5B1B" w:rsidRDefault="00387424" w:rsidP="001A1DA7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DB5B1B">
              <w:rPr>
                <w:rFonts w:ascii="Poppins" w:hAnsi="Poppins" w:cs="Poppins"/>
                <w:color w:val="000000"/>
              </w:rPr>
              <w:t>Corrente massima assorbita 2,5 A</w:t>
            </w:r>
          </w:p>
          <w:p w14:paraId="4C03AC26" w14:textId="77777777" w:rsidR="00387424" w:rsidRPr="00DB5B1B" w:rsidRDefault="00387424" w:rsidP="001A1DA7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DB5B1B">
              <w:rPr>
                <w:rFonts w:ascii="Poppins" w:hAnsi="Poppins" w:cs="Poppins"/>
              </w:rPr>
              <w:t xml:space="preserve">Livello di potenza sonora </w:t>
            </w:r>
            <w:r w:rsidRPr="00DB5B1B">
              <w:rPr>
                <w:rFonts w:ascii="Poppins" w:hAnsi="Poppins" w:cs="Poppins"/>
                <w:color w:val="000000"/>
              </w:rPr>
              <w:t>med (min- max) 72 (67- 73)</w:t>
            </w:r>
            <w:r w:rsidRPr="00DB5B1B">
              <w:rPr>
                <w:rFonts w:ascii="Poppins" w:hAnsi="Poppins" w:cs="Poppins"/>
              </w:rPr>
              <w:t xml:space="preserve"> dB(A)</w:t>
            </w:r>
          </w:p>
          <w:p w14:paraId="43F01787" w14:textId="281395C7" w:rsidR="00387424" w:rsidRPr="00DB5B1B" w:rsidRDefault="00387424" w:rsidP="001A1DA7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DB5B1B">
              <w:rPr>
                <w:rFonts w:ascii="Poppins" w:hAnsi="Poppins" w:cs="Poppins"/>
              </w:rPr>
              <w:t>Livello di pressione sonora med (min- max) 55 (50- 56) dB(A) - valori riferiti a fattore di direzionalità pari a 2 in campo chiuso, costante d’ambiente 300 m2 e distanza pari a 5 m</w:t>
            </w:r>
          </w:p>
          <w:p w14:paraId="6CC37B32" w14:textId="77777777" w:rsidR="00387424" w:rsidRPr="00DB5B1B" w:rsidRDefault="00387424" w:rsidP="001A1DA7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DB5B1B">
              <w:rPr>
                <w:rFonts w:ascii="Poppins" w:hAnsi="Poppins" w:cs="Poppins"/>
                <w:color w:val="000000"/>
              </w:rPr>
              <w:t>Dimensioni (LxHxP) 1608x605x275 mm</w:t>
            </w:r>
          </w:p>
          <w:p w14:paraId="225A0F3F" w14:textId="77777777" w:rsidR="00387424" w:rsidRPr="00DB5B1B" w:rsidRDefault="00387424" w:rsidP="001A1DA7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DB5B1B">
              <w:rPr>
                <w:rFonts w:ascii="Poppins" w:hAnsi="Poppins" w:cs="Poppins"/>
                <w:color w:val="000000"/>
              </w:rPr>
              <w:t>Peso 67 kg</w:t>
            </w:r>
          </w:p>
          <w:p w14:paraId="7407B4E2" w14:textId="6699615E" w:rsidR="00387424" w:rsidRPr="00DB5B1B" w:rsidRDefault="00387424" w:rsidP="001A1DA7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DB5B1B">
              <w:rPr>
                <w:rFonts w:ascii="Poppins" w:hAnsi="Poppins" w:cs="Poppins"/>
                <w:color w:val="000000"/>
              </w:rPr>
              <w:t xml:space="preserve">Attacchi ingresso e uscita acqua: </w:t>
            </w:r>
            <w:r w:rsidR="00A52DFF" w:rsidRPr="00DB5B1B">
              <w:rPr>
                <w:rFonts w:ascii="Poppins" w:hAnsi="Poppins" w:cs="Poppins"/>
                <w:color w:val="000000"/>
              </w:rPr>
              <w:t>3/4</w:t>
            </w:r>
            <w:r w:rsidRPr="00DB5B1B">
              <w:rPr>
                <w:rFonts w:ascii="Poppins" w:hAnsi="Poppins" w:cs="Poppins"/>
                <w:color w:val="000000"/>
              </w:rPr>
              <w:t>” F, di serie a sinistra</w:t>
            </w:r>
          </w:p>
          <w:p w14:paraId="66B32980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024C06D2" w14:textId="02085017" w:rsidR="00387424" w:rsidRPr="00387424" w:rsidRDefault="00387424" w:rsidP="00387424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387424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2A6A88">
              <w:rPr>
                <w:rFonts w:ascii="Poppins" w:hAnsi="Poppins" w:cs="Poppins"/>
                <w:b/>
                <w:sz w:val="20"/>
              </w:rPr>
              <w:t>Emmeti</w:t>
            </w:r>
            <w:r w:rsidRPr="00387424">
              <w:rPr>
                <w:rFonts w:ascii="Poppins" w:hAnsi="Poppins" w:cs="Poppins"/>
                <w:b/>
                <w:sz w:val="20"/>
              </w:rPr>
              <w:t xml:space="preserve"> – Modello Unità termoventilante UTO EC-AF 16-13 o equivalente</w:t>
            </w:r>
            <w:r w:rsidR="00DB5B1B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87424" w:rsidRPr="007E69BB" w14:paraId="555B9977" w14:textId="77777777" w:rsidTr="00387424">
        <w:tc>
          <w:tcPr>
            <w:tcW w:w="1373" w:type="dxa"/>
          </w:tcPr>
          <w:p w14:paraId="6E18C402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387424">
              <w:rPr>
                <w:rFonts w:ascii="Poppins" w:hAnsi="Poppins" w:cs="Poppins"/>
                <w:bCs/>
                <w:sz w:val="20"/>
              </w:rPr>
              <w:lastRenderedPageBreak/>
              <w:t>07610180</w:t>
            </w:r>
          </w:p>
        </w:tc>
        <w:tc>
          <w:tcPr>
            <w:tcW w:w="2563" w:type="dxa"/>
          </w:tcPr>
          <w:p w14:paraId="4724723E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387424">
              <w:rPr>
                <w:rFonts w:ascii="Poppins" w:hAnsi="Poppins" w:cs="Poppins"/>
                <w:bCs/>
                <w:sz w:val="20"/>
              </w:rPr>
              <w:t>UNITÀ TERMOVENTILANTE UTO EC-AF 16-17</w:t>
            </w:r>
          </w:p>
        </w:tc>
        <w:tc>
          <w:tcPr>
            <w:tcW w:w="5562" w:type="dxa"/>
          </w:tcPr>
          <w:p w14:paraId="5C3F958E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Unità terminale (termoventilante) da incasso per installazione orizzontale a soffitto, con tecnologia DC-Inverter, con aspirazione aria frontale.</w:t>
            </w:r>
          </w:p>
          <w:p w14:paraId="0E594B0C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Predisposta per il collegamento con termostato ambiente (fornito separatamente) TAM-15 (digitale), con uscite 0-10 V, per controllo temperatura ambiente, velocità ventilatore, modalità di funzionamento, etc. oppure con il sistema digitale IdroLAN (fornito separatamente) per il controllo e la gestione completa, singola o centralizzata, della stessa unità terminale ad aria.</w:t>
            </w:r>
          </w:p>
          <w:p w14:paraId="12A0B266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Motore a magneti permanenti ad alta efficienza, brushless, a regolazione di velocità e potenza mediante dispositivo elettronico PWM, con riduzione della rumorosità e dei consumi elettrici, con accoppiamento al/i gruppo/i ventilante/i con ventilatore centrifugo a doppia aspirazione, a pale curve avanti, in plastica, di ultima generazione.</w:t>
            </w:r>
          </w:p>
          <w:p w14:paraId="39E8BEE2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lastRenderedPageBreak/>
              <w:t>Batteria di scambio termico ad acqua in tubi di rame e alettatura a pacco d’alluminio, turbolenziata, ad alta efficienza, con possibilità di rotazione sx-dx. Valvole di sfiato manuali.</w:t>
            </w:r>
          </w:p>
          <w:p w14:paraId="30EFB70C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Struttura portante in lamiera zincata, ad alto spessore con fori pretranciati e asole per il fissaggio, completa di isolamento termoacustico.</w:t>
            </w:r>
          </w:p>
          <w:p w14:paraId="774E241E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Filtro aria in fibra acrilica (classe di efficienza G3) e bacinelle raccolta condensa, termicamente isolata, per installazione orizzontale.</w:t>
            </w:r>
          </w:p>
          <w:p w14:paraId="0BCC8E29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417666BA" w14:textId="36818A9D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387424">
              <w:rPr>
                <w:rFonts w:ascii="Poppins" w:hAnsi="Poppins" w:cs="Poppins"/>
                <w:b/>
              </w:rPr>
              <w:t>Dati tecnici</w:t>
            </w:r>
            <w:r w:rsidR="00C3404B">
              <w:rPr>
                <w:rFonts w:ascii="Poppins" w:hAnsi="Poppins" w:cs="Poppins"/>
                <w:b/>
              </w:rPr>
              <w:t>:</w:t>
            </w:r>
          </w:p>
          <w:p w14:paraId="764FD15F" w14:textId="77777777" w:rsidR="00387424" w:rsidRPr="00C3404B" w:rsidRDefault="00387424" w:rsidP="001A1DA7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C3404B">
              <w:rPr>
                <w:rFonts w:ascii="Poppins" w:hAnsi="Poppins" w:cs="Poppins"/>
                <w:color w:val="000000"/>
              </w:rPr>
              <w:t>Potenza frigorifera med (min- max) 14,93 (12,53- 15,98) kW</w:t>
            </w:r>
          </w:p>
          <w:p w14:paraId="6F20279D" w14:textId="77777777" w:rsidR="00387424" w:rsidRPr="00C3404B" w:rsidRDefault="00387424" w:rsidP="001A1DA7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C3404B">
              <w:rPr>
                <w:rFonts w:ascii="Poppins" w:hAnsi="Poppins" w:cs="Poppins"/>
                <w:color w:val="000000"/>
              </w:rPr>
              <w:t>Portata d’acqua max velocità 2749 l/h</w:t>
            </w:r>
          </w:p>
          <w:p w14:paraId="77B9B390" w14:textId="765E8456" w:rsidR="00387424" w:rsidRPr="00C3404B" w:rsidRDefault="00387424" w:rsidP="001A1DA7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C3404B">
              <w:rPr>
                <w:rFonts w:ascii="Poppins" w:hAnsi="Poppins" w:cs="Poppins"/>
                <w:color w:val="000000"/>
              </w:rPr>
              <w:t>Perdita di carico max velocità 16,9 kPa</w:t>
            </w:r>
            <w:r w:rsidR="00C3404B" w:rsidRPr="00C3404B">
              <w:rPr>
                <w:rFonts w:ascii="Poppins" w:hAnsi="Poppins" w:cs="Poppins"/>
                <w:color w:val="000000"/>
              </w:rPr>
              <w:t xml:space="preserve"> </w:t>
            </w:r>
            <w:r w:rsidRPr="00C3404B">
              <w:rPr>
                <w:rFonts w:ascii="Poppins" w:hAnsi="Poppins" w:cs="Poppins"/>
              </w:rPr>
              <w:t>(temperatura acqua 7/12 °C; temperatura aria 27 °C b.s./19 °C b.u.)</w:t>
            </w:r>
          </w:p>
          <w:p w14:paraId="2A2A8843" w14:textId="77777777" w:rsidR="00387424" w:rsidRPr="00C3404B" w:rsidRDefault="00387424" w:rsidP="001A1DA7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C3404B">
              <w:rPr>
                <w:rFonts w:ascii="Poppins" w:hAnsi="Poppins" w:cs="Poppins"/>
                <w:color w:val="000000"/>
              </w:rPr>
              <w:t>Potenza termica med (min- max) 17,32 (14,38- 18,63) kW</w:t>
            </w:r>
          </w:p>
          <w:p w14:paraId="3CBA2A03" w14:textId="77777777" w:rsidR="00387424" w:rsidRPr="00C3404B" w:rsidRDefault="00387424" w:rsidP="001A1DA7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C3404B">
              <w:rPr>
                <w:rFonts w:ascii="Poppins" w:hAnsi="Poppins" w:cs="Poppins"/>
                <w:color w:val="000000"/>
              </w:rPr>
              <w:t>Portata d’acqua max velocità 3204 l/h</w:t>
            </w:r>
          </w:p>
          <w:p w14:paraId="5D3DB4D9" w14:textId="56B5F788" w:rsidR="00387424" w:rsidRPr="00C3404B" w:rsidRDefault="00387424" w:rsidP="001A1DA7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C3404B">
              <w:rPr>
                <w:rFonts w:ascii="Poppins" w:hAnsi="Poppins" w:cs="Poppins"/>
                <w:color w:val="000000"/>
              </w:rPr>
              <w:t>Perdita di carico max velocità 20,0 kPa</w:t>
            </w:r>
            <w:r w:rsidR="00C3404B" w:rsidRPr="00C3404B">
              <w:rPr>
                <w:rFonts w:ascii="Poppins" w:hAnsi="Poppins" w:cs="Poppins"/>
                <w:color w:val="000000"/>
              </w:rPr>
              <w:t xml:space="preserve"> </w:t>
            </w:r>
            <w:r w:rsidRPr="00C3404B">
              <w:rPr>
                <w:rFonts w:ascii="Poppins" w:hAnsi="Poppins" w:cs="Poppins"/>
              </w:rPr>
              <w:t>(temperatura acqua 45/40 °C; temperatura aria 20 °C)</w:t>
            </w:r>
          </w:p>
          <w:p w14:paraId="234FCC0A" w14:textId="77777777" w:rsidR="00387424" w:rsidRPr="00C3404B" w:rsidRDefault="00387424" w:rsidP="001A1DA7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C3404B">
              <w:rPr>
                <w:rFonts w:ascii="Poppins" w:hAnsi="Poppins" w:cs="Poppins"/>
                <w:color w:val="000000"/>
              </w:rPr>
              <w:t>Portata d’aria med (min- max) 2499 (1883- 2790) m3/h</w:t>
            </w:r>
          </w:p>
          <w:p w14:paraId="475361FE" w14:textId="77777777" w:rsidR="00387424" w:rsidRPr="00C3404B" w:rsidRDefault="00387424" w:rsidP="001A1DA7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C3404B">
              <w:rPr>
                <w:rFonts w:ascii="Poppins" w:hAnsi="Poppins" w:cs="Poppins"/>
                <w:color w:val="000000"/>
              </w:rPr>
              <w:t>Pressione statica utile max 100 Pa</w:t>
            </w:r>
          </w:p>
          <w:p w14:paraId="64E31640" w14:textId="77777777" w:rsidR="00387424" w:rsidRPr="00C3404B" w:rsidRDefault="00387424" w:rsidP="001A1DA7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 w:themeColor="text1"/>
              </w:rPr>
            </w:pPr>
            <w:r w:rsidRPr="00C3404B">
              <w:rPr>
                <w:rFonts w:ascii="Poppins" w:hAnsi="Poppins" w:cs="Poppins"/>
                <w:color w:val="000000" w:themeColor="text1"/>
              </w:rPr>
              <w:t>N° ventilatori: 3</w:t>
            </w:r>
          </w:p>
          <w:p w14:paraId="76D9924D" w14:textId="77777777" w:rsidR="00387424" w:rsidRPr="00C3404B" w:rsidRDefault="00387424" w:rsidP="001A1DA7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C3404B">
              <w:rPr>
                <w:rFonts w:ascii="Poppins" w:hAnsi="Poppins" w:cs="Poppins"/>
                <w:color w:val="000000"/>
              </w:rPr>
              <w:t>Tensione alimentazione 230/1/50 V/Ph/Hz</w:t>
            </w:r>
          </w:p>
          <w:p w14:paraId="13CE9A3F" w14:textId="77777777" w:rsidR="00387424" w:rsidRPr="00C3404B" w:rsidRDefault="00387424" w:rsidP="001A1DA7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C3404B">
              <w:rPr>
                <w:rFonts w:ascii="Poppins" w:hAnsi="Poppins" w:cs="Poppins"/>
                <w:color w:val="000000"/>
              </w:rPr>
              <w:t>Potenza massima assorbita 550 W</w:t>
            </w:r>
          </w:p>
          <w:p w14:paraId="7800298A" w14:textId="77777777" w:rsidR="00387424" w:rsidRPr="00C3404B" w:rsidRDefault="00387424" w:rsidP="001A1DA7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C3404B">
              <w:rPr>
                <w:rFonts w:ascii="Poppins" w:hAnsi="Poppins" w:cs="Poppins"/>
                <w:color w:val="000000"/>
              </w:rPr>
              <w:t>Corrente massima assorbita 2,5 A</w:t>
            </w:r>
          </w:p>
          <w:p w14:paraId="39469E5A" w14:textId="77777777" w:rsidR="00387424" w:rsidRPr="00C3404B" w:rsidRDefault="00387424" w:rsidP="001A1DA7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C3404B">
              <w:rPr>
                <w:rFonts w:ascii="Poppins" w:hAnsi="Poppins" w:cs="Poppins"/>
              </w:rPr>
              <w:t xml:space="preserve">Livello di potenza sonora </w:t>
            </w:r>
            <w:r w:rsidRPr="00C3404B">
              <w:rPr>
                <w:rFonts w:ascii="Poppins" w:hAnsi="Poppins" w:cs="Poppins"/>
                <w:color w:val="000000"/>
              </w:rPr>
              <w:t>med (min- max) 73 (68- 74)</w:t>
            </w:r>
            <w:r w:rsidRPr="00C3404B">
              <w:rPr>
                <w:rFonts w:ascii="Poppins" w:hAnsi="Poppins" w:cs="Poppins"/>
              </w:rPr>
              <w:t xml:space="preserve"> dB(A)</w:t>
            </w:r>
          </w:p>
          <w:p w14:paraId="6535A90D" w14:textId="4C49BA94" w:rsidR="00387424" w:rsidRPr="00C3404B" w:rsidRDefault="00387424" w:rsidP="001A1DA7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C3404B">
              <w:rPr>
                <w:rFonts w:ascii="Poppins" w:hAnsi="Poppins" w:cs="Poppins"/>
              </w:rPr>
              <w:t>Livello di pressione sonora med (min- max) 56 (51- 57) dB(A) - valori riferiti a fattore di direzionalità pari a 2 in campo chiuso, costante d’ambiente 300 m2 e distanza pari a 5 m</w:t>
            </w:r>
          </w:p>
          <w:p w14:paraId="56A34711" w14:textId="77777777" w:rsidR="00387424" w:rsidRPr="00C3404B" w:rsidRDefault="00387424" w:rsidP="001A1DA7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C3404B">
              <w:rPr>
                <w:rFonts w:ascii="Poppins" w:hAnsi="Poppins" w:cs="Poppins"/>
                <w:color w:val="000000"/>
              </w:rPr>
              <w:t>Dimensioni (LxHxP) 1608x605x275 mm</w:t>
            </w:r>
          </w:p>
          <w:p w14:paraId="50EA2DDE" w14:textId="77777777" w:rsidR="00387424" w:rsidRPr="00C3404B" w:rsidRDefault="00387424" w:rsidP="001A1DA7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C3404B">
              <w:rPr>
                <w:rFonts w:ascii="Poppins" w:hAnsi="Poppins" w:cs="Poppins"/>
                <w:color w:val="000000"/>
              </w:rPr>
              <w:t>Peso 69 kg</w:t>
            </w:r>
          </w:p>
          <w:p w14:paraId="42EE7D8F" w14:textId="60214712" w:rsidR="00387424" w:rsidRPr="00C3404B" w:rsidRDefault="00387424" w:rsidP="001A1DA7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C3404B">
              <w:rPr>
                <w:rFonts w:ascii="Poppins" w:hAnsi="Poppins" w:cs="Poppins"/>
                <w:color w:val="000000"/>
              </w:rPr>
              <w:t xml:space="preserve">Attacchi ingresso e uscita acqua: </w:t>
            </w:r>
            <w:r w:rsidR="00A52DFF" w:rsidRPr="00C3404B">
              <w:rPr>
                <w:rFonts w:ascii="Poppins" w:hAnsi="Poppins" w:cs="Poppins"/>
                <w:color w:val="000000"/>
              </w:rPr>
              <w:t>3/4</w:t>
            </w:r>
            <w:r w:rsidRPr="00C3404B">
              <w:rPr>
                <w:rFonts w:ascii="Poppins" w:hAnsi="Poppins" w:cs="Poppins"/>
                <w:color w:val="000000"/>
              </w:rPr>
              <w:t>” F, di serie a sinistra</w:t>
            </w:r>
          </w:p>
          <w:p w14:paraId="52539D9B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6CD22829" w14:textId="599D32DB" w:rsidR="00387424" w:rsidRPr="00387424" w:rsidRDefault="00387424" w:rsidP="00387424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387424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2A6A88">
              <w:rPr>
                <w:rFonts w:ascii="Poppins" w:hAnsi="Poppins" w:cs="Poppins"/>
                <w:b/>
                <w:sz w:val="20"/>
              </w:rPr>
              <w:t>Emmeti</w:t>
            </w:r>
            <w:r w:rsidRPr="00387424">
              <w:rPr>
                <w:rFonts w:ascii="Poppins" w:hAnsi="Poppins" w:cs="Poppins"/>
                <w:b/>
                <w:sz w:val="20"/>
              </w:rPr>
              <w:t xml:space="preserve"> – Modello Unità termoventilante UTO EC-AF 16-17 o equivalente</w:t>
            </w:r>
            <w:r w:rsidR="00C3404B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87424" w:rsidRPr="007E69BB" w14:paraId="440D86A2" w14:textId="77777777" w:rsidTr="00387424">
        <w:tc>
          <w:tcPr>
            <w:tcW w:w="1373" w:type="dxa"/>
          </w:tcPr>
          <w:p w14:paraId="361B4BB7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387424">
              <w:rPr>
                <w:rFonts w:ascii="Poppins" w:hAnsi="Poppins" w:cs="Poppins"/>
                <w:bCs/>
                <w:sz w:val="20"/>
              </w:rPr>
              <w:lastRenderedPageBreak/>
              <w:t>07610190</w:t>
            </w:r>
          </w:p>
        </w:tc>
        <w:tc>
          <w:tcPr>
            <w:tcW w:w="2563" w:type="dxa"/>
          </w:tcPr>
          <w:p w14:paraId="50346B05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387424">
              <w:rPr>
                <w:rFonts w:ascii="Poppins" w:hAnsi="Poppins" w:cs="Poppins"/>
                <w:bCs/>
                <w:sz w:val="20"/>
              </w:rPr>
              <w:t>UNITÀ TERMOVENTILANTE UTO EC-AF 16-20</w:t>
            </w:r>
          </w:p>
        </w:tc>
        <w:tc>
          <w:tcPr>
            <w:tcW w:w="5562" w:type="dxa"/>
          </w:tcPr>
          <w:p w14:paraId="05FA79DC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Unità terminale (termoventilante) da incasso per installazione orizzontale a soffitto, con tecnologia DC-Inverter, con aspirazione aria frontale.</w:t>
            </w:r>
          </w:p>
          <w:p w14:paraId="752194A2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Predisposta per il collegamento con termostato ambiente (fornito separatamente) TAM-15 (digitale), con uscite 0-10 V, per controllo temperatura ambiente, velocità ventilatore, modalità di funzionamento, etc. oppure con il sistema digitale IdroLAN (fornito separatamente) per il controllo e la gestione completa, singola o centralizzata, della stessa unità terminale ad aria.</w:t>
            </w:r>
          </w:p>
          <w:p w14:paraId="244FEF08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Motore a magneti permanenti ad alta efficienza, brushless, a regolazione di velocità e potenza mediante dispositivo elettronico PWM, con riduzione della rumorosità e dei consumi elettrici, con accoppiamento al/i gruppo/i ventilante/i con ventilatore centrifugo a doppia aspirazione, a pale curve avanti, in plastica, di ultima generazione.</w:t>
            </w:r>
          </w:p>
          <w:p w14:paraId="2991DA34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Batteria di scambio termico ad acqua in tubi di rame e alettatura a pacco d’alluminio, turbolenziata, ad alta efficienza, con possibilità di rotazione sx-dx. Valvole di sfiato manuali.</w:t>
            </w:r>
          </w:p>
          <w:p w14:paraId="5B6CBDA1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Struttura portante in lamiera zincata, ad alto spessore con fori pretranciati e asole per il fissaggio, completa di isolamento termoacustico.</w:t>
            </w:r>
          </w:p>
          <w:p w14:paraId="75B3A0ED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Filtro aria in fibra acrilica (classe di efficienza G3) e bacinelle raccolta condensa, termicamente isolata, per installazione orizzontale.</w:t>
            </w:r>
          </w:p>
          <w:p w14:paraId="0731A354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1653917A" w14:textId="360534DB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387424">
              <w:rPr>
                <w:rFonts w:ascii="Poppins" w:hAnsi="Poppins" w:cs="Poppins"/>
                <w:b/>
              </w:rPr>
              <w:t>Dati tecnici</w:t>
            </w:r>
            <w:r w:rsidR="00414A82">
              <w:rPr>
                <w:rFonts w:ascii="Poppins" w:hAnsi="Poppins" w:cs="Poppins"/>
                <w:b/>
              </w:rPr>
              <w:t>:</w:t>
            </w:r>
          </w:p>
          <w:p w14:paraId="1F00C57F" w14:textId="77777777" w:rsidR="00387424" w:rsidRPr="00414A82" w:rsidRDefault="00387424" w:rsidP="001A1DA7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14A82">
              <w:rPr>
                <w:rFonts w:ascii="Poppins" w:hAnsi="Poppins" w:cs="Poppins"/>
                <w:color w:val="000000"/>
              </w:rPr>
              <w:t>Potenza frigorifera med (min- max) 17,92 (15,24- 18,88) kW</w:t>
            </w:r>
          </w:p>
          <w:p w14:paraId="7BA55A3F" w14:textId="77777777" w:rsidR="00387424" w:rsidRPr="00414A82" w:rsidRDefault="00387424" w:rsidP="001A1DA7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14A82">
              <w:rPr>
                <w:rFonts w:ascii="Poppins" w:hAnsi="Poppins" w:cs="Poppins"/>
                <w:color w:val="000000"/>
              </w:rPr>
              <w:t>Portata d’acqua max velocità 3248 l/h</w:t>
            </w:r>
          </w:p>
          <w:p w14:paraId="145FE53F" w14:textId="4F7C7CA7" w:rsidR="00387424" w:rsidRPr="00414A82" w:rsidRDefault="00387424" w:rsidP="001A1DA7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414A82">
              <w:rPr>
                <w:rFonts w:ascii="Poppins" w:hAnsi="Poppins" w:cs="Poppins"/>
                <w:color w:val="000000"/>
              </w:rPr>
              <w:t>Perdita di carico max velocità 13,7 kPa</w:t>
            </w:r>
            <w:r w:rsidR="00414A82" w:rsidRPr="00414A82">
              <w:rPr>
                <w:rFonts w:ascii="Poppins" w:hAnsi="Poppins" w:cs="Poppins"/>
                <w:color w:val="000000"/>
              </w:rPr>
              <w:t xml:space="preserve"> </w:t>
            </w:r>
            <w:r w:rsidRPr="00414A82">
              <w:rPr>
                <w:rFonts w:ascii="Poppins" w:hAnsi="Poppins" w:cs="Poppins"/>
              </w:rPr>
              <w:t>(temperatura acqua 7/12 °C; temperatura aria 27 °C b.s./19 °C b.u.)</w:t>
            </w:r>
          </w:p>
          <w:p w14:paraId="3DEA6792" w14:textId="77777777" w:rsidR="00387424" w:rsidRPr="00414A82" w:rsidRDefault="00387424" w:rsidP="001A1DA7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14A82">
              <w:rPr>
                <w:rFonts w:ascii="Poppins" w:hAnsi="Poppins" w:cs="Poppins"/>
                <w:color w:val="000000"/>
              </w:rPr>
              <w:t>Potenza termica med (min- max) 18,45 (15,54- 19,51) kW</w:t>
            </w:r>
          </w:p>
          <w:p w14:paraId="64942307" w14:textId="77777777" w:rsidR="00387424" w:rsidRPr="00414A82" w:rsidRDefault="00387424" w:rsidP="001A1DA7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14A82">
              <w:rPr>
                <w:rFonts w:ascii="Poppins" w:hAnsi="Poppins" w:cs="Poppins"/>
                <w:color w:val="000000"/>
              </w:rPr>
              <w:lastRenderedPageBreak/>
              <w:t>Portata d’acqua max velocità 3356 l/h</w:t>
            </w:r>
          </w:p>
          <w:p w14:paraId="7788AFB0" w14:textId="575B37B8" w:rsidR="00387424" w:rsidRPr="00414A82" w:rsidRDefault="00387424" w:rsidP="001A1DA7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414A82">
              <w:rPr>
                <w:rFonts w:ascii="Poppins" w:hAnsi="Poppins" w:cs="Poppins"/>
                <w:color w:val="000000"/>
              </w:rPr>
              <w:t>Perdita di carico max velocità 12,7 kPa</w:t>
            </w:r>
            <w:r w:rsidR="00414A82" w:rsidRPr="00414A82">
              <w:rPr>
                <w:rFonts w:ascii="Poppins" w:hAnsi="Poppins" w:cs="Poppins"/>
                <w:color w:val="000000"/>
              </w:rPr>
              <w:t xml:space="preserve"> </w:t>
            </w:r>
            <w:r w:rsidRPr="00414A82">
              <w:rPr>
                <w:rFonts w:ascii="Poppins" w:hAnsi="Poppins" w:cs="Poppins"/>
              </w:rPr>
              <w:t>(temperatura acqua 45/40 °C; temperatura aria 20 °C)</w:t>
            </w:r>
          </w:p>
          <w:p w14:paraId="51C8D94A" w14:textId="77777777" w:rsidR="00387424" w:rsidRPr="00414A82" w:rsidRDefault="00387424" w:rsidP="001A1DA7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14A82">
              <w:rPr>
                <w:rFonts w:ascii="Poppins" w:hAnsi="Poppins" w:cs="Poppins"/>
                <w:color w:val="000000"/>
              </w:rPr>
              <w:t>Portata d’aria med (min- max) 2377 (1831- 2587) m3/h</w:t>
            </w:r>
          </w:p>
          <w:p w14:paraId="2144CA85" w14:textId="77777777" w:rsidR="00387424" w:rsidRPr="00414A82" w:rsidRDefault="00387424" w:rsidP="001A1DA7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14A82">
              <w:rPr>
                <w:rFonts w:ascii="Poppins" w:hAnsi="Poppins" w:cs="Poppins"/>
                <w:color w:val="000000"/>
              </w:rPr>
              <w:t>Pressione statica utile max 100 Pa</w:t>
            </w:r>
          </w:p>
          <w:p w14:paraId="671A139A" w14:textId="77777777" w:rsidR="00387424" w:rsidRPr="00414A82" w:rsidRDefault="00387424" w:rsidP="001A1DA7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 w:themeColor="text1"/>
              </w:rPr>
            </w:pPr>
            <w:r w:rsidRPr="00414A82">
              <w:rPr>
                <w:rFonts w:ascii="Poppins" w:hAnsi="Poppins" w:cs="Poppins"/>
                <w:color w:val="000000" w:themeColor="text1"/>
              </w:rPr>
              <w:t>N° ventilatori: 3</w:t>
            </w:r>
          </w:p>
          <w:p w14:paraId="6E6ED921" w14:textId="77777777" w:rsidR="00387424" w:rsidRPr="00414A82" w:rsidRDefault="00387424" w:rsidP="001A1DA7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14A82">
              <w:rPr>
                <w:rFonts w:ascii="Poppins" w:hAnsi="Poppins" w:cs="Poppins"/>
                <w:color w:val="000000"/>
              </w:rPr>
              <w:t>Tensione alimentazione 230/1/50 V/Ph/Hz</w:t>
            </w:r>
          </w:p>
          <w:p w14:paraId="2D8CAD31" w14:textId="77777777" w:rsidR="00387424" w:rsidRPr="00414A82" w:rsidRDefault="00387424" w:rsidP="001A1DA7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14A82">
              <w:rPr>
                <w:rFonts w:ascii="Poppins" w:hAnsi="Poppins" w:cs="Poppins"/>
                <w:color w:val="000000"/>
              </w:rPr>
              <w:t>Potenza massima assorbita 550 W</w:t>
            </w:r>
          </w:p>
          <w:p w14:paraId="08DD015A" w14:textId="77777777" w:rsidR="00387424" w:rsidRPr="00414A82" w:rsidRDefault="00387424" w:rsidP="001A1DA7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14A82">
              <w:rPr>
                <w:rFonts w:ascii="Poppins" w:hAnsi="Poppins" w:cs="Poppins"/>
                <w:color w:val="000000"/>
              </w:rPr>
              <w:t>Corrente massima assorbita 2,5 A</w:t>
            </w:r>
          </w:p>
          <w:p w14:paraId="2189974A" w14:textId="77777777" w:rsidR="00387424" w:rsidRPr="00414A82" w:rsidRDefault="00387424" w:rsidP="001A1DA7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414A82">
              <w:rPr>
                <w:rFonts w:ascii="Poppins" w:hAnsi="Poppins" w:cs="Poppins"/>
              </w:rPr>
              <w:t xml:space="preserve">Livello di potenza sonora </w:t>
            </w:r>
            <w:r w:rsidRPr="00414A82">
              <w:rPr>
                <w:rFonts w:ascii="Poppins" w:hAnsi="Poppins" w:cs="Poppins"/>
                <w:color w:val="000000"/>
              </w:rPr>
              <w:t>med (min- max) 73 (68- 74)</w:t>
            </w:r>
            <w:r w:rsidRPr="00414A82">
              <w:rPr>
                <w:rFonts w:ascii="Poppins" w:hAnsi="Poppins" w:cs="Poppins"/>
              </w:rPr>
              <w:t xml:space="preserve"> dB(A)</w:t>
            </w:r>
          </w:p>
          <w:p w14:paraId="367DB133" w14:textId="4F5F50FB" w:rsidR="00387424" w:rsidRPr="00414A82" w:rsidRDefault="00387424" w:rsidP="001A1DA7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414A82">
              <w:rPr>
                <w:rFonts w:ascii="Poppins" w:hAnsi="Poppins" w:cs="Poppins"/>
              </w:rPr>
              <w:t>Livello di pressione sonora med (min- max) 56 (51- 57) dB(A) - valori riferiti a fattore di direzionalità pari a 2 in campo chiuso, costante d’ambiente 300 m2 e distanza pari a 5 m</w:t>
            </w:r>
          </w:p>
          <w:p w14:paraId="0F03B7AA" w14:textId="77777777" w:rsidR="00387424" w:rsidRPr="00414A82" w:rsidRDefault="00387424" w:rsidP="001A1DA7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14A82">
              <w:rPr>
                <w:rFonts w:ascii="Poppins" w:hAnsi="Poppins" w:cs="Poppins"/>
                <w:color w:val="000000"/>
              </w:rPr>
              <w:t>Dimensioni (LxHxP) 1608x605x275 mm</w:t>
            </w:r>
          </w:p>
          <w:p w14:paraId="1CA9A8D6" w14:textId="77777777" w:rsidR="00387424" w:rsidRPr="00414A82" w:rsidRDefault="00387424" w:rsidP="001A1DA7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14A82">
              <w:rPr>
                <w:rFonts w:ascii="Poppins" w:hAnsi="Poppins" w:cs="Poppins"/>
                <w:color w:val="000000"/>
              </w:rPr>
              <w:t>Peso 72 kg</w:t>
            </w:r>
          </w:p>
          <w:p w14:paraId="33BED66F" w14:textId="3D5317DA" w:rsidR="00387424" w:rsidRPr="00414A82" w:rsidRDefault="00387424" w:rsidP="001A1DA7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14A82">
              <w:rPr>
                <w:rFonts w:ascii="Poppins" w:hAnsi="Poppins" w:cs="Poppins"/>
                <w:color w:val="000000"/>
              </w:rPr>
              <w:t xml:space="preserve">Attacchi ingresso e uscita acqua: </w:t>
            </w:r>
            <w:r w:rsidR="00A52DFF" w:rsidRPr="00414A82">
              <w:rPr>
                <w:rFonts w:ascii="Poppins" w:hAnsi="Poppins" w:cs="Poppins"/>
                <w:color w:val="000000"/>
              </w:rPr>
              <w:t>3/4</w:t>
            </w:r>
            <w:r w:rsidRPr="00414A82">
              <w:rPr>
                <w:rFonts w:ascii="Poppins" w:hAnsi="Poppins" w:cs="Poppins"/>
                <w:color w:val="000000"/>
              </w:rPr>
              <w:t>” F, di serie a sinistra</w:t>
            </w:r>
          </w:p>
          <w:p w14:paraId="3B353F1C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04C2E666" w14:textId="3A041F60" w:rsidR="00387424" w:rsidRPr="00387424" w:rsidRDefault="00387424" w:rsidP="00387424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387424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2A6A88">
              <w:rPr>
                <w:rFonts w:ascii="Poppins" w:hAnsi="Poppins" w:cs="Poppins"/>
                <w:b/>
                <w:sz w:val="20"/>
              </w:rPr>
              <w:t>Emmeti</w:t>
            </w:r>
            <w:r w:rsidRPr="00387424">
              <w:rPr>
                <w:rFonts w:ascii="Poppins" w:hAnsi="Poppins" w:cs="Poppins"/>
                <w:b/>
                <w:sz w:val="20"/>
              </w:rPr>
              <w:t xml:space="preserve"> – Modello Unità termoventilante UTO EC-AF 16-20 o equivalente</w:t>
            </w:r>
            <w:r w:rsidR="00414A82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87424" w:rsidRPr="007E69BB" w14:paraId="4C2E305C" w14:textId="77777777" w:rsidTr="00387424">
        <w:tc>
          <w:tcPr>
            <w:tcW w:w="1373" w:type="dxa"/>
          </w:tcPr>
          <w:p w14:paraId="55F2DBCD" w14:textId="77777777" w:rsidR="00387424" w:rsidRPr="00387424" w:rsidRDefault="00387424" w:rsidP="0038742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lastRenderedPageBreak/>
              <w:t>07614060</w:t>
            </w:r>
          </w:p>
        </w:tc>
        <w:tc>
          <w:tcPr>
            <w:tcW w:w="2563" w:type="dxa"/>
          </w:tcPr>
          <w:p w14:paraId="60E73757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Plenum di aspirazione (ripresa) aria, con attacchi circolari, per installazione da incasso</w:t>
            </w:r>
          </w:p>
          <w:p w14:paraId="2142E5B7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PR-UTO 08</w:t>
            </w:r>
          </w:p>
        </w:tc>
        <w:tc>
          <w:tcPr>
            <w:tcW w:w="5562" w:type="dxa"/>
          </w:tcPr>
          <w:p w14:paraId="1E73608B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FF0000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Plenum di aspirazione (ripresa) aria previsto per l’installazione dell’unità terminale da incasso UTO EC-AP, UTO EC-AF 08-05 o 08-07 o 08-08.</w:t>
            </w:r>
          </w:p>
          <w:p w14:paraId="4B4B7DC7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Realizzato in lamiera zincata con N° 3 attacchi circolari DN 160/180/200 in plastica.</w:t>
            </w:r>
          </w:p>
          <w:p w14:paraId="2A25077F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Larghezza 800 mm.</w:t>
            </w:r>
          </w:p>
          <w:p w14:paraId="699D628F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55DAF678" w14:textId="3D2EEEAF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2A6A88">
              <w:rPr>
                <w:rFonts w:ascii="Poppins" w:hAnsi="Poppins" w:cs="Poppins"/>
                <w:b/>
                <w:sz w:val="20"/>
              </w:rPr>
              <w:t>Emmeti</w:t>
            </w:r>
            <w:r w:rsidRPr="00387424">
              <w:rPr>
                <w:rFonts w:ascii="Poppins" w:hAnsi="Poppins" w:cs="Poppins"/>
                <w:b/>
                <w:sz w:val="20"/>
              </w:rPr>
              <w:t xml:space="preserve"> – Modello Plenum di aspirazione (ripresa) aria, con attacchi circolari, per installazione da incasso PR-UTO 08 o equivalente</w:t>
            </w:r>
            <w:r w:rsidR="006F5CAA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87424" w:rsidRPr="007E69BB" w14:paraId="1E4A4920" w14:textId="77777777" w:rsidTr="00387424">
        <w:tc>
          <w:tcPr>
            <w:tcW w:w="1373" w:type="dxa"/>
          </w:tcPr>
          <w:p w14:paraId="2302204D" w14:textId="77777777" w:rsidR="00387424" w:rsidRPr="00387424" w:rsidRDefault="00387424" w:rsidP="0038742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07614065</w:t>
            </w:r>
          </w:p>
        </w:tc>
        <w:tc>
          <w:tcPr>
            <w:tcW w:w="2563" w:type="dxa"/>
          </w:tcPr>
          <w:p w14:paraId="239DEC83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Plenum di aspirazione (ripresa) aria, con attacchi circolari, per installazione da incasso</w:t>
            </w:r>
          </w:p>
          <w:p w14:paraId="7C871C74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PR-UTO 12</w:t>
            </w:r>
          </w:p>
        </w:tc>
        <w:tc>
          <w:tcPr>
            <w:tcW w:w="5562" w:type="dxa"/>
          </w:tcPr>
          <w:p w14:paraId="665B7730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FF0000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Plenum di aspirazione (ripresa) aria previsto per l’installazione dell’unità terminale da incasso UTO EC-AP, UTO EC-AF 12-09 o 12-12 o 12-14.</w:t>
            </w:r>
          </w:p>
          <w:p w14:paraId="5DF85FC0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Realizzato in lamiera zincata con N° 5 attacchi circolari DN 160/180/200 in plastica.</w:t>
            </w:r>
          </w:p>
          <w:p w14:paraId="1C7E377F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Larghezza 1200 mm.</w:t>
            </w:r>
          </w:p>
          <w:p w14:paraId="3123C872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44CD97ED" w14:textId="476AA0B0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b/>
                <w:sz w:val="20"/>
              </w:rPr>
              <w:lastRenderedPageBreak/>
              <w:t xml:space="preserve">Marca </w:t>
            </w:r>
            <w:r w:rsidR="002A6A88">
              <w:rPr>
                <w:rFonts w:ascii="Poppins" w:hAnsi="Poppins" w:cs="Poppins"/>
                <w:b/>
                <w:sz w:val="20"/>
              </w:rPr>
              <w:t>Emmeti</w:t>
            </w:r>
            <w:r w:rsidRPr="00387424">
              <w:rPr>
                <w:rFonts w:ascii="Poppins" w:hAnsi="Poppins" w:cs="Poppins"/>
                <w:b/>
                <w:sz w:val="20"/>
              </w:rPr>
              <w:t xml:space="preserve"> – Modello Plenum di aspirazione (ripresa) aria, con attacchi circolari, per installazione da incasso PR-UTO 12 o equivalente</w:t>
            </w:r>
            <w:r w:rsidR="001A1DA7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87424" w:rsidRPr="007E69BB" w14:paraId="61EF28A0" w14:textId="77777777" w:rsidTr="00387424">
        <w:tc>
          <w:tcPr>
            <w:tcW w:w="1373" w:type="dxa"/>
          </w:tcPr>
          <w:p w14:paraId="22E404ED" w14:textId="77777777" w:rsidR="00387424" w:rsidRPr="00387424" w:rsidRDefault="00387424" w:rsidP="0038742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lastRenderedPageBreak/>
              <w:t>07614070</w:t>
            </w:r>
          </w:p>
        </w:tc>
        <w:tc>
          <w:tcPr>
            <w:tcW w:w="2563" w:type="dxa"/>
          </w:tcPr>
          <w:p w14:paraId="209DC9B2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Plenum di aspirazione (ripresa) aria, con attacchi circolari, per installazione da incasso</w:t>
            </w:r>
          </w:p>
          <w:p w14:paraId="604F8415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PR-UTO 16</w:t>
            </w:r>
          </w:p>
        </w:tc>
        <w:tc>
          <w:tcPr>
            <w:tcW w:w="5562" w:type="dxa"/>
          </w:tcPr>
          <w:p w14:paraId="658B1256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FF0000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Plenum di aspirazione (ripresa) aria previsto per l’installazione dell’unità terminale da incasso UTO EC-AP, UTO EC-AF 16-13 o 16-17 o 16-20.</w:t>
            </w:r>
          </w:p>
          <w:p w14:paraId="234B5EFC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Realizzato in lamiera zincata con N° 6 attacchi circolari DN 160/180/200 in plastica.</w:t>
            </w:r>
          </w:p>
          <w:p w14:paraId="1D87B90C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Larghezza 1600 mm.</w:t>
            </w:r>
          </w:p>
          <w:p w14:paraId="7AD2D07B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0494F7B2" w14:textId="1C485ED4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2A6A88">
              <w:rPr>
                <w:rFonts w:ascii="Poppins" w:hAnsi="Poppins" w:cs="Poppins"/>
                <w:b/>
                <w:sz w:val="20"/>
              </w:rPr>
              <w:t>Emmeti</w:t>
            </w:r>
            <w:r w:rsidRPr="00387424">
              <w:rPr>
                <w:rFonts w:ascii="Poppins" w:hAnsi="Poppins" w:cs="Poppins"/>
                <w:b/>
                <w:sz w:val="20"/>
              </w:rPr>
              <w:t xml:space="preserve"> – Modello Plenum di aspirazione (ripresa) aria, con attacchi circolari, per installazione da incasso PR-UTO 16 o equivalente</w:t>
            </w:r>
            <w:r w:rsidR="001A1DA7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87424" w:rsidRPr="007E69BB" w14:paraId="3EB49232" w14:textId="77777777" w:rsidTr="00387424">
        <w:tc>
          <w:tcPr>
            <w:tcW w:w="1373" w:type="dxa"/>
          </w:tcPr>
          <w:p w14:paraId="2EF66E79" w14:textId="77777777" w:rsidR="00387424" w:rsidRPr="00387424" w:rsidRDefault="00387424" w:rsidP="0038742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07614010</w:t>
            </w:r>
          </w:p>
        </w:tc>
        <w:tc>
          <w:tcPr>
            <w:tcW w:w="2563" w:type="dxa"/>
          </w:tcPr>
          <w:p w14:paraId="3EF8E476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Plenum di mandata aria, con attacchi circolari, per installazione da incasso</w:t>
            </w:r>
          </w:p>
          <w:p w14:paraId="6D6147CC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PM-UTO 08</w:t>
            </w:r>
          </w:p>
        </w:tc>
        <w:tc>
          <w:tcPr>
            <w:tcW w:w="5562" w:type="dxa"/>
          </w:tcPr>
          <w:p w14:paraId="480C6182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FF0000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Plenum di mandata aria previsto per l’installazione dell’unità terminale da incasso UTO EC-AP, UTO EC-AF 08-05 o 08-07 o 08-08.</w:t>
            </w:r>
          </w:p>
          <w:p w14:paraId="1E059092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Realizzato in lamiera zincata, coibentata internamente, con N° 3 attacchi circolari DN 160/180/200 in plastica.</w:t>
            </w:r>
          </w:p>
          <w:p w14:paraId="5687EA6F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Larghezza 800 mm.</w:t>
            </w:r>
          </w:p>
          <w:p w14:paraId="37398369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347319E1" w14:textId="35CE73B3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2A6A88">
              <w:rPr>
                <w:rFonts w:ascii="Poppins" w:hAnsi="Poppins" w:cs="Poppins"/>
                <w:b/>
                <w:sz w:val="20"/>
              </w:rPr>
              <w:t>Emmeti</w:t>
            </w:r>
            <w:r w:rsidRPr="00387424">
              <w:rPr>
                <w:rFonts w:ascii="Poppins" w:hAnsi="Poppins" w:cs="Poppins"/>
                <w:b/>
                <w:sz w:val="20"/>
              </w:rPr>
              <w:t xml:space="preserve"> – Modello Plenum di mandata aria, con attacchi circolari, per installazione da incasso PM-UTO 08 o equivalente</w:t>
            </w:r>
            <w:r w:rsidR="001A1DA7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87424" w:rsidRPr="007E69BB" w14:paraId="7941DB17" w14:textId="77777777" w:rsidTr="00387424">
        <w:tc>
          <w:tcPr>
            <w:tcW w:w="1373" w:type="dxa"/>
          </w:tcPr>
          <w:p w14:paraId="3059709E" w14:textId="77777777" w:rsidR="00387424" w:rsidRPr="00387424" w:rsidRDefault="00387424" w:rsidP="0038742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07614015</w:t>
            </w:r>
          </w:p>
        </w:tc>
        <w:tc>
          <w:tcPr>
            <w:tcW w:w="2563" w:type="dxa"/>
          </w:tcPr>
          <w:p w14:paraId="724218D0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Plenum di mandata aria, con attacchi circolari, per installazione da incasso</w:t>
            </w:r>
          </w:p>
          <w:p w14:paraId="6CBEE556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PM-UTO 12</w:t>
            </w:r>
          </w:p>
        </w:tc>
        <w:tc>
          <w:tcPr>
            <w:tcW w:w="5562" w:type="dxa"/>
          </w:tcPr>
          <w:p w14:paraId="72710528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FF0000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Plenum di mandata aria previsto per l’installazione dell’unità terminale da incasso UTO EC-AP, UTO EC-AF 12-09 o 12-12 o 12-14.</w:t>
            </w:r>
          </w:p>
          <w:p w14:paraId="74DFC58A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Realizzato in lamiera zincata, coibentata internamente, con N° 3 attacchi circolari DN 160/180/200 in plastica.</w:t>
            </w:r>
          </w:p>
          <w:p w14:paraId="47AA42A2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Larghezza 800 mm.</w:t>
            </w:r>
          </w:p>
          <w:p w14:paraId="69CB124C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2E89D875" w14:textId="1C8C0504" w:rsidR="00387424" w:rsidRPr="00387424" w:rsidRDefault="00387424" w:rsidP="00387424">
            <w:pPr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2A6A88">
              <w:rPr>
                <w:rFonts w:ascii="Poppins" w:hAnsi="Poppins" w:cs="Poppins"/>
                <w:b/>
                <w:sz w:val="20"/>
              </w:rPr>
              <w:t>Emmeti</w:t>
            </w:r>
            <w:r w:rsidRPr="00387424">
              <w:rPr>
                <w:rFonts w:ascii="Poppins" w:hAnsi="Poppins" w:cs="Poppins"/>
                <w:b/>
                <w:sz w:val="20"/>
              </w:rPr>
              <w:t xml:space="preserve"> – Modello Plenum di mandata aria, con attacchi circolari, per installazione da incasso PM-UTO 12 o equivalente</w:t>
            </w:r>
            <w:r w:rsidR="001A1DA7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87424" w:rsidRPr="007E69BB" w14:paraId="1A5CEE8E" w14:textId="77777777" w:rsidTr="00387424">
        <w:tc>
          <w:tcPr>
            <w:tcW w:w="1373" w:type="dxa"/>
          </w:tcPr>
          <w:p w14:paraId="6E7EF258" w14:textId="77777777" w:rsidR="00387424" w:rsidRPr="00387424" w:rsidRDefault="00387424" w:rsidP="0038742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07614020</w:t>
            </w:r>
          </w:p>
        </w:tc>
        <w:tc>
          <w:tcPr>
            <w:tcW w:w="2563" w:type="dxa"/>
          </w:tcPr>
          <w:p w14:paraId="172416E1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Plenum di mandata aria, con attacchi circolari, per installazione da incasso</w:t>
            </w:r>
          </w:p>
          <w:p w14:paraId="5E8E616C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PM-UTO 16</w:t>
            </w:r>
          </w:p>
        </w:tc>
        <w:tc>
          <w:tcPr>
            <w:tcW w:w="5562" w:type="dxa"/>
          </w:tcPr>
          <w:p w14:paraId="173C421B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FF0000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Plenum di mandata aria previsto per l’installazione dell’unità terminale da incasso UTO EC-AP, UTO EC-AF 16-13 o 16-17 o 16-20.</w:t>
            </w:r>
          </w:p>
          <w:p w14:paraId="7DC0BF6D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Realizzato in lamiera zincata, coibentata internamente, con N° 3 attacchi circolari DN 160/180/200 in plastica.</w:t>
            </w:r>
          </w:p>
          <w:p w14:paraId="667CAC96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lastRenderedPageBreak/>
              <w:t>Larghezza 800 mm.</w:t>
            </w:r>
          </w:p>
          <w:p w14:paraId="57F5D739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0D4E92A8" w14:textId="147744A3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2A6A88">
              <w:rPr>
                <w:rFonts w:ascii="Poppins" w:hAnsi="Poppins" w:cs="Poppins"/>
                <w:b/>
                <w:sz w:val="20"/>
              </w:rPr>
              <w:t>Emmeti</w:t>
            </w:r>
            <w:r w:rsidRPr="00387424">
              <w:rPr>
                <w:rFonts w:ascii="Poppins" w:hAnsi="Poppins" w:cs="Poppins"/>
                <w:b/>
                <w:sz w:val="20"/>
              </w:rPr>
              <w:t xml:space="preserve"> – Modello Plenum di mandata aria, con attacchi circolari, per installazione da incasso PM-UTO 16 o equivalente</w:t>
            </w:r>
            <w:r w:rsidR="001A1DA7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87424" w:rsidRPr="007E69BB" w14:paraId="1A6D536A" w14:textId="77777777" w:rsidTr="00387424">
        <w:tc>
          <w:tcPr>
            <w:tcW w:w="1373" w:type="dxa"/>
          </w:tcPr>
          <w:p w14:paraId="7A3887E9" w14:textId="77777777" w:rsidR="00387424" w:rsidRPr="00387424" w:rsidRDefault="00387424" w:rsidP="0038742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lastRenderedPageBreak/>
              <w:t>07614110</w:t>
            </w:r>
          </w:p>
        </w:tc>
        <w:tc>
          <w:tcPr>
            <w:tcW w:w="2563" w:type="dxa"/>
          </w:tcPr>
          <w:p w14:paraId="65C2FD0A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Kit valvola motorizzata a 3 vie</w:t>
            </w:r>
          </w:p>
          <w:p w14:paraId="04724B2B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KEV2-UTO 08</w:t>
            </w:r>
          </w:p>
        </w:tc>
        <w:tc>
          <w:tcPr>
            <w:tcW w:w="5562" w:type="dxa"/>
          </w:tcPr>
          <w:p w14:paraId="2FBA5EA1" w14:textId="77777777" w:rsidR="00387424" w:rsidRPr="00387424" w:rsidRDefault="00387424" w:rsidP="00387424">
            <w:pPr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Kit valvola motorizzata a 3 vie, per impianto a 2 tubi, per unità terminale (termoventilante) da incasso UTO EC-AP, UTO EC-AF 08-05 o 08-07 o 08-08.</w:t>
            </w:r>
          </w:p>
          <w:p w14:paraId="1BCD0E32" w14:textId="1605F21A" w:rsidR="00387424" w:rsidRPr="00387424" w:rsidRDefault="00387424" w:rsidP="00387424">
            <w:pPr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 xml:space="preserve">Costituito da valvola a 3 vie da </w:t>
            </w:r>
            <w:r w:rsidR="00A52DFF">
              <w:rPr>
                <w:rFonts w:ascii="Poppins" w:hAnsi="Poppins" w:cs="Poppins"/>
                <w:sz w:val="20"/>
              </w:rPr>
              <w:t>3/4</w:t>
            </w:r>
            <w:r w:rsidRPr="00387424">
              <w:rPr>
                <w:rFonts w:ascii="Poppins" w:hAnsi="Poppins" w:cs="Poppins"/>
                <w:sz w:val="20"/>
              </w:rPr>
              <w:t>” con Kvs= 2,5; servocomando elettrotermico NC, 230 Vac-50 Hz e kit tubi rame e raccordi.</w:t>
            </w:r>
          </w:p>
          <w:p w14:paraId="24A6677C" w14:textId="23FF7F31" w:rsidR="00387424" w:rsidRPr="00387424" w:rsidRDefault="00387424" w:rsidP="00387424">
            <w:pPr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 xml:space="preserve">Attacchi </w:t>
            </w:r>
            <w:r w:rsidR="00A52DFF">
              <w:rPr>
                <w:rFonts w:ascii="Poppins" w:hAnsi="Poppins" w:cs="Poppins"/>
                <w:sz w:val="20"/>
              </w:rPr>
              <w:t>3/4</w:t>
            </w:r>
            <w:r w:rsidRPr="00387424">
              <w:rPr>
                <w:rFonts w:ascii="Poppins" w:hAnsi="Poppins" w:cs="Poppins"/>
                <w:sz w:val="20"/>
              </w:rPr>
              <w:t>” M.</w:t>
            </w:r>
          </w:p>
          <w:p w14:paraId="1EDCD94A" w14:textId="77777777" w:rsidR="00387424" w:rsidRPr="00387424" w:rsidRDefault="00387424" w:rsidP="00387424">
            <w:pPr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Completo di bacinella raccogli condensa.</w:t>
            </w:r>
          </w:p>
          <w:p w14:paraId="1988AC2D" w14:textId="77777777" w:rsidR="00387424" w:rsidRPr="00387424" w:rsidRDefault="00387424" w:rsidP="0038742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B41E7FB" w14:textId="08648C0E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2A6A88">
              <w:rPr>
                <w:rFonts w:ascii="Poppins" w:hAnsi="Poppins" w:cs="Poppins"/>
                <w:b/>
                <w:sz w:val="20"/>
              </w:rPr>
              <w:t>Emmeti</w:t>
            </w:r>
            <w:r w:rsidRPr="00387424">
              <w:rPr>
                <w:rFonts w:ascii="Poppins" w:hAnsi="Poppins" w:cs="Poppins"/>
                <w:b/>
                <w:sz w:val="20"/>
              </w:rPr>
              <w:t xml:space="preserve"> – Modello Kit valvola motorizzata a 3 vie KEV2-UTO 08 o equivalente</w:t>
            </w:r>
            <w:r w:rsidR="001A1DA7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87424" w:rsidRPr="007E69BB" w14:paraId="45BF9651" w14:textId="77777777" w:rsidTr="00387424">
        <w:tc>
          <w:tcPr>
            <w:tcW w:w="1373" w:type="dxa"/>
          </w:tcPr>
          <w:p w14:paraId="6F25CB11" w14:textId="77777777" w:rsidR="00387424" w:rsidRPr="00387424" w:rsidRDefault="00387424" w:rsidP="0038742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07614115</w:t>
            </w:r>
          </w:p>
        </w:tc>
        <w:tc>
          <w:tcPr>
            <w:tcW w:w="2563" w:type="dxa"/>
          </w:tcPr>
          <w:p w14:paraId="17EC48E9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Kit valvola motorizzata a 3 vie</w:t>
            </w:r>
          </w:p>
          <w:p w14:paraId="5EB5BE54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KEV2-UTO 12</w:t>
            </w:r>
          </w:p>
        </w:tc>
        <w:tc>
          <w:tcPr>
            <w:tcW w:w="5562" w:type="dxa"/>
          </w:tcPr>
          <w:p w14:paraId="7D537261" w14:textId="77777777" w:rsidR="00387424" w:rsidRPr="00387424" w:rsidRDefault="00387424" w:rsidP="00387424">
            <w:pPr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Kit valvola motorizzata a 3 vie, per impianto a 2 tubi, per unità terminale (termoventilante) da incasso UTO EC-AP, UTO EC-AF 12-09 o 12-12 o 12-14.</w:t>
            </w:r>
          </w:p>
          <w:p w14:paraId="0557F997" w14:textId="1344CA1A" w:rsidR="00387424" w:rsidRPr="00387424" w:rsidRDefault="00387424" w:rsidP="00387424">
            <w:pPr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 xml:space="preserve">Costituito da valvola a 3 vie da </w:t>
            </w:r>
            <w:r w:rsidR="00A52DFF">
              <w:rPr>
                <w:rFonts w:ascii="Poppins" w:hAnsi="Poppins" w:cs="Poppins"/>
                <w:sz w:val="20"/>
              </w:rPr>
              <w:t>3/4</w:t>
            </w:r>
            <w:r w:rsidRPr="00387424">
              <w:rPr>
                <w:rFonts w:ascii="Poppins" w:hAnsi="Poppins" w:cs="Poppins"/>
                <w:sz w:val="20"/>
              </w:rPr>
              <w:t>” con Kvs= 4,0; servocomando elettrotermico NC, 230 Vac-50 Hz e kit tubi rame e raccordi.</w:t>
            </w:r>
          </w:p>
          <w:p w14:paraId="1B0EBD32" w14:textId="087E6F4E" w:rsidR="00387424" w:rsidRPr="00387424" w:rsidRDefault="00387424" w:rsidP="00387424">
            <w:pPr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 xml:space="preserve">Attacchi </w:t>
            </w:r>
            <w:r w:rsidR="00A52DFF">
              <w:rPr>
                <w:rFonts w:ascii="Poppins" w:hAnsi="Poppins" w:cs="Poppins"/>
                <w:sz w:val="20"/>
              </w:rPr>
              <w:t>3/4</w:t>
            </w:r>
            <w:r w:rsidRPr="00387424">
              <w:rPr>
                <w:rFonts w:ascii="Poppins" w:hAnsi="Poppins" w:cs="Poppins"/>
                <w:sz w:val="20"/>
              </w:rPr>
              <w:t>” M.</w:t>
            </w:r>
          </w:p>
          <w:p w14:paraId="1F7CE881" w14:textId="77777777" w:rsidR="00387424" w:rsidRPr="00387424" w:rsidRDefault="00387424" w:rsidP="00387424">
            <w:pPr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Completo di bacinella raccogli condensa.</w:t>
            </w:r>
          </w:p>
          <w:p w14:paraId="15F05F54" w14:textId="77777777" w:rsidR="00387424" w:rsidRPr="00387424" w:rsidRDefault="00387424" w:rsidP="0038742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185D16A" w14:textId="7C7190B5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2A6A88">
              <w:rPr>
                <w:rFonts w:ascii="Poppins" w:hAnsi="Poppins" w:cs="Poppins"/>
                <w:b/>
                <w:sz w:val="20"/>
              </w:rPr>
              <w:t>Emmeti</w:t>
            </w:r>
            <w:r w:rsidRPr="00387424">
              <w:rPr>
                <w:rFonts w:ascii="Poppins" w:hAnsi="Poppins" w:cs="Poppins"/>
                <w:b/>
                <w:sz w:val="20"/>
              </w:rPr>
              <w:t xml:space="preserve"> – Modello Kit valvola motorizzata a 3 vie KEV2-UTO 12 o equivalente</w:t>
            </w:r>
            <w:r w:rsidR="001A1DA7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87424" w:rsidRPr="007E69BB" w14:paraId="0971BFB7" w14:textId="77777777" w:rsidTr="00387424">
        <w:tc>
          <w:tcPr>
            <w:tcW w:w="1373" w:type="dxa"/>
          </w:tcPr>
          <w:p w14:paraId="61F66DDA" w14:textId="77777777" w:rsidR="00387424" w:rsidRPr="00387424" w:rsidRDefault="00387424" w:rsidP="0038742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07614120</w:t>
            </w:r>
          </w:p>
        </w:tc>
        <w:tc>
          <w:tcPr>
            <w:tcW w:w="2563" w:type="dxa"/>
          </w:tcPr>
          <w:p w14:paraId="45E12886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Kit valvola motorizzata a 3 vie</w:t>
            </w:r>
          </w:p>
          <w:p w14:paraId="69DC7ED5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KEV2-UTO 16</w:t>
            </w:r>
          </w:p>
        </w:tc>
        <w:tc>
          <w:tcPr>
            <w:tcW w:w="5562" w:type="dxa"/>
          </w:tcPr>
          <w:p w14:paraId="4AFAAFA2" w14:textId="77777777" w:rsidR="00387424" w:rsidRPr="00387424" w:rsidRDefault="00387424" w:rsidP="00387424">
            <w:pPr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Kit valvola motorizzata a 3 vie, per impianto a 2 tubi, per unità terminale (termoventilante) da incasso UTO EC-AP, UTO EC-AF 16-13 o 16-17 o 16-20.</w:t>
            </w:r>
          </w:p>
          <w:p w14:paraId="0E30B62B" w14:textId="65A75E98" w:rsidR="00387424" w:rsidRPr="00387424" w:rsidRDefault="00387424" w:rsidP="00387424">
            <w:pPr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 xml:space="preserve">Costituito da valvola a 3 vie da </w:t>
            </w:r>
            <w:r w:rsidR="00A52DFF">
              <w:rPr>
                <w:rFonts w:ascii="Poppins" w:hAnsi="Poppins" w:cs="Poppins"/>
                <w:sz w:val="20"/>
              </w:rPr>
              <w:t>3/4</w:t>
            </w:r>
            <w:r w:rsidRPr="00387424">
              <w:rPr>
                <w:rFonts w:ascii="Poppins" w:hAnsi="Poppins" w:cs="Poppins"/>
                <w:sz w:val="20"/>
              </w:rPr>
              <w:t>” con Kvs= 6,0; servocomando elettrotermico NC, 230 Vac-50 Hz e kit tubi rame e raccordi.</w:t>
            </w:r>
          </w:p>
          <w:p w14:paraId="7DC93AB4" w14:textId="48332864" w:rsidR="00387424" w:rsidRPr="00387424" w:rsidRDefault="00387424" w:rsidP="00387424">
            <w:pPr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 xml:space="preserve">Attacchi </w:t>
            </w:r>
            <w:r w:rsidR="00A52DFF">
              <w:rPr>
                <w:rFonts w:ascii="Poppins" w:hAnsi="Poppins" w:cs="Poppins"/>
                <w:sz w:val="20"/>
              </w:rPr>
              <w:t>3/4</w:t>
            </w:r>
            <w:r w:rsidRPr="00387424">
              <w:rPr>
                <w:rFonts w:ascii="Poppins" w:hAnsi="Poppins" w:cs="Poppins"/>
                <w:sz w:val="20"/>
              </w:rPr>
              <w:t>” M.</w:t>
            </w:r>
          </w:p>
          <w:p w14:paraId="2BDDF63D" w14:textId="77777777" w:rsidR="00387424" w:rsidRPr="00387424" w:rsidRDefault="00387424" w:rsidP="00387424">
            <w:pPr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Completo di bacinella raccogli condensa.</w:t>
            </w:r>
          </w:p>
          <w:p w14:paraId="7D3C5CE5" w14:textId="77777777" w:rsidR="00387424" w:rsidRPr="00387424" w:rsidRDefault="00387424" w:rsidP="0038742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FC4BC20" w14:textId="4F9B4DB0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2A6A88">
              <w:rPr>
                <w:rFonts w:ascii="Poppins" w:hAnsi="Poppins" w:cs="Poppins"/>
                <w:b/>
                <w:sz w:val="20"/>
              </w:rPr>
              <w:t>Emmeti</w:t>
            </w:r>
            <w:r w:rsidRPr="00387424">
              <w:rPr>
                <w:rFonts w:ascii="Poppins" w:hAnsi="Poppins" w:cs="Poppins"/>
                <w:b/>
                <w:sz w:val="20"/>
              </w:rPr>
              <w:t xml:space="preserve"> – Modello Kit valvola motorizzata a 3 vie KEV2-UTO 16 o equivalente</w:t>
            </w:r>
            <w:r w:rsidR="001A1DA7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87424" w:rsidRPr="007E69BB" w14:paraId="3B33F98E" w14:textId="77777777" w:rsidTr="00387424">
        <w:tc>
          <w:tcPr>
            <w:tcW w:w="1373" w:type="dxa"/>
          </w:tcPr>
          <w:p w14:paraId="6BD489C6" w14:textId="77777777" w:rsidR="00387424" w:rsidRPr="00387424" w:rsidRDefault="00387424" w:rsidP="0038742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07614160</w:t>
            </w:r>
          </w:p>
        </w:tc>
        <w:tc>
          <w:tcPr>
            <w:tcW w:w="2563" w:type="dxa"/>
          </w:tcPr>
          <w:p w14:paraId="53B656E8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Kit valvola modulante 0-10 V a 3 vie</w:t>
            </w:r>
          </w:p>
          <w:p w14:paraId="1530E45E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KEVM-UTO 08</w:t>
            </w:r>
          </w:p>
        </w:tc>
        <w:tc>
          <w:tcPr>
            <w:tcW w:w="5562" w:type="dxa"/>
          </w:tcPr>
          <w:p w14:paraId="0FB594B6" w14:textId="77777777" w:rsidR="00387424" w:rsidRPr="00387424" w:rsidRDefault="00387424" w:rsidP="00387424">
            <w:pPr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Kit valvola, modulante 0-10 V, a 3 vie, per impianto a 2 tubi, per unità terminale (termoventilante) da incasso UTO EC-AP, UTO EC-AF 08-05 o 08-07 o 08-08.</w:t>
            </w:r>
          </w:p>
          <w:p w14:paraId="4416C430" w14:textId="62C327FF" w:rsidR="00387424" w:rsidRPr="00387424" w:rsidRDefault="00387424" w:rsidP="00387424">
            <w:pPr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lastRenderedPageBreak/>
              <w:t xml:space="preserve">Costituito da valvola a 3 vie da </w:t>
            </w:r>
            <w:r w:rsidR="00A52DFF">
              <w:rPr>
                <w:rFonts w:ascii="Poppins" w:hAnsi="Poppins" w:cs="Poppins"/>
                <w:sz w:val="20"/>
              </w:rPr>
              <w:t>3/4</w:t>
            </w:r>
            <w:r w:rsidRPr="00387424">
              <w:rPr>
                <w:rFonts w:ascii="Poppins" w:hAnsi="Poppins" w:cs="Poppins"/>
                <w:sz w:val="20"/>
              </w:rPr>
              <w:t>” con Kvs= 2,5; servocomando elettrotermico con ingresso 0-10 V e alimentazione 24 Vac-50 Hz; kit tubi rame e raccordi.</w:t>
            </w:r>
          </w:p>
          <w:p w14:paraId="38713683" w14:textId="4E51CC78" w:rsidR="00387424" w:rsidRPr="00387424" w:rsidRDefault="00387424" w:rsidP="00387424">
            <w:pPr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 xml:space="preserve">Attacchi </w:t>
            </w:r>
            <w:r w:rsidR="00A52DFF">
              <w:rPr>
                <w:rFonts w:ascii="Poppins" w:hAnsi="Poppins" w:cs="Poppins"/>
                <w:sz w:val="20"/>
              </w:rPr>
              <w:t>3/4</w:t>
            </w:r>
            <w:r w:rsidRPr="00387424">
              <w:rPr>
                <w:rFonts w:ascii="Poppins" w:hAnsi="Poppins" w:cs="Poppins"/>
                <w:sz w:val="20"/>
              </w:rPr>
              <w:t>” M.</w:t>
            </w:r>
          </w:p>
          <w:p w14:paraId="6A450798" w14:textId="77777777" w:rsidR="00387424" w:rsidRPr="00387424" w:rsidRDefault="00387424" w:rsidP="00387424">
            <w:pPr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Completo di bacinella raccogli condensa.</w:t>
            </w:r>
          </w:p>
          <w:p w14:paraId="75414169" w14:textId="77777777" w:rsidR="00387424" w:rsidRPr="00387424" w:rsidRDefault="00387424" w:rsidP="0038742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21C1A90" w14:textId="5776EC0B" w:rsidR="00387424" w:rsidRPr="00387424" w:rsidRDefault="00387424" w:rsidP="006F5CAA">
            <w:pPr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2A6A88">
              <w:rPr>
                <w:rFonts w:ascii="Poppins" w:hAnsi="Poppins" w:cs="Poppins"/>
                <w:b/>
                <w:sz w:val="20"/>
              </w:rPr>
              <w:t>Emmeti</w:t>
            </w:r>
            <w:r w:rsidRPr="00387424">
              <w:rPr>
                <w:rFonts w:ascii="Poppins" w:hAnsi="Poppins" w:cs="Poppins"/>
                <w:b/>
                <w:sz w:val="20"/>
              </w:rPr>
              <w:t xml:space="preserve"> – Modello Kit valvola modulante 0-10 V a 3 vie</w:t>
            </w:r>
            <w:r w:rsidR="006F5CAA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387424">
              <w:rPr>
                <w:rFonts w:ascii="Poppins" w:hAnsi="Poppins" w:cs="Poppins"/>
                <w:b/>
                <w:sz w:val="20"/>
              </w:rPr>
              <w:t>KEVM-UTO 08 o equivalente</w:t>
            </w:r>
            <w:r w:rsidR="001A1DA7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87424" w:rsidRPr="007E69BB" w14:paraId="63CB5D29" w14:textId="77777777" w:rsidTr="00387424">
        <w:tc>
          <w:tcPr>
            <w:tcW w:w="1373" w:type="dxa"/>
          </w:tcPr>
          <w:p w14:paraId="53F97E26" w14:textId="77777777" w:rsidR="00387424" w:rsidRPr="00387424" w:rsidRDefault="00387424" w:rsidP="0038742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lastRenderedPageBreak/>
              <w:t>07614165</w:t>
            </w:r>
          </w:p>
        </w:tc>
        <w:tc>
          <w:tcPr>
            <w:tcW w:w="2563" w:type="dxa"/>
          </w:tcPr>
          <w:p w14:paraId="25694F2C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Kit valvola modulante 0-10 V a 3 vie</w:t>
            </w:r>
          </w:p>
          <w:p w14:paraId="540F1CE1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KEVM-UTO 12</w:t>
            </w:r>
          </w:p>
        </w:tc>
        <w:tc>
          <w:tcPr>
            <w:tcW w:w="5562" w:type="dxa"/>
          </w:tcPr>
          <w:p w14:paraId="62D3D208" w14:textId="77777777" w:rsidR="00387424" w:rsidRPr="00387424" w:rsidRDefault="00387424" w:rsidP="00387424">
            <w:pPr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Kit valvola, modulante 0-10 V, a 3 vie, per impianto a 2 tubi, per unità terminale (termoventilante) da incasso UTO EC-AP, UTO EC-AF 12-09 o 12-12 o 12-14.</w:t>
            </w:r>
          </w:p>
          <w:p w14:paraId="732D6521" w14:textId="1D26139F" w:rsidR="00387424" w:rsidRPr="00387424" w:rsidRDefault="00387424" w:rsidP="00387424">
            <w:pPr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 xml:space="preserve">Costituito da valvola a 3 vie da </w:t>
            </w:r>
            <w:r w:rsidR="00A52DFF">
              <w:rPr>
                <w:rFonts w:ascii="Poppins" w:hAnsi="Poppins" w:cs="Poppins"/>
                <w:sz w:val="20"/>
              </w:rPr>
              <w:t>3/4</w:t>
            </w:r>
            <w:r w:rsidRPr="00387424">
              <w:rPr>
                <w:rFonts w:ascii="Poppins" w:hAnsi="Poppins" w:cs="Poppins"/>
                <w:sz w:val="20"/>
              </w:rPr>
              <w:t>” con Kvs= 4,0; servocomando elettrotermico con ingresso 0-10 V e alimentazione 24 Vac-50 Hz; kit tubi rame e raccordi.</w:t>
            </w:r>
          </w:p>
          <w:p w14:paraId="2F8D963B" w14:textId="11F18D93" w:rsidR="00387424" w:rsidRPr="00387424" w:rsidRDefault="00387424" w:rsidP="00387424">
            <w:pPr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 xml:space="preserve">Attacchi </w:t>
            </w:r>
            <w:r w:rsidR="00A52DFF">
              <w:rPr>
                <w:rFonts w:ascii="Poppins" w:hAnsi="Poppins" w:cs="Poppins"/>
                <w:sz w:val="20"/>
              </w:rPr>
              <w:t>3/4</w:t>
            </w:r>
            <w:r w:rsidRPr="00387424">
              <w:rPr>
                <w:rFonts w:ascii="Poppins" w:hAnsi="Poppins" w:cs="Poppins"/>
                <w:sz w:val="20"/>
              </w:rPr>
              <w:t>” M.</w:t>
            </w:r>
          </w:p>
          <w:p w14:paraId="65C916FE" w14:textId="77777777" w:rsidR="00387424" w:rsidRPr="00387424" w:rsidRDefault="00387424" w:rsidP="00387424">
            <w:pPr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Completo di bacinella raccogli condensa.</w:t>
            </w:r>
          </w:p>
          <w:p w14:paraId="6E840C00" w14:textId="77777777" w:rsidR="00387424" w:rsidRPr="00387424" w:rsidRDefault="00387424" w:rsidP="0038742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2265659" w14:textId="5324E6D1" w:rsidR="00387424" w:rsidRPr="00387424" w:rsidRDefault="00387424" w:rsidP="001A1DA7">
            <w:pPr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2A6A88">
              <w:rPr>
                <w:rFonts w:ascii="Poppins" w:hAnsi="Poppins" w:cs="Poppins"/>
                <w:b/>
                <w:sz w:val="20"/>
              </w:rPr>
              <w:t>Emmeti</w:t>
            </w:r>
            <w:r w:rsidRPr="00387424">
              <w:rPr>
                <w:rFonts w:ascii="Poppins" w:hAnsi="Poppins" w:cs="Poppins"/>
                <w:b/>
                <w:sz w:val="20"/>
              </w:rPr>
              <w:t xml:space="preserve"> – Modello Kit valvola modulante 0-10 V a 3 vie</w:t>
            </w:r>
            <w:r w:rsidR="001A1DA7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387424">
              <w:rPr>
                <w:rFonts w:ascii="Poppins" w:hAnsi="Poppins" w:cs="Poppins"/>
                <w:b/>
                <w:sz w:val="20"/>
              </w:rPr>
              <w:t>KEVM-UTO 12 o equivalente</w:t>
            </w:r>
            <w:r w:rsidR="001A1DA7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87424" w:rsidRPr="007E69BB" w14:paraId="10E857B7" w14:textId="77777777" w:rsidTr="00387424">
        <w:tc>
          <w:tcPr>
            <w:tcW w:w="1373" w:type="dxa"/>
          </w:tcPr>
          <w:p w14:paraId="0BC1DD04" w14:textId="77777777" w:rsidR="00387424" w:rsidRPr="00387424" w:rsidRDefault="00387424" w:rsidP="0038742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07614170</w:t>
            </w:r>
          </w:p>
        </w:tc>
        <w:tc>
          <w:tcPr>
            <w:tcW w:w="2563" w:type="dxa"/>
          </w:tcPr>
          <w:p w14:paraId="2748A43E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Kit valvola modulante 0-10 V a 3 vie</w:t>
            </w:r>
          </w:p>
          <w:p w14:paraId="28D1A46F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KEVM-UTO 16</w:t>
            </w:r>
          </w:p>
        </w:tc>
        <w:tc>
          <w:tcPr>
            <w:tcW w:w="5562" w:type="dxa"/>
          </w:tcPr>
          <w:p w14:paraId="0D9DFBDC" w14:textId="77777777" w:rsidR="00387424" w:rsidRPr="00387424" w:rsidRDefault="00387424" w:rsidP="00387424">
            <w:pPr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Kit valvola, modulante 0-10 V, a 3 vie, per impianto a 2 tubi, per unità terminale (termoventilante) da incasso UTO EC-AP, UTO EC-AF16-13 o 16-17 o 16-20.</w:t>
            </w:r>
          </w:p>
          <w:p w14:paraId="00D3EFFB" w14:textId="3C4E5A3D" w:rsidR="00387424" w:rsidRPr="00387424" w:rsidRDefault="00387424" w:rsidP="00387424">
            <w:pPr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 xml:space="preserve">Costituito da valvola a 3 vie da </w:t>
            </w:r>
            <w:r w:rsidR="00A52DFF">
              <w:rPr>
                <w:rFonts w:ascii="Poppins" w:hAnsi="Poppins" w:cs="Poppins"/>
                <w:sz w:val="20"/>
              </w:rPr>
              <w:t>3/4</w:t>
            </w:r>
            <w:r w:rsidRPr="00387424">
              <w:rPr>
                <w:rFonts w:ascii="Poppins" w:hAnsi="Poppins" w:cs="Poppins"/>
                <w:sz w:val="20"/>
              </w:rPr>
              <w:t>” con Kvs= 6,0; servocomando elettrotermico con ingresso 0-10 V e alimentazione 24 Vac-50 Hz; kit tubi rame e raccordi.</w:t>
            </w:r>
          </w:p>
          <w:p w14:paraId="5DAA277B" w14:textId="0E9AB754" w:rsidR="00387424" w:rsidRPr="00387424" w:rsidRDefault="00387424" w:rsidP="00387424">
            <w:pPr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 xml:space="preserve">Attacchi </w:t>
            </w:r>
            <w:r w:rsidR="00A52DFF">
              <w:rPr>
                <w:rFonts w:ascii="Poppins" w:hAnsi="Poppins" w:cs="Poppins"/>
                <w:sz w:val="20"/>
              </w:rPr>
              <w:t>3/4</w:t>
            </w:r>
            <w:r w:rsidRPr="00387424">
              <w:rPr>
                <w:rFonts w:ascii="Poppins" w:hAnsi="Poppins" w:cs="Poppins"/>
                <w:sz w:val="20"/>
              </w:rPr>
              <w:t>” M.</w:t>
            </w:r>
          </w:p>
          <w:p w14:paraId="63B97578" w14:textId="77777777" w:rsidR="00387424" w:rsidRPr="00387424" w:rsidRDefault="00387424" w:rsidP="00387424">
            <w:pPr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Completo di bacinella raccogli condensa.</w:t>
            </w:r>
          </w:p>
          <w:p w14:paraId="5CDC7574" w14:textId="77777777" w:rsidR="00387424" w:rsidRPr="00387424" w:rsidRDefault="00387424" w:rsidP="0038742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8549BC2" w14:textId="117989E1" w:rsidR="00387424" w:rsidRPr="00387424" w:rsidRDefault="00387424" w:rsidP="001A1DA7">
            <w:pPr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2A6A88">
              <w:rPr>
                <w:rFonts w:ascii="Poppins" w:hAnsi="Poppins" w:cs="Poppins"/>
                <w:b/>
                <w:sz w:val="20"/>
              </w:rPr>
              <w:t>Emmeti</w:t>
            </w:r>
            <w:r w:rsidRPr="00387424">
              <w:rPr>
                <w:rFonts w:ascii="Poppins" w:hAnsi="Poppins" w:cs="Poppins"/>
                <w:b/>
                <w:sz w:val="20"/>
              </w:rPr>
              <w:t xml:space="preserve"> – Modello Kit valvola modulante 0-10 V a 3 vie</w:t>
            </w:r>
            <w:r w:rsidR="001A1DA7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387424">
              <w:rPr>
                <w:rFonts w:ascii="Poppins" w:hAnsi="Poppins" w:cs="Poppins"/>
                <w:b/>
                <w:sz w:val="20"/>
              </w:rPr>
              <w:t>KEVM-UTO 16 o equivalente</w:t>
            </w:r>
            <w:r w:rsidR="001A1DA7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87424" w:rsidRPr="007E69BB" w14:paraId="2A159362" w14:textId="77777777" w:rsidTr="00387424">
        <w:tc>
          <w:tcPr>
            <w:tcW w:w="1373" w:type="dxa"/>
          </w:tcPr>
          <w:p w14:paraId="3C79D315" w14:textId="77777777" w:rsidR="00387424" w:rsidRPr="00387424" w:rsidRDefault="00387424" w:rsidP="0038742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28139130</w:t>
            </w:r>
          </w:p>
        </w:tc>
        <w:tc>
          <w:tcPr>
            <w:tcW w:w="2563" w:type="dxa"/>
          </w:tcPr>
          <w:p w14:paraId="28A3B109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 xml:space="preserve">Trasformatore 230/24 Vac 10 VA </w:t>
            </w:r>
          </w:p>
          <w:p w14:paraId="2ACB6908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2 moduli DIN</w:t>
            </w:r>
          </w:p>
        </w:tc>
        <w:tc>
          <w:tcPr>
            <w:tcW w:w="5562" w:type="dxa"/>
          </w:tcPr>
          <w:p w14:paraId="58892BAD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Trasformatore 230/24 Vac, 2 moduli DIN, per l’alimentazione 24 Vac di servomotori modulanti.</w:t>
            </w:r>
          </w:p>
          <w:p w14:paraId="215D6889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Alimentazione 220-240 Vac – 50/60 Hz</w:t>
            </w:r>
          </w:p>
          <w:p w14:paraId="17801DB3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Potenza elettrica 10 VA.</w:t>
            </w:r>
          </w:p>
          <w:p w14:paraId="29000BE9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01D59FBF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644E4763" w14:textId="5C197D03" w:rsidR="00387424" w:rsidRPr="00387424" w:rsidRDefault="00387424" w:rsidP="001A1DA7">
            <w:pPr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2A6A88">
              <w:rPr>
                <w:rFonts w:ascii="Poppins" w:hAnsi="Poppins" w:cs="Poppins"/>
                <w:b/>
                <w:sz w:val="20"/>
              </w:rPr>
              <w:t>Emmeti</w:t>
            </w:r>
            <w:r w:rsidRPr="00387424">
              <w:rPr>
                <w:rFonts w:ascii="Poppins" w:hAnsi="Poppins" w:cs="Poppins"/>
                <w:b/>
                <w:sz w:val="20"/>
              </w:rPr>
              <w:t xml:space="preserve"> – Modello Trasformatore 230/24 Vac 10 VA 2 moduli DIN o equivalente</w:t>
            </w:r>
            <w:r w:rsidR="001A1DA7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87424" w:rsidRPr="007E69BB" w14:paraId="634F9906" w14:textId="77777777" w:rsidTr="00387424">
        <w:tc>
          <w:tcPr>
            <w:tcW w:w="1373" w:type="dxa"/>
          </w:tcPr>
          <w:p w14:paraId="18C3D817" w14:textId="77777777" w:rsidR="00387424" w:rsidRPr="00387424" w:rsidRDefault="00387424" w:rsidP="0038742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01301242</w:t>
            </w:r>
          </w:p>
        </w:tc>
        <w:tc>
          <w:tcPr>
            <w:tcW w:w="2563" w:type="dxa"/>
          </w:tcPr>
          <w:p w14:paraId="2C45BAC1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Kit barra DIN per trasformatore</w:t>
            </w:r>
          </w:p>
        </w:tc>
        <w:tc>
          <w:tcPr>
            <w:tcW w:w="5562" w:type="dxa"/>
          </w:tcPr>
          <w:p w14:paraId="0A1A5422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Kit costituito da 2 guide DIN 35x7,5 mm, L= 80 mm e 4 viti di fissaggio.</w:t>
            </w:r>
          </w:p>
          <w:p w14:paraId="2F1A63E9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2277A708" w14:textId="0923F903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b/>
                <w:sz w:val="20"/>
              </w:rPr>
              <w:lastRenderedPageBreak/>
              <w:t xml:space="preserve">Marca </w:t>
            </w:r>
            <w:r w:rsidR="002A6A88">
              <w:rPr>
                <w:rFonts w:ascii="Poppins" w:hAnsi="Poppins" w:cs="Poppins"/>
                <w:b/>
                <w:sz w:val="20"/>
              </w:rPr>
              <w:t>Emmeti</w:t>
            </w:r>
            <w:r w:rsidRPr="00387424">
              <w:rPr>
                <w:rFonts w:ascii="Poppins" w:hAnsi="Poppins" w:cs="Poppins"/>
                <w:b/>
                <w:sz w:val="20"/>
              </w:rPr>
              <w:t xml:space="preserve"> – Modello T Kit barra DIN per trasformatore o equivalente</w:t>
            </w:r>
            <w:r w:rsidR="001A1DA7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87424" w:rsidRPr="007E69BB" w14:paraId="13A0C686" w14:textId="77777777" w:rsidTr="00387424">
        <w:tc>
          <w:tcPr>
            <w:tcW w:w="1373" w:type="dxa"/>
          </w:tcPr>
          <w:p w14:paraId="7FAE6114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387424">
              <w:rPr>
                <w:rFonts w:ascii="Poppins" w:hAnsi="Poppins" w:cs="Poppins"/>
                <w:bCs/>
                <w:sz w:val="20"/>
              </w:rPr>
              <w:lastRenderedPageBreak/>
              <w:t>07235611</w:t>
            </w:r>
          </w:p>
        </w:tc>
        <w:tc>
          <w:tcPr>
            <w:tcW w:w="2563" w:type="dxa"/>
          </w:tcPr>
          <w:p w14:paraId="5FCF3DAA" w14:textId="161E2B69" w:rsidR="00387424" w:rsidRPr="00387424" w:rsidRDefault="00387424" w:rsidP="00387424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Tubo EPE, colore grigio, Di=160 L=</w:t>
            </w:r>
            <w:r w:rsidR="001A1DA7">
              <w:rPr>
                <w:rFonts w:ascii="Poppins" w:hAnsi="Poppins" w:cs="Poppins"/>
              </w:rPr>
              <w:t>2</w:t>
            </w:r>
            <w:r w:rsidRPr="00387424">
              <w:rPr>
                <w:rFonts w:ascii="Poppins" w:hAnsi="Poppins" w:cs="Poppins"/>
              </w:rPr>
              <w:t>m</w:t>
            </w:r>
          </w:p>
        </w:tc>
        <w:tc>
          <w:tcPr>
            <w:tcW w:w="5562" w:type="dxa"/>
          </w:tcPr>
          <w:p w14:paraId="2C7D9746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Tubo EPE colore grigio diametro 160 mm e lunghezza 2 m.</w:t>
            </w:r>
          </w:p>
          <w:p w14:paraId="69211D36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Conducibilità termica: 0,045 W/mK a 40 °C</w:t>
            </w:r>
          </w:p>
          <w:p w14:paraId="366A9714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Densità: 30 kg/mc</w:t>
            </w:r>
          </w:p>
          <w:p w14:paraId="3232BAC6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Classificazione al fuoco: Euroclasse E</w:t>
            </w:r>
          </w:p>
          <w:p w14:paraId="5F3415F8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Diametro interno: 160 mm</w:t>
            </w:r>
          </w:p>
          <w:p w14:paraId="6C3BB557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Spessore: 16 mm</w:t>
            </w:r>
          </w:p>
          <w:p w14:paraId="49A8BA2C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Temperature limite: -45 °C/ +100 °C per breve periodo.</w:t>
            </w:r>
          </w:p>
          <w:p w14:paraId="68FB15A7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037AA88C" w14:textId="53A8CD45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387424">
              <w:rPr>
                <w:rFonts w:ascii="Poppins" w:hAnsi="Poppins" w:cs="Poppins"/>
                <w:b/>
              </w:rPr>
              <w:t xml:space="preserve">Marca </w:t>
            </w:r>
            <w:r w:rsidR="002A6A88">
              <w:rPr>
                <w:rFonts w:ascii="Poppins" w:hAnsi="Poppins" w:cs="Poppins"/>
                <w:b/>
              </w:rPr>
              <w:t>Emmeti</w:t>
            </w:r>
            <w:r w:rsidRPr="00387424">
              <w:rPr>
                <w:rFonts w:ascii="Poppins" w:hAnsi="Poppins" w:cs="Poppins"/>
                <w:b/>
              </w:rPr>
              <w:t xml:space="preserve"> – Modello Tubo EPE colore grigio Di=160 L=2m o equivalente</w:t>
            </w:r>
            <w:r w:rsidR="001A1DA7">
              <w:rPr>
                <w:rFonts w:ascii="Poppins" w:hAnsi="Poppins" w:cs="Poppins"/>
                <w:b/>
              </w:rPr>
              <w:t>.</w:t>
            </w:r>
          </w:p>
        </w:tc>
      </w:tr>
      <w:tr w:rsidR="00387424" w:rsidRPr="007E69BB" w14:paraId="10525DEF" w14:textId="77777777" w:rsidTr="00387424">
        <w:tc>
          <w:tcPr>
            <w:tcW w:w="1373" w:type="dxa"/>
          </w:tcPr>
          <w:p w14:paraId="19ECB6FB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387424">
              <w:rPr>
                <w:rFonts w:ascii="Poppins" w:hAnsi="Poppins" w:cs="Poppins"/>
                <w:bCs/>
                <w:sz w:val="20"/>
              </w:rPr>
              <w:t>07235631</w:t>
            </w:r>
          </w:p>
        </w:tc>
        <w:tc>
          <w:tcPr>
            <w:tcW w:w="2563" w:type="dxa"/>
          </w:tcPr>
          <w:p w14:paraId="29348CC8" w14:textId="2DB77A71" w:rsidR="00387424" w:rsidRPr="00387424" w:rsidRDefault="00387424" w:rsidP="00387424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Gomito 90° EPE, colore grigio, Di=160</w:t>
            </w:r>
          </w:p>
        </w:tc>
        <w:tc>
          <w:tcPr>
            <w:tcW w:w="5562" w:type="dxa"/>
          </w:tcPr>
          <w:p w14:paraId="6009A713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Gomito 90° EPE colore grigio diametro 160 mm.</w:t>
            </w:r>
          </w:p>
          <w:p w14:paraId="6D5B7C9C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Conducibilità termica: 0,045 W/mK a 40 °C</w:t>
            </w:r>
          </w:p>
          <w:p w14:paraId="69C85E69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Densità: 30 kg/mc</w:t>
            </w:r>
          </w:p>
          <w:p w14:paraId="46DAD828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Classificazione al fuoco: Euroclasse E</w:t>
            </w:r>
          </w:p>
          <w:p w14:paraId="54A35397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Diametro interno: 160 mm</w:t>
            </w:r>
          </w:p>
          <w:p w14:paraId="18CAB8A0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Spessore: 16 mm</w:t>
            </w:r>
          </w:p>
          <w:p w14:paraId="341993C3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Temperature limite: -45 °C/ +100 °C per breve periodo.</w:t>
            </w:r>
          </w:p>
          <w:p w14:paraId="54467E2C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2F635220" w14:textId="659DA34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387424">
              <w:rPr>
                <w:rFonts w:ascii="Poppins" w:hAnsi="Poppins" w:cs="Poppins"/>
                <w:b/>
              </w:rPr>
              <w:t xml:space="preserve">Marca </w:t>
            </w:r>
            <w:r w:rsidR="002A6A88">
              <w:rPr>
                <w:rFonts w:ascii="Poppins" w:hAnsi="Poppins" w:cs="Poppins"/>
                <w:b/>
              </w:rPr>
              <w:t>Emmeti</w:t>
            </w:r>
            <w:r w:rsidRPr="00387424">
              <w:rPr>
                <w:rFonts w:ascii="Poppins" w:hAnsi="Poppins" w:cs="Poppins"/>
                <w:b/>
              </w:rPr>
              <w:t xml:space="preserve"> – Modello Gomito 90° EPE colore grigio Di=160 o equivalente</w:t>
            </w:r>
            <w:r w:rsidR="001A1DA7">
              <w:rPr>
                <w:rFonts w:ascii="Poppins" w:hAnsi="Poppins" w:cs="Poppins"/>
                <w:b/>
              </w:rPr>
              <w:t>.</w:t>
            </w:r>
          </w:p>
        </w:tc>
      </w:tr>
      <w:tr w:rsidR="00387424" w:rsidRPr="007E69BB" w14:paraId="42F9B9C7" w14:textId="77777777" w:rsidTr="00387424">
        <w:tc>
          <w:tcPr>
            <w:tcW w:w="1373" w:type="dxa"/>
          </w:tcPr>
          <w:p w14:paraId="42EA582A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387424">
              <w:rPr>
                <w:rFonts w:ascii="Poppins" w:hAnsi="Poppins" w:cs="Poppins"/>
                <w:bCs/>
                <w:sz w:val="20"/>
              </w:rPr>
              <w:t>07235641</w:t>
            </w:r>
          </w:p>
        </w:tc>
        <w:tc>
          <w:tcPr>
            <w:tcW w:w="2563" w:type="dxa"/>
          </w:tcPr>
          <w:p w14:paraId="334521E5" w14:textId="3264EF2A" w:rsidR="00387424" w:rsidRPr="00387424" w:rsidRDefault="00387424" w:rsidP="00387424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Gomito 45° EPE, colore grigio, Di=160</w:t>
            </w:r>
          </w:p>
        </w:tc>
        <w:tc>
          <w:tcPr>
            <w:tcW w:w="5562" w:type="dxa"/>
          </w:tcPr>
          <w:p w14:paraId="7E321179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Gomito 45° EPE colore grigio diametro 160 mm.</w:t>
            </w:r>
          </w:p>
          <w:p w14:paraId="61D55381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Conducibilità termica: 0,045 W/mK a 40 °C</w:t>
            </w:r>
          </w:p>
          <w:p w14:paraId="4FF16224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Densità: 30 kg/mc</w:t>
            </w:r>
          </w:p>
          <w:p w14:paraId="7A4ED697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Classificazione al fuoco: Euroclasse E</w:t>
            </w:r>
          </w:p>
          <w:p w14:paraId="3D8B650D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Diametro interno: 160 mm</w:t>
            </w:r>
          </w:p>
          <w:p w14:paraId="27B089DA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Spessore: 16 mm</w:t>
            </w:r>
          </w:p>
          <w:p w14:paraId="3AA539C7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Temperature limite: -45 °C/ +100 °C per breve periodo.</w:t>
            </w:r>
          </w:p>
          <w:p w14:paraId="6FA64901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594B90AA" w14:textId="5EE55018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387424">
              <w:rPr>
                <w:rFonts w:ascii="Poppins" w:hAnsi="Poppins" w:cs="Poppins"/>
                <w:b/>
              </w:rPr>
              <w:t xml:space="preserve">Marca </w:t>
            </w:r>
            <w:r w:rsidR="002A6A88">
              <w:rPr>
                <w:rFonts w:ascii="Poppins" w:hAnsi="Poppins" w:cs="Poppins"/>
                <w:b/>
              </w:rPr>
              <w:t>Emmeti</w:t>
            </w:r>
            <w:r w:rsidRPr="00387424">
              <w:rPr>
                <w:rFonts w:ascii="Poppins" w:hAnsi="Poppins" w:cs="Poppins"/>
                <w:b/>
              </w:rPr>
              <w:t xml:space="preserve"> – Modello Gomito 45° EPE colore grigio Di=160 o equivalente</w:t>
            </w:r>
            <w:r w:rsidR="001A1DA7">
              <w:rPr>
                <w:rFonts w:ascii="Poppins" w:hAnsi="Poppins" w:cs="Poppins"/>
                <w:b/>
              </w:rPr>
              <w:t>.</w:t>
            </w:r>
          </w:p>
        </w:tc>
      </w:tr>
      <w:tr w:rsidR="00387424" w:rsidRPr="007E69BB" w14:paraId="5399368E" w14:textId="77777777" w:rsidTr="00387424">
        <w:tc>
          <w:tcPr>
            <w:tcW w:w="1373" w:type="dxa"/>
          </w:tcPr>
          <w:p w14:paraId="0158CFFA" w14:textId="77777777" w:rsidR="00387424" w:rsidRPr="00387424" w:rsidRDefault="00387424" w:rsidP="0038742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07235661</w:t>
            </w:r>
          </w:p>
        </w:tc>
        <w:tc>
          <w:tcPr>
            <w:tcW w:w="2563" w:type="dxa"/>
          </w:tcPr>
          <w:p w14:paraId="472F64A4" w14:textId="66A8D38B" w:rsidR="00387424" w:rsidRPr="00387424" w:rsidRDefault="00387424" w:rsidP="00387424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Raccordo a T 90° EPE, colore grigio, Di=160</w:t>
            </w:r>
          </w:p>
        </w:tc>
        <w:tc>
          <w:tcPr>
            <w:tcW w:w="5562" w:type="dxa"/>
          </w:tcPr>
          <w:p w14:paraId="0034B19D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Raccordo a T 90° EPE colore grigio diametro 160 mm.</w:t>
            </w:r>
          </w:p>
          <w:p w14:paraId="008E7E4D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Conducibilità termica: 0,045 W/mK a 40 °C</w:t>
            </w:r>
          </w:p>
          <w:p w14:paraId="758FEE2B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Densità: 30 kg/mc</w:t>
            </w:r>
          </w:p>
          <w:p w14:paraId="2DB0D78D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Classificazione al fuoco: Euroclasse E</w:t>
            </w:r>
          </w:p>
          <w:p w14:paraId="744A190E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Diametro interno: 160 mm</w:t>
            </w:r>
          </w:p>
          <w:p w14:paraId="59B0304F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Spessore: 16 mm</w:t>
            </w:r>
          </w:p>
          <w:p w14:paraId="573A3B36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Temperature limite: -45 °C/ +100 °C per breve periodo.</w:t>
            </w:r>
          </w:p>
          <w:p w14:paraId="6FFE71C3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0F5F3C4E" w14:textId="1E5FEE55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387424">
              <w:rPr>
                <w:rFonts w:ascii="Poppins" w:hAnsi="Poppins" w:cs="Poppins"/>
                <w:b/>
              </w:rPr>
              <w:lastRenderedPageBreak/>
              <w:t xml:space="preserve">Marca </w:t>
            </w:r>
            <w:r w:rsidR="002A6A88">
              <w:rPr>
                <w:rFonts w:ascii="Poppins" w:hAnsi="Poppins" w:cs="Poppins"/>
                <w:b/>
              </w:rPr>
              <w:t>Emmeti</w:t>
            </w:r>
            <w:r w:rsidRPr="00387424">
              <w:rPr>
                <w:rFonts w:ascii="Poppins" w:hAnsi="Poppins" w:cs="Poppins"/>
                <w:b/>
              </w:rPr>
              <w:t xml:space="preserve"> – Modello Raccordo a T 90° EPE colore grigio Di=160 o equivalente</w:t>
            </w:r>
            <w:r w:rsidR="001A1DA7">
              <w:rPr>
                <w:rFonts w:ascii="Poppins" w:hAnsi="Poppins" w:cs="Poppins"/>
                <w:b/>
              </w:rPr>
              <w:t>.</w:t>
            </w:r>
          </w:p>
        </w:tc>
      </w:tr>
      <w:tr w:rsidR="00387424" w:rsidRPr="007E69BB" w14:paraId="29002155" w14:textId="77777777" w:rsidTr="00387424">
        <w:tc>
          <w:tcPr>
            <w:tcW w:w="1373" w:type="dxa"/>
          </w:tcPr>
          <w:p w14:paraId="37CEC499" w14:textId="77777777" w:rsidR="00387424" w:rsidRPr="00387424" w:rsidRDefault="00387424" w:rsidP="00387424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lastRenderedPageBreak/>
              <w:t>07235681</w:t>
            </w:r>
          </w:p>
        </w:tc>
        <w:tc>
          <w:tcPr>
            <w:tcW w:w="2563" w:type="dxa"/>
          </w:tcPr>
          <w:p w14:paraId="1258E159" w14:textId="0CBA0F3B" w:rsidR="00387424" w:rsidRPr="00387424" w:rsidRDefault="00387424" w:rsidP="00387424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Raccordo PP per tubi EPE Di=160</w:t>
            </w:r>
          </w:p>
        </w:tc>
        <w:tc>
          <w:tcPr>
            <w:tcW w:w="5562" w:type="dxa"/>
          </w:tcPr>
          <w:p w14:paraId="76C9DCE9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Raccordo PP per tubi EPE diametro interno 160 mm.</w:t>
            </w:r>
          </w:p>
          <w:p w14:paraId="392CBEB8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049D7E3A" w14:textId="295E2992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  <w:b/>
              </w:rPr>
              <w:t xml:space="preserve">Marca </w:t>
            </w:r>
            <w:r w:rsidR="002A6A88">
              <w:rPr>
                <w:rFonts w:ascii="Poppins" w:hAnsi="Poppins" w:cs="Poppins"/>
                <w:b/>
              </w:rPr>
              <w:t>Emmeti</w:t>
            </w:r>
            <w:r w:rsidRPr="00387424">
              <w:rPr>
                <w:rFonts w:ascii="Poppins" w:hAnsi="Poppins" w:cs="Poppins"/>
                <w:b/>
              </w:rPr>
              <w:t xml:space="preserve"> – Modello Raccordo PP per tubi EPE Di=160 o equivalente</w:t>
            </w:r>
            <w:r w:rsidR="001A1DA7">
              <w:rPr>
                <w:rFonts w:ascii="Poppins" w:hAnsi="Poppins" w:cs="Poppins"/>
                <w:b/>
              </w:rPr>
              <w:t>.</w:t>
            </w:r>
          </w:p>
        </w:tc>
      </w:tr>
      <w:tr w:rsidR="00387424" w:rsidRPr="007E69BB" w14:paraId="572C9CEB" w14:textId="77777777" w:rsidTr="00387424">
        <w:tc>
          <w:tcPr>
            <w:tcW w:w="1373" w:type="dxa"/>
          </w:tcPr>
          <w:p w14:paraId="050B7E71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387424">
              <w:rPr>
                <w:rFonts w:ascii="Poppins" w:hAnsi="Poppins" w:cs="Poppins"/>
                <w:bCs/>
                <w:sz w:val="20"/>
              </w:rPr>
              <w:t>07235691</w:t>
            </w:r>
          </w:p>
        </w:tc>
        <w:tc>
          <w:tcPr>
            <w:tcW w:w="2563" w:type="dxa"/>
          </w:tcPr>
          <w:p w14:paraId="24FE703F" w14:textId="77777777" w:rsidR="00387424" w:rsidRPr="00387424" w:rsidRDefault="00387424" w:rsidP="00387424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Collare di fissaggio PP per tubi EPE Di= 160</w:t>
            </w:r>
          </w:p>
        </w:tc>
        <w:tc>
          <w:tcPr>
            <w:tcW w:w="5562" w:type="dxa"/>
          </w:tcPr>
          <w:p w14:paraId="5024E765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Collare di fissaggio PP per tubi EPE diametro interno 160 mm.</w:t>
            </w:r>
          </w:p>
          <w:p w14:paraId="32CDE49C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1FC80320" w14:textId="3210C1DD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  <w:b/>
              </w:rPr>
              <w:t xml:space="preserve">Marca </w:t>
            </w:r>
            <w:r w:rsidR="002A6A88">
              <w:rPr>
                <w:rFonts w:ascii="Poppins" w:hAnsi="Poppins" w:cs="Poppins"/>
                <w:b/>
              </w:rPr>
              <w:t>Emmeti</w:t>
            </w:r>
            <w:r w:rsidRPr="00387424">
              <w:rPr>
                <w:rFonts w:ascii="Poppins" w:hAnsi="Poppins" w:cs="Poppins"/>
                <w:b/>
              </w:rPr>
              <w:t xml:space="preserve"> – Modello Collare di fissaggio PP per tubi EPE Di=160 o equivalente</w:t>
            </w:r>
            <w:r w:rsidR="001A1DA7">
              <w:rPr>
                <w:rFonts w:ascii="Poppins" w:hAnsi="Poppins" w:cs="Poppins"/>
                <w:b/>
              </w:rPr>
              <w:t>.</w:t>
            </w:r>
          </w:p>
        </w:tc>
      </w:tr>
      <w:tr w:rsidR="00387424" w:rsidRPr="007E69BB" w14:paraId="55046D5F" w14:textId="77777777" w:rsidTr="00387424">
        <w:tc>
          <w:tcPr>
            <w:tcW w:w="1373" w:type="dxa"/>
          </w:tcPr>
          <w:p w14:paraId="658CC959" w14:textId="77777777" w:rsidR="00387424" w:rsidRPr="00387424" w:rsidRDefault="00387424" w:rsidP="0038742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07815690</w:t>
            </w:r>
          </w:p>
        </w:tc>
        <w:tc>
          <w:tcPr>
            <w:tcW w:w="2563" w:type="dxa"/>
          </w:tcPr>
          <w:p w14:paraId="65153D56" w14:textId="32208DB9" w:rsidR="00387424" w:rsidRPr="00387424" w:rsidRDefault="00387424" w:rsidP="00387424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Condotto flessibile coibentato e antibatterico DN 127 L=10 m</w:t>
            </w:r>
          </w:p>
        </w:tc>
        <w:tc>
          <w:tcPr>
            <w:tcW w:w="5562" w:type="dxa"/>
          </w:tcPr>
          <w:p w14:paraId="7ADEFC8E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Condotto flessibile DN 127, colore grigio, realizzato con film di resine poliolefiniche additivate e master antibatterico, con spirale in filo di acciaio armonico.</w:t>
            </w:r>
          </w:p>
          <w:p w14:paraId="578BDE80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Rivestimento termoisolante in fibra poliestere, spessore 25 mm e densità 16 kg/mc, con protezione esterna in film alluminato.</w:t>
            </w:r>
          </w:p>
          <w:p w14:paraId="2BE3CBB6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Classe di reazione al fuoco (rif. DM 26/06/1984): 1.</w:t>
            </w:r>
          </w:p>
          <w:p w14:paraId="5D0ADE95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Temperature di impiego: -20 °C/ +90 °C.</w:t>
            </w:r>
          </w:p>
          <w:p w14:paraId="0509CF54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64636AC8" w14:textId="4CF709C5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387424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2A6A88">
              <w:rPr>
                <w:rFonts w:ascii="Poppins" w:hAnsi="Poppins" w:cs="Poppins"/>
                <w:b/>
                <w:sz w:val="20"/>
              </w:rPr>
              <w:t>Emmeti</w:t>
            </w:r>
            <w:r w:rsidRPr="00387424">
              <w:rPr>
                <w:rFonts w:ascii="Poppins" w:hAnsi="Poppins" w:cs="Poppins"/>
                <w:b/>
                <w:sz w:val="20"/>
              </w:rPr>
              <w:t xml:space="preserve"> – Modello Condotto flessibile coibentato e antibatterico DN 127 L=10 m o equivalente</w:t>
            </w:r>
            <w:r w:rsidR="001A1DA7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87424" w:rsidRPr="007E69BB" w14:paraId="0C292C87" w14:textId="77777777" w:rsidTr="00387424">
        <w:tc>
          <w:tcPr>
            <w:tcW w:w="1373" w:type="dxa"/>
          </w:tcPr>
          <w:p w14:paraId="25E4B2E0" w14:textId="77777777" w:rsidR="00387424" w:rsidRPr="00387424" w:rsidRDefault="00387424" w:rsidP="0038742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07815700</w:t>
            </w:r>
          </w:p>
        </w:tc>
        <w:tc>
          <w:tcPr>
            <w:tcW w:w="2563" w:type="dxa"/>
          </w:tcPr>
          <w:p w14:paraId="51AEFB4A" w14:textId="54002E4D" w:rsidR="00387424" w:rsidRPr="00387424" w:rsidRDefault="00387424" w:rsidP="00387424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Condotto flessibile coibentato e antibatterico DN 160 L=10 m</w:t>
            </w:r>
          </w:p>
        </w:tc>
        <w:tc>
          <w:tcPr>
            <w:tcW w:w="5562" w:type="dxa"/>
          </w:tcPr>
          <w:p w14:paraId="40EB1D66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Condotto flessibile DN 160, colore grigio, realizzato con film di resine poliolefiniche additivate e master antibatterico, con spirale in filo di acciaio armonico.</w:t>
            </w:r>
          </w:p>
          <w:p w14:paraId="16D3B1E4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Rivestimento termoisolante in fibra poliestere, spessore 25 mm e densità 16 kg/mc, con protezione esterna in film alluminato.</w:t>
            </w:r>
          </w:p>
          <w:p w14:paraId="525C3784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Classe di reazione al fuoco (rif. DM 26/06/1984): 1.</w:t>
            </w:r>
          </w:p>
          <w:p w14:paraId="36CAABEE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Temperature di impiego: -20 °C/ +90 °C.</w:t>
            </w:r>
          </w:p>
          <w:p w14:paraId="18328F4C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66B0152C" w14:textId="17141358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387424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2A6A88">
              <w:rPr>
                <w:rFonts w:ascii="Poppins" w:hAnsi="Poppins" w:cs="Poppins"/>
                <w:b/>
                <w:sz w:val="20"/>
              </w:rPr>
              <w:t>Emmeti</w:t>
            </w:r>
            <w:r w:rsidRPr="00387424">
              <w:rPr>
                <w:rFonts w:ascii="Poppins" w:hAnsi="Poppins" w:cs="Poppins"/>
                <w:b/>
                <w:sz w:val="20"/>
              </w:rPr>
              <w:t xml:space="preserve"> – Modello Condotto flessibile coibentato e antibatterico DN 160 L=10 m o equivalente</w:t>
            </w:r>
            <w:r w:rsidR="001A1DA7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87424" w:rsidRPr="007E69BB" w14:paraId="40DC6FF1" w14:textId="77777777" w:rsidTr="00387424">
        <w:tc>
          <w:tcPr>
            <w:tcW w:w="1373" w:type="dxa"/>
          </w:tcPr>
          <w:p w14:paraId="229DEDF8" w14:textId="77777777" w:rsidR="00387424" w:rsidRPr="00387424" w:rsidRDefault="00387424" w:rsidP="0038742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07815705</w:t>
            </w:r>
          </w:p>
        </w:tc>
        <w:tc>
          <w:tcPr>
            <w:tcW w:w="2563" w:type="dxa"/>
          </w:tcPr>
          <w:p w14:paraId="1FBEFC0B" w14:textId="31BD28B1" w:rsidR="00387424" w:rsidRPr="00387424" w:rsidRDefault="00387424" w:rsidP="00387424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Condotto flessibile coibentato e antibatterico DN 200 L=10 m</w:t>
            </w:r>
          </w:p>
        </w:tc>
        <w:tc>
          <w:tcPr>
            <w:tcW w:w="5562" w:type="dxa"/>
          </w:tcPr>
          <w:p w14:paraId="7CD7E744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Condotto flessibile DN 200, colore grigio, realizzato con film di resine poliolefiniche additivate e master antibatterico, con spirale in filo di acciaio armonico.</w:t>
            </w:r>
          </w:p>
          <w:p w14:paraId="01D02187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Rivestimento termoisolante in fibra poliestere, spessore 25 mm e densità 16 kg/mc, con protezione esterna in film alluminato.</w:t>
            </w:r>
          </w:p>
          <w:p w14:paraId="28A2FB68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lastRenderedPageBreak/>
              <w:t>Classe di reazione al fuoco (rif. DM 26/06/1984): 1.</w:t>
            </w:r>
          </w:p>
          <w:p w14:paraId="0F938394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Temperature di impiego: -20 °C/ +90 °C.</w:t>
            </w:r>
          </w:p>
          <w:p w14:paraId="292B7120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029FA07C" w14:textId="275F0453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387424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2A6A88">
              <w:rPr>
                <w:rFonts w:ascii="Poppins" w:hAnsi="Poppins" w:cs="Poppins"/>
                <w:b/>
                <w:sz w:val="20"/>
              </w:rPr>
              <w:t>Emmeti</w:t>
            </w:r>
            <w:r w:rsidRPr="00387424">
              <w:rPr>
                <w:rFonts w:ascii="Poppins" w:hAnsi="Poppins" w:cs="Poppins"/>
                <w:b/>
                <w:sz w:val="20"/>
              </w:rPr>
              <w:t xml:space="preserve"> – Modello Condotto flessibile coibentato e antibatterico DN 200 L=10 m o equivalente</w:t>
            </w:r>
          </w:p>
        </w:tc>
      </w:tr>
      <w:tr w:rsidR="00387424" w:rsidRPr="007E69BB" w14:paraId="473EDE1A" w14:textId="77777777" w:rsidTr="00387424">
        <w:tc>
          <w:tcPr>
            <w:tcW w:w="1373" w:type="dxa"/>
          </w:tcPr>
          <w:p w14:paraId="63BF418C" w14:textId="77777777" w:rsidR="00387424" w:rsidRPr="00387424" w:rsidRDefault="00387424" w:rsidP="0038742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lastRenderedPageBreak/>
              <w:t>07815685</w:t>
            </w:r>
          </w:p>
        </w:tc>
        <w:tc>
          <w:tcPr>
            <w:tcW w:w="2563" w:type="dxa"/>
          </w:tcPr>
          <w:p w14:paraId="3B429644" w14:textId="1A4C3E87" w:rsidR="00387424" w:rsidRPr="00387424" w:rsidRDefault="00387424" w:rsidP="00387424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Condotto flessibile, antibatterico, DN 200 L=10 m</w:t>
            </w:r>
          </w:p>
        </w:tc>
        <w:tc>
          <w:tcPr>
            <w:tcW w:w="5562" w:type="dxa"/>
          </w:tcPr>
          <w:p w14:paraId="048B7298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Condotto flessibile DN 200, colore grigio, realizzato con film di resine poliolefiniche additivate e master antibatterico, con spirale in filo di acciaio armonico.</w:t>
            </w:r>
          </w:p>
          <w:p w14:paraId="74B7D40F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Classe di reazione al fuoco (rif. DM 26/06/1984): 1.</w:t>
            </w:r>
          </w:p>
          <w:p w14:paraId="4B4F2F0C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Temperature di impiego: -20 °C/ +90 °C.</w:t>
            </w:r>
          </w:p>
          <w:p w14:paraId="37CCB2E8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42F83610" w14:textId="2AD0F504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387424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2A6A88">
              <w:rPr>
                <w:rFonts w:ascii="Poppins" w:hAnsi="Poppins" w:cs="Poppins"/>
                <w:b/>
                <w:sz w:val="20"/>
              </w:rPr>
              <w:t>Emmeti</w:t>
            </w:r>
            <w:r w:rsidRPr="00387424">
              <w:rPr>
                <w:rFonts w:ascii="Poppins" w:hAnsi="Poppins" w:cs="Poppins"/>
                <w:b/>
                <w:sz w:val="20"/>
              </w:rPr>
              <w:t xml:space="preserve"> – Modello Condotto flessibile, antibatterico, DN 200 L=10 m o equivalente</w:t>
            </w:r>
          </w:p>
        </w:tc>
      </w:tr>
      <w:tr w:rsidR="00387424" w:rsidRPr="007E69BB" w14:paraId="13682F56" w14:textId="77777777" w:rsidTr="00387424">
        <w:tc>
          <w:tcPr>
            <w:tcW w:w="1373" w:type="dxa"/>
          </w:tcPr>
          <w:p w14:paraId="51DB6090" w14:textId="77777777" w:rsidR="00387424" w:rsidRPr="00387424" w:rsidRDefault="00387424" w:rsidP="0038742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07815740</w:t>
            </w:r>
          </w:p>
        </w:tc>
        <w:tc>
          <w:tcPr>
            <w:tcW w:w="2563" w:type="dxa"/>
          </w:tcPr>
          <w:p w14:paraId="68145B56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Nastro adesivo in alluminio, colore nero, rotolo da 50 m</w:t>
            </w:r>
          </w:p>
        </w:tc>
        <w:tc>
          <w:tcPr>
            <w:tcW w:w="5562" w:type="dxa"/>
          </w:tcPr>
          <w:p w14:paraId="7000E913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Nastro adesivo in alluminio, colore nero.</w:t>
            </w:r>
          </w:p>
          <w:p w14:paraId="6DFA8140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Spessore 50 micron.</w:t>
            </w:r>
          </w:p>
          <w:p w14:paraId="3E3D5E20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Rotolo da 50 m.</w:t>
            </w:r>
          </w:p>
          <w:p w14:paraId="5350BE6D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5BA63C67" w14:textId="17618D11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2A6A88">
              <w:rPr>
                <w:rFonts w:ascii="Poppins" w:hAnsi="Poppins" w:cs="Poppins"/>
                <w:b/>
                <w:sz w:val="20"/>
              </w:rPr>
              <w:t>Emmeti</w:t>
            </w:r>
            <w:r w:rsidRPr="00387424">
              <w:rPr>
                <w:rFonts w:ascii="Poppins" w:hAnsi="Poppins" w:cs="Poppins"/>
                <w:b/>
                <w:sz w:val="20"/>
              </w:rPr>
              <w:t xml:space="preserve"> – Modello Nastro adesivo in alluminio, colore nero, rotolo da 50 m o equivalente</w:t>
            </w:r>
          </w:p>
        </w:tc>
      </w:tr>
    </w:tbl>
    <w:p w14:paraId="1EECA9A5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C1F172" w14:textId="77777777" w:rsidR="00612BAB" w:rsidRDefault="00612BAB">
      <w:r>
        <w:separator/>
      </w:r>
    </w:p>
  </w:endnote>
  <w:endnote w:type="continuationSeparator" w:id="0">
    <w:p w14:paraId="74AA3493" w14:textId="77777777" w:rsidR="00612BAB" w:rsidRDefault="00612B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Omega">
    <w:altName w:val="Candar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BDF8B" w14:textId="77777777" w:rsidR="008C2F88" w:rsidRDefault="008C2F88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8C2F88" w14:paraId="28BC48A0" w14:textId="77777777" w:rsidTr="004706FD">
      <w:tc>
        <w:tcPr>
          <w:tcW w:w="4534" w:type="dxa"/>
        </w:tcPr>
        <w:p w14:paraId="142B9EAE" w14:textId="77777777" w:rsidR="008C2F88" w:rsidRPr="00C86331" w:rsidRDefault="008C2F88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387424">
            <w:rPr>
              <w:rFonts w:ascii="Poppins" w:hAnsi="Poppins" w:cs="Poppins"/>
              <w:iCs/>
              <w:noProof/>
              <w:sz w:val="16"/>
            </w:rPr>
            <w:t>Unità termoventilante UTO Medium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176" w:type="dxa"/>
        </w:tcPr>
        <w:p w14:paraId="6873421D" w14:textId="34456EF4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1A1DA7">
            <w:rPr>
              <w:rFonts w:ascii="Poppins" w:hAnsi="Poppins" w:cs="Poppins"/>
              <w:noProof/>
              <w:sz w:val="14"/>
              <w:szCs w:val="14"/>
            </w:rPr>
            <w:t>34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5A3ADFCA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59B057DA" wp14:editId="5D271970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34E9A4" w14:textId="77777777" w:rsidR="00612BAB" w:rsidRDefault="00612BAB">
      <w:r>
        <w:separator/>
      </w:r>
    </w:p>
  </w:footnote>
  <w:footnote w:type="continuationSeparator" w:id="0">
    <w:p w14:paraId="54BFFBFD" w14:textId="77777777" w:rsidR="00612BAB" w:rsidRDefault="00612B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EA732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16AC5330" wp14:editId="6C00119B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56E0F60A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14:paraId="0F4BC569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A1B89"/>
    <w:multiLevelType w:val="hybridMultilevel"/>
    <w:tmpl w:val="245061CA"/>
    <w:lvl w:ilvl="0" w:tplc="62C23330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01C18"/>
    <w:multiLevelType w:val="hybridMultilevel"/>
    <w:tmpl w:val="D51AEBB6"/>
    <w:lvl w:ilvl="0" w:tplc="62C23330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FE03D6"/>
    <w:multiLevelType w:val="hybridMultilevel"/>
    <w:tmpl w:val="D2EE920E"/>
    <w:lvl w:ilvl="0" w:tplc="62C23330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D5484"/>
    <w:multiLevelType w:val="hybridMultilevel"/>
    <w:tmpl w:val="2C68D996"/>
    <w:lvl w:ilvl="0" w:tplc="62C23330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0D7234"/>
    <w:multiLevelType w:val="hybridMultilevel"/>
    <w:tmpl w:val="0B38BA4E"/>
    <w:lvl w:ilvl="0" w:tplc="62C23330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B945E7"/>
    <w:multiLevelType w:val="hybridMultilevel"/>
    <w:tmpl w:val="F0A46982"/>
    <w:lvl w:ilvl="0" w:tplc="62C23330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133CE1"/>
    <w:multiLevelType w:val="hybridMultilevel"/>
    <w:tmpl w:val="937442AA"/>
    <w:lvl w:ilvl="0" w:tplc="62C23330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1E525D"/>
    <w:multiLevelType w:val="hybridMultilevel"/>
    <w:tmpl w:val="1102FAA4"/>
    <w:lvl w:ilvl="0" w:tplc="62C23330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731EEF"/>
    <w:multiLevelType w:val="hybridMultilevel"/>
    <w:tmpl w:val="B6FC9A66"/>
    <w:lvl w:ilvl="0" w:tplc="62C23330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1F3A42"/>
    <w:multiLevelType w:val="hybridMultilevel"/>
    <w:tmpl w:val="787ED9D2"/>
    <w:lvl w:ilvl="0" w:tplc="62C23330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9F23BD"/>
    <w:multiLevelType w:val="hybridMultilevel"/>
    <w:tmpl w:val="63C01A4A"/>
    <w:lvl w:ilvl="0" w:tplc="62C23330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4C6EB4"/>
    <w:multiLevelType w:val="hybridMultilevel"/>
    <w:tmpl w:val="833068CE"/>
    <w:lvl w:ilvl="0" w:tplc="62C23330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BA205A"/>
    <w:multiLevelType w:val="hybridMultilevel"/>
    <w:tmpl w:val="C42A11A8"/>
    <w:lvl w:ilvl="0" w:tplc="62C23330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3A3B63"/>
    <w:multiLevelType w:val="hybridMultilevel"/>
    <w:tmpl w:val="16C4A9A8"/>
    <w:lvl w:ilvl="0" w:tplc="62C23330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782616"/>
    <w:multiLevelType w:val="hybridMultilevel"/>
    <w:tmpl w:val="B196434C"/>
    <w:lvl w:ilvl="0" w:tplc="62C23330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A82CC4"/>
    <w:multiLevelType w:val="hybridMultilevel"/>
    <w:tmpl w:val="0F36E252"/>
    <w:lvl w:ilvl="0" w:tplc="62C23330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867EDB"/>
    <w:multiLevelType w:val="hybridMultilevel"/>
    <w:tmpl w:val="09DA3402"/>
    <w:lvl w:ilvl="0" w:tplc="62C23330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705FC2"/>
    <w:multiLevelType w:val="hybridMultilevel"/>
    <w:tmpl w:val="B0368C38"/>
    <w:lvl w:ilvl="0" w:tplc="62C23330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7C118A"/>
    <w:multiLevelType w:val="hybridMultilevel"/>
    <w:tmpl w:val="2F1CCE72"/>
    <w:lvl w:ilvl="0" w:tplc="62C23330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1357965">
    <w:abstractNumId w:val="16"/>
  </w:num>
  <w:num w:numId="2" w16cid:durableId="1980190393">
    <w:abstractNumId w:val="12"/>
  </w:num>
  <w:num w:numId="3" w16cid:durableId="482815827">
    <w:abstractNumId w:val="13"/>
  </w:num>
  <w:num w:numId="4" w16cid:durableId="983974458">
    <w:abstractNumId w:val="15"/>
  </w:num>
  <w:num w:numId="5" w16cid:durableId="989552491">
    <w:abstractNumId w:val="11"/>
  </w:num>
  <w:num w:numId="6" w16cid:durableId="466046777">
    <w:abstractNumId w:val="18"/>
  </w:num>
  <w:num w:numId="7" w16cid:durableId="176358704">
    <w:abstractNumId w:val="4"/>
  </w:num>
  <w:num w:numId="8" w16cid:durableId="1120152663">
    <w:abstractNumId w:val="7"/>
  </w:num>
  <w:num w:numId="9" w16cid:durableId="759179818">
    <w:abstractNumId w:val="6"/>
  </w:num>
  <w:num w:numId="10" w16cid:durableId="1439564607">
    <w:abstractNumId w:val="10"/>
  </w:num>
  <w:num w:numId="11" w16cid:durableId="2131587484">
    <w:abstractNumId w:val="5"/>
  </w:num>
  <w:num w:numId="12" w16cid:durableId="588848536">
    <w:abstractNumId w:val="3"/>
  </w:num>
  <w:num w:numId="13" w16cid:durableId="121655511">
    <w:abstractNumId w:val="0"/>
  </w:num>
  <w:num w:numId="14" w16cid:durableId="601180497">
    <w:abstractNumId w:val="14"/>
  </w:num>
  <w:num w:numId="15" w16cid:durableId="402529335">
    <w:abstractNumId w:val="2"/>
  </w:num>
  <w:num w:numId="16" w16cid:durableId="1736201966">
    <w:abstractNumId w:val="8"/>
  </w:num>
  <w:num w:numId="17" w16cid:durableId="238713673">
    <w:abstractNumId w:val="1"/>
  </w:num>
  <w:num w:numId="18" w16cid:durableId="402720229">
    <w:abstractNumId w:val="9"/>
  </w:num>
  <w:num w:numId="19" w16cid:durableId="1917981863">
    <w:abstractNumId w:val="1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64B3A"/>
    <w:rsid w:val="0006784D"/>
    <w:rsid w:val="0009136B"/>
    <w:rsid w:val="000A41FB"/>
    <w:rsid w:val="000A73AC"/>
    <w:rsid w:val="000B6932"/>
    <w:rsid w:val="000C52FA"/>
    <w:rsid w:val="000D2C78"/>
    <w:rsid w:val="000F7A52"/>
    <w:rsid w:val="00103A0D"/>
    <w:rsid w:val="00117A0E"/>
    <w:rsid w:val="001441C6"/>
    <w:rsid w:val="001450AB"/>
    <w:rsid w:val="001620E3"/>
    <w:rsid w:val="00171DAE"/>
    <w:rsid w:val="00185F89"/>
    <w:rsid w:val="00195A49"/>
    <w:rsid w:val="001A1DA7"/>
    <w:rsid w:val="001A5581"/>
    <w:rsid w:val="001D365F"/>
    <w:rsid w:val="001E6403"/>
    <w:rsid w:val="001F782F"/>
    <w:rsid w:val="0023000E"/>
    <w:rsid w:val="002346C2"/>
    <w:rsid w:val="0025330F"/>
    <w:rsid w:val="00264BCF"/>
    <w:rsid w:val="0028448D"/>
    <w:rsid w:val="00285A03"/>
    <w:rsid w:val="002862D2"/>
    <w:rsid w:val="002A6A88"/>
    <w:rsid w:val="002B5D63"/>
    <w:rsid w:val="002F7EEA"/>
    <w:rsid w:val="00304518"/>
    <w:rsid w:val="0032752D"/>
    <w:rsid w:val="003333BC"/>
    <w:rsid w:val="00344430"/>
    <w:rsid w:val="00350CA2"/>
    <w:rsid w:val="003524C7"/>
    <w:rsid w:val="00357812"/>
    <w:rsid w:val="00365710"/>
    <w:rsid w:val="00372ECE"/>
    <w:rsid w:val="00387424"/>
    <w:rsid w:val="003B0FFE"/>
    <w:rsid w:val="003D4BE3"/>
    <w:rsid w:val="00402736"/>
    <w:rsid w:val="00414A82"/>
    <w:rsid w:val="004272FC"/>
    <w:rsid w:val="00433C12"/>
    <w:rsid w:val="0044592F"/>
    <w:rsid w:val="00447EFC"/>
    <w:rsid w:val="004706FD"/>
    <w:rsid w:val="00474537"/>
    <w:rsid w:val="0048382E"/>
    <w:rsid w:val="004860F0"/>
    <w:rsid w:val="004E08E0"/>
    <w:rsid w:val="004F1A26"/>
    <w:rsid w:val="005235FA"/>
    <w:rsid w:val="00525BAE"/>
    <w:rsid w:val="00530F9B"/>
    <w:rsid w:val="005315F1"/>
    <w:rsid w:val="00532DCB"/>
    <w:rsid w:val="00536743"/>
    <w:rsid w:val="0054295B"/>
    <w:rsid w:val="00543A20"/>
    <w:rsid w:val="00562D44"/>
    <w:rsid w:val="00562E55"/>
    <w:rsid w:val="00584984"/>
    <w:rsid w:val="005C61B9"/>
    <w:rsid w:val="005E1169"/>
    <w:rsid w:val="006015C2"/>
    <w:rsid w:val="006040F5"/>
    <w:rsid w:val="00610639"/>
    <w:rsid w:val="00610F7D"/>
    <w:rsid w:val="00612BAB"/>
    <w:rsid w:val="00620C00"/>
    <w:rsid w:val="00665813"/>
    <w:rsid w:val="00690CC4"/>
    <w:rsid w:val="006B218C"/>
    <w:rsid w:val="006B29B1"/>
    <w:rsid w:val="006C14CB"/>
    <w:rsid w:val="006C2BE4"/>
    <w:rsid w:val="006D044B"/>
    <w:rsid w:val="006D4FDF"/>
    <w:rsid w:val="006E5C4B"/>
    <w:rsid w:val="006E6F9C"/>
    <w:rsid w:val="006F1812"/>
    <w:rsid w:val="006F5CAA"/>
    <w:rsid w:val="006F6AB3"/>
    <w:rsid w:val="00710BB8"/>
    <w:rsid w:val="00727388"/>
    <w:rsid w:val="0073789C"/>
    <w:rsid w:val="00745AB1"/>
    <w:rsid w:val="0074712F"/>
    <w:rsid w:val="00757AC7"/>
    <w:rsid w:val="00782096"/>
    <w:rsid w:val="007B5BA3"/>
    <w:rsid w:val="007D5EC7"/>
    <w:rsid w:val="007E6E02"/>
    <w:rsid w:val="007E7665"/>
    <w:rsid w:val="007F4841"/>
    <w:rsid w:val="008014DD"/>
    <w:rsid w:val="0080323F"/>
    <w:rsid w:val="00830828"/>
    <w:rsid w:val="00844BBC"/>
    <w:rsid w:val="008574C8"/>
    <w:rsid w:val="00867692"/>
    <w:rsid w:val="008804CB"/>
    <w:rsid w:val="00882947"/>
    <w:rsid w:val="00887902"/>
    <w:rsid w:val="008A2C0A"/>
    <w:rsid w:val="008B5587"/>
    <w:rsid w:val="008C2F88"/>
    <w:rsid w:val="008D1D42"/>
    <w:rsid w:val="008E5212"/>
    <w:rsid w:val="009027D5"/>
    <w:rsid w:val="00904071"/>
    <w:rsid w:val="009059BB"/>
    <w:rsid w:val="00923354"/>
    <w:rsid w:val="00931A8A"/>
    <w:rsid w:val="00936F47"/>
    <w:rsid w:val="0094047C"/>
    <w:rsid w:val="00942B09"/>
    <w:rsid w:val="00992282"/>
    <w:rsid w:val="0099452E"/>
    <w:rsid w:val="009A219D"/>
    <w:rsid w:val="009B37F1"/>
    <w:rsid w:val="009C1166"/>
    <w:rsid w:val="009D3135"/>
    <w:rsid w:val="009D51C1"/>
    <w:rsid w:val="009D54F1"/>
    <w:rsid w:val="009D6327"/>
    <w:rsid w:val="009E07DC"/>
    <w:rsid w:val="009E250A"/>
    <w:rsid w:val="009E2742"/>
    <w:rsid w:val="00A04235"/>
    <w:rsid w:val="00A06A5E"/>
    <w:rsid w:val="00A16A8D"/>
    <w:rsid w:val="00A216E2"/>
    <w:rsid w:val="00A52DFF"/>
    <w:rsid w:val="00A62A77"/>
    <w:rsid w:val="00A743FF"/>
    <w:rsid w:val="00A82E78"/>
    <w:rsid w:val="00AA3D3E"/>
    <w:rsid w:val="00AC0741"/>
    <w:rsid w:val="00AD05EC"/>
    <w:rsid w:val="00AD1706"/>
    <w:rsid w:val="00AF350C"/>
    <w:rsid w:val="00AF57DC"/>
    <w:rsid w:val="00B406A9"/>
    <w:rsid w:val="00B7475F"/>
    <w:rsid w:val="00B93CD1"/>
    <w:rsid w:val="00BB0104"/>
    <w:rsid w:val="00BB2A5B"/>
    <w:rsid w:val="00BD14D8"/>
    <w:rsid w:val="00BD731B"/>
    <w:rsid w:val="00BF1E16"/>
    <w:rsid w:val="00C02E1C"/>
    <w:rsid w:val="00C055AD"/>
    <w:rsid w:val="00C203AE"/>
    <w:rsid w:val="00C233C1"/>
    <w:rsid w:val="00C25698"/>
    <w:rsid w:val="00C27DFF"/>
    <w:rsid w:val="00C3404B"/>
    <w:rsid w:val="00C36C55"/>
    <w:rsid w:val="00C437EE"/>
    <w:rsid w:val="00C55FF9"/>
    <w:rsid w:val="00C86331"/>
    <w:rsid w:val="00C93402"/>
    <w:rsid w:val="00C939B1"/>
    <w:rsid w:val="00CB1475"/>
    <w:rsid w:val="00CC31A7"/>
    <w:rsid w:val="00CE7C2F"/>
    <w:rsid w:val="00CF010E"/>
    <w:rsid w:val="00D061A5"/>
    <w:rsid w:val="00D178ED"/>
    <w:rsid w:val="00D17F30"/>
    <w:rsid w:val="00D2119B"/>
    <w:rsid w:val="00D229AF"/>
    <w:rsid w:val="00D26FD9"/>
    <w:rsid w:val="00D440AE"/>
    <w:rsid w:val="00D44371"/>
    <w:rsid w:val="00D62BDF"/>
    <w:rsid w:val="00D832BB"/>
    <w:rsid w:val="00D902A4"/>
    <w:rsid w:val="00DA3646"/>
    <w:rsid w:val="00DB5B1B"/>
    <w:rsid w:val="00DD2E16"/>
    <w:rsid w:val="00DE5C0B"/>
    <w:rsid w:val="00E07577"/>
    <w:rsid w:val="00E17A38"/>
    <w:rsid w:val="00E36C49"/>
    <w:rsid w:val="00E42389"/>
    <w:rsid w:val="00E5632D"/>
    <w:rsid w:val="00E7391C"/>
    <w:rsid w:val="00E94BE3"/>
    <w:rsid w:val="00E958E5"/>
    <w:rsid w:val="00EA01C8"/>
    <w:rsid w:val="00EB0C4C"/>
    <w:rsid w:val="00EB33B9"/>
    <w:rsid w:val="00EC1DD9"/>
    <w:rsid w:val="00EC29FF"/>
    <w:rsid w:val="00ED24CF"/>
    <w:rsid w:val="00EF73E5"/>
    <w:rsid w:val="00F07ABB"/>
    <w:rsid w:val="00F50F65"/>
    <w:rsid w:val="00F53758"/>
    <w:rsid w:val="00F60A08"/>
    <w:rsid w:val="00FC1E81"/>
    <w:rsid w:val="00FD02BC"/>
    <w:rsid w:val="00FD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07B5F291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semiHidden/>
    <w:unhideWhenUsed/>
    <w:rsid w:val="00936F47"/>
    <w:rPr>
      <w:sz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936F47"/>
    <w:rPr>
      <w:rFonts w:ascii="CG Omega" w:hAnsi="CG Omeg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CB6A4F-8EEB-49E7-8B2C-F339E131F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34</Pages>
  <Words>8325</Words>
  <Characters>45701</Characters>
  <Application>Microsoft Office Word</Application>
  <DocSecurity>0</DocSecurity>
  <Lines>380</Lines>
  <Paragraphs>107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53919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20</cp:revision>
  <cp:lastPrinted>2013-11-14T13:48:00Z</cp:lastPrinted>
  <dcterms:created xsi:type="dcterms:W3CDTF">2024-08-28T12:48:00Z</dcterms:created>
  <dcterms:modified xsi:type="dcterms:W3CDTF">2024-08-28T13:25:00Z</dcterms:modified>
</cp:coreProperties>
</file>